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AD76D" w14:textId="77777777" w:rsidR="00207628" w:rsidRPr="00B3459B" w:rsidRDefault="002C164B" w:rsidP="00B772C5">
      <w:pPr>
        <w:spacing w:line="240" w:lineRule="auto"/>
      </w:pPr>
      <w:r w:rsidRPr="00B3459B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277CB92" wp14:editId="58C9717C">
            <wp:simplePos x="0" y="0"/>
            <wp:positionH relativeFrom="column">
              <wp:posOffset>209550</wp:posOffset>
            </wp:positionH>
            <wp:positionV relativeFrom="paragraph">
              <wp:posOffset>-300990</wp:posOffset>
            </wp:positionV>
            <wp:extent cx="6059805" cy="1323975"/>
            <wp:effectExtent l="19050" t="0" r="0" b="0"/>
            <wp:wrapNone/>
            <wp:docPr id="16" name="Obraz 27" descr="na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7" descr="napi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E173B4D" w14:textId="77777777" w:rsidR="00207628" w:rsidRPr="00B3459B" w:rsidRDefault="00207628" w:rsidP="006D6112">
      <w:pPr>
        <w:spacing w:line="240" w:lineRule="auto"/>
        <w:jc w:val="center"/>
      </w:pPr>
    </w:p>
    <w:p w14:paraId="1C4AD67C" w14:textId="77777777" w:rsidR="003B4536" w:rsidRPr="00B3459B" w:rsidRDefault="003B4536" w:rsidP="006D6112">
      <w:pPr>
        <w:spacing w:line="240" w:lineRule="auto"/>
        <w:jc w:val="center"/>
      </w:pPr>
    </w:p>
    <w:p w14:paraId="7E1320E5" w14:textId="77777777" w:rsidR="00207628" w:rsidRPr="00B3459B" w:rsidRDefault="00207628" w:rsidP="006D6112">
      <w:pPr>
        <w:spacing w:line="240" w:lineRule="auto"/>
        <w:jc w:val="center"/>
      </w:pPr>
    </w:p>
    <w:p w14:paraId="3EE1E6D4" w14:textId="77777777" w:rsidR="00207628" w:rsidRPr="00B3459B" w:rsidRDefault="00207628" w:rsidP="006D6112">
      <w:pPr>
        <w:spacing w:line="240" w:lineRule="auto"/>
        <w:jc w:val="center"/>
      </w:pPr>
    </w:p>
    <w:p w14:paraId="7B6133BF" w14:textId="6ABEC208" w:rsidR="00D71517" w:rsidRPr="00B3459B" w:rsidRDefault="00D71517" w:rsidP="003051B8">
      <w:pPr>
        <w:spacing w:line="240" w:lineRule="auto"/>
      </w:pPr>
    </w:p>
    <w:tbl>
      <w:tblPr>
        <w:tblW w:w="9498" w:type="dxa"/>
        <w:jc w:val="center"/>
        <w:tblCellMar>
          <w:top w:w="85" w:type="dxa"/>
        </w:tblCellMar>
        <w:tblLook w:val="04A0" w:firstRow="1" w:lastRow="0" w:firstColumn="1" w:lastColumn="0" w:noHBand="0" w:noVBand="1"/>
      </w:tblPr>
      <w:tblGrid>
        <w:gridCol w:w="2718"/>
        <w:gridCol w:w="6780"/>
      </w:tblGrid>
      <w:tr w:rsidR="00307A57" w:rsidRPr="00B3459B" w14:paraId="283A0C82" w14:textId="77777777" w:rsidTr="00307A57">
        <w:trPr>
          <w:trHeight w:val="2360"/>
          <w:jc w:val="center"/>
        </w:trPr>
        <w:tc>
          <w:tcPr>
            <w:tcW w:w="2718" w:type="dxa"/>
            <w:tcMar>
              <w:right w:w="142" w:type="dxa"/>
            </w:tcMar>
          </w:tcPr>
          <w:p w14:paraId="5B0B1355" w14:textId="3326937C" w:rsidR="00307A57" w:rsidRPr="00B3459B" w:rsidRDefault="003C6B13" w:rsidP="00046D0E">
            <w:pPr>
              <w:spacing w:before="40" w:after="40"/>
              <w:jc w:val="right"/>
            </w:pPr>
            <w:r w:rsidRPr="00B3459B">
              <w:rPr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138CE5" wp14:editId="2641B93B">
                      <wp:simplePos x="0" y="0"/>
                      <wp:positionH relativeFrom="column">
                        <wp:posOffset>1657332</wp:posOffset>
                      </wp:positionH>
                      <wp:positionV relativeFrom="paragraph">
                        <wp:posOffset>-243840</wp:posOffset>
                      </wp:positionV>
                      <wp:extent cx="0" cy="6156000"/>
                      <wp:effectExtent l="38100" t="38100" r="57150" b="1651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6156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D8FA2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130.5pt;margin-top:-19.2pt;width:0;height:484.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" strokeweight="1pt">
                      <v:stroke endarrow="block" endarrowwidth="narrow"/>
                    </v:shape>
                  </w:pict>
                </mc:Fallback>
              </mc:AlternateContent>
            </w:r>
          </w:p>
          <w:p w14:paraId="52F181EA" w14:textId="77777777" w:rsidR="00307A57" w:rsidRPr="00B3459B" w:rsidRDefault="00307A57" w:rsidP="00046D0E">
            <w:pPr>
              <w:spacing w:before="40" w:after="40"/>
              <w:jc w:val="right"/>
            </w:pPr>
            <w:r w:rsidRPr="00B3459B">
              <w:t>Główny projektant</w:t>
            </w:r>
          </w:p>
          <w:p w14:paraId="1611C647" w14:textId="77777777" w:rsidR="00307A57" w:rsidRPr="00B3459B" w:rsidRDefault="00307A57" w:rsidP="00046D0E">
            <w:pPr>
              <w:spacing w:before="40" w:after="40"/>
              <w:jc w:val="right"/>
            </w:pPr>
          </w:p>
          <w:p w14:paraId="42F04438" w14:textId="18CFA0C0" w:rsidR="00307A57" w:rsidRPr="00B3459B" w:rsidRDefault="00307A57" w:rsidP="00046D0E">
            <w:pPr>
              <w:spacing w:before="40" w:after="40"/>
              <w:jc w:val="right"/>
            </w:pPr>
            <w:r w:rsidRPr="00B3459B">
              <w:t>Projektant prowadzący</w:t>
            </w:r>
          </w:p>
          <w:p w14:paraId="70569D1F" w14:textId="4B5FD9E9" w:rsidR="002B1BE2" w:rsidRPr="00B3459B" w:rsidRDefault="002B1BE2" w:rsidP="00046D0E">
            <w:pPr>
              <w:spacing w:before="40" w:after="40"/>
              <w:jc w:val="right"/>
            </w:pPr>
          </w:p>
          <w:p w14:paraId="1675FB8D" w14:textId="43808C6B" w:rsidR="00307A57" w:rsidRPr="00B3459B" w:rsidRDefault="002B1BE2" w:rsidP="002B1BE2">
            <w:pPr>
              <w:spacing w:before="40" w:after="40"/>
              <w:jc w:val="right"/>
            </w:pPr>
            <w:r w:rsidRPr="00B3459B">
              <w:t>Zespół projektowy</w:t>
            </w:r>
          </w:p>
          <w:p w14:paraId="729F9521" w14:textId="77777777" w:rsidR="00415B2C" w:rsidRPr="00B3459B" w:rsidRDefault="00415B2C" w:rsidP="00481CBF">
            <w:pPr>
              <w:spacing w:before="40" w:after="40"/>
            </w:pPr>
          </w:p>
          <w:p w14:paraId="47401695" w14:textId="247071FE" w:rsidR="00307A57" w:rsidRPr="00B3459B" w:rsidRDefault="00307A57" w:rsidP="006D6112">
            <w:pPr>
              <w:jc w:val="right"/>
            </w:pPr>
            <w:r w:rsidRPr="00B3459B">
              <w:t>Sprawdzenie</w:t>
            </w:r>
          </w:p>
          <w:p w14:paraId="00AF1B1D" w14:textId="77777777" w:rsidR="00307A57" w:rsidRPr="00B3459B" w:rsidRDefault="00307A57" w:rsidP="006D6112">
            <w:pPr>
              <w:jc w:val="right"/>
            </w:pPr>
          </w:p>
        </w:tc>
        <w:tc>
          <w:tcPr>
            <w:tcW w:w="6780" w:type="dxa"/>
            <w:shd w:val="clear" w:color="auto" w:fill="CDCDCD"/>
          </w:tcPr>
          <w:p w14:paraId="58AFD7DD" w14:textId="77777777" w:rsidR="00307A57" w:rsidRPr="00B3459B" w:rsidRDefault="00307A57" w:rsidP="00046D0E">
            <w:pPr>
              <w:spacing w:before="40" w:after="40"/>
              <w:jc w:val="left"/>
            </w:pPr>
          </w:p>
          <w:p w14:paraId="2B486549" w14:textId="36373895" w:rsidR="00307A57" w:rsidRPr="00B3459B" w:rsidRDefault="00307A57" w:rsidP="00046D0E">
            <w:pPr>
              <w:spacing w:before="40" w:after="40"/>
              <w:jc w:val="left"/>
            </w:pPr>
            <w:r w:rsidRPr="00B3459B">
              <w:t>dr inż. Piotr Z. Kozłowski</w:t>
            </w:r>
          </w:p>
          <w:p w14:paraId="7F826AEA" w14:textId="77777777" w:rsidR="002B1BE2" w:rsidRPr="00B3459B" w:rsidRDefault="002B1BE2" w:rsidP="00046D0E">
            <w:pPr>
              <w:spacing w:before="40" w:after="40"/>
              <w:jc w:val="left"/>
            </w:pPr>
          </w:p>
          <w:p w14:paraId="2D1B28DD" w14:textId="4D5086C8" w:rsidR="002B1BE2" w:rsidRPr="00B3459B" w:rsidRDefault="00307A57" w:rsidP="00046D0E">
            <w:pPr>
              <w:spacing w:before="40" w:after="40"/>
              <w:jc w:val="left"/>
            </w:pPr>
            <w:r w:rsidRPr="00B3459B">
              <w:t>mgr inż. Mikołaj Pawelec</w:t>
            </w:r>
          </w:p>
          <w:p w14:paraId="4B8A4824" w14:textId="707AFF0A" w:rsidR="002B1BE2" w:rsidRPr="00B3459B" w:rsidRDefault="002B1BE2" w:rsidP="002B1BE2">
            <w:pPr>
              <w:spacing w:before="40" w:after="40"/>
              <w:jc w:val="left"/>
            </w:pPr>
          </w:p>
          <w:p w14:paraId="399715E0" w14:textId="2C03A8D4" w:rsidR="00481CBF" w:rsidRPr="00B3459B" w:rsidRDefault="00481CBF" w:rsidP="002B1BE2">
            <w:pPr>
              <w:spacing w:before="40" w:after="40"/>
              <w:jc w:val="left"/>
            </w:pPr>
            <w:r w:rsidRPr="00B3459B">
              <w:t>inż. Michał Szczepański</w:t>
            </w:r>
          </w:p>
          <w:p w14:paraId="5C779518" w14:textId="77777777" w:rsidR="00415B2C" w:rsidRPr="00B3459B" w:rsidRDefault="00415B2C" w:rsidP="002B1BE2">
            <w:pPr>
              <w:spacing w:before="40" w:after="40"/>
              <w:jc w:val="left"/>
            </w:pPr>
          </w:p>
          <w:p w14:paraId="53DEDFBC" w14:textId="4374AF65" w:rsidR="00307A57" w:rsidRPr="00B3459B" w:rsidRDefault="003C6B13" w:rsidP="006D6112">
            <w:pPr>
              <w:jc w:val="left"/>
            </w:pPr>
            <w:r w:rsidRPr="00B3459B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1107C7" wp14:editId="1B7D919F">
                      <wp:simplePos x="0" y="0"/>
                      <wp:positionH relativeFrom="column">
                        <wp:posOffset>-1797363</wp:posOffset>
                      </wp:positionH>
                      <wp:positionV relativeFrom="paragraph">
                        <wp:posOffset>537845</wp:posOffset>
                      </wp:positionV>
                      <wp:extent cx="6203315" cy="0"/>
                      <wp:effectExtent l="12065" t="48260" r="23495" b="46990"/>
                      <wp:wrapNone/>
                      <wp:docPr id="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03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D43570" id="AutoShape 7" o:spid="_x0000_s1026" type="#_x0000_t32" style="position:absolute;margin-left:-141.5pt;margin-top:42.35pt;width:488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" strokeweight="1pt">
                      <v:stroke endarrow="block" endarrowwidth="narrow"/>
                    </v:shape>
                  </w:pict>
                </mc:Fallback>
              </mc:AlternateContent>
            </w:r>
            <w:r w:rsidR="002B1BE2" w:rsidRPr="00B3459B">
              <w:t>mgr inż. Bartosz Zawieja</w:t>
            </w:r>
          </w:p>
        </w:tc>
      </w:tr>
      <w:tr w:rsidR="00D04157" w:rsidRPr="00B3459B" w14:paraId="36B5DA69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55FEAF91" w14:textId="6D28709A" w:rsidR="00D71517" w:rsidRPr="00B3459B" w:rsidRDefault="00D71517" w:rsidP="006D6112">
            <w:pPr>
              <w:jc w:val="right"/>
            </w:pPr>
            <w:r w:rsidRPr="00B3459B">
              <w:t>Zadanie</w:t>
            </w:r>
          </w:p>
        </w:tc>
        <w:tc>
          <w:tcPr>
            <w:tcW w:w="6780" w:type="dxa"/>
          </w:tcPr>
          <w:p w14:paraId="26A22D70" w14:textId="39A461C5" w:rsidR="007831F3" w:rsidRPr="00B3459B" w:rsidRDefault="000A6C3E" w:rsidP="00F44CFC">
            <w:pPr>
              <w:rPr>
                <w:b/>
              </w:rPr>
            </w:pPr>
            <w:bookmarkStart w:id="0" w:name="_Hlk43370209"/>
            <w:r w:rsidRPr="00B3459B">
              <w:rPr>
                <w:b/>
              </w:rPr>
              <w:t xml:space="preserve">Projekt remontu / modernizacji / przebudowy budynku Państwowej Szkoły Muzycznej I </w:t>
            </w:r>
            <w:proofErr w:type="spellStart"/>
            <w:r w:rsidRPr="00B3459B">
              <w:rPr>
                <w:b/>
              </w:rPr>
              <w:t>i</w:t>
            </w:r>
            <w:proofErr w:type="spellEnd"/>
            <w:r w:rsidRPr="00B3459B">
              <w:rPr>
                <w:b/>
              </w:rPr>
              <w:t xml:space="preserve"> II st. </w:t>
            </w:r>
            <w:r w:rsidR="009143B4">
              <w:rPr>
                <w:b/>
              </w:rPr>
              <w:t>i</w:t>
            </w:r>
            <w:r w:rsidRPr="00B3459B">
              <w:rPr>
                <w:b/>
              </w:rPr>
              <w:t>m. M. Karłowicza w Katowicach – ETAP I</w:t>
            </w:r>
            <w:r w:rsidR="006D428A" w:rsidRPr="00B3459B">
              <w:rPr>
                <w:b/>
              </w:rPr>
              <w:t>II</w:t>
            </w:r>
            <w:bookmarkEnd w:id="0"/>
          </w:p>
        </w:tc>
      </w:tr>
      <w:tr w:rsidR="00D04157" w:rsidRPr="00B3459B" w14:paraId="06BF23B1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7988B4E0" w14:textId="77777777" w:rsidR="00D71517" w:rsidRPr="00B3459B" w:rsidRDefault="00D71517" w:rsidP="006D6112">
            <w:pPr>
              <w:jc w:val="right"/>
            </w:pPr>
            <w:r w:rsidRPr="00B3459B">
              <w:t>Temat</w:t>
            </w:r>
          </w:p>
        </w:tc>
        <w:tc>
          <w:tcPr>
            <w:tcW w:w="6780" w:type="dxa"/>
          </w:tcPr>
          <w:p w14:paraId="0C8FE133" w14:textId="63B40397" w:rsidR="00D04157" w:rsidRPr="00B3459B" w:rsidRDefault="00481CBF" w:rsidP="00F44CFC">
            <w:pPr>
              <w:rPr>
                <w:b/>
              </w:rPr>
            </w:pPr>
            <w:r w:rsidRPr="00B3459B">
              <w:rPr>
                <w:b/>
              </w:rPr>
              <w:t>Etap I</w:t>
            </w:r>
            <w:r w:rsidR="006D3DA3" w:rsidRPr="00B3459B">
              <w:rPr>
                <w:b/>
              </w:rPr>
              <w:t>II</w:t>
            </w:r>
            <w:r w:rsidRPr="00B3459B">
              <w:rPr>
                <w:b/>
              </w:rPr>
              <w:t xml:space="preserve"> – p</w:t>
            </w:r>
            <w:r w:rsidR="00BB7B91" w:rsidRPr="00B3459B">
              <w:rPr>
                <w:b/>
              </w:rPr>
              <w:t>rojekt</w:t>
            </w:r>
            <w:r w:rsidR="002C4814" w:rsidRPr="00B3459B">
              <w:rPr>
                <w:b/>
              </w:rPr>
              <w:t xml:space="preserve"> modernizacji </w:t>
            </w:r>
            <w:r w:rsidR="006877EA" w:rsidRPr="00B3459B">
              <w:rPr>
                <w:b/>
              </w:rPr>
              <w:t>sal dydaktycznych</w:t>
            </w:r>
            <w:r w:rsidR="00E93EFE" w:rsidRPr="00B3459B">
              <w:rPr>
                <w:b/>
              </w:rPr>
              <w:t xml:space="preserve"> </w:t>
            </w:r>
            <w:r w:rsidR="002C4814" w:rsidRPr="00B3459B">
              <w:rPr>
                <w:b/>
              </w:rPr>
              <w:t>w zakresie ochrony przeciwdźwiękowej</w:t>
            </w:r>
            <w:r w:rsidR="004C0B31" w:rsidRPr="00B3459B">
              <w:rPr>
                <w:b/>
              </w:rPr>
              <w:t xml:space="preserve"> i </w:t>
            </w:r>
            <w:r w:rsidR="002C4814" w:rsidRPr="00B3459B">
              <w:rPr>
                <w:b/>
              </w:rPr>
              <w:t>akustyki wnętrz</w:t>
            </w:r>
            <w:r w:rsidR="00BB7B91" w:rsidRPr="00B3459B">
              <w:rPr>
                <w:b/>
              </w:rPr>
              <w:t>a</w:t>
            </w:r>
          </w:p>
        </w:tc>
      </w:tr>
      <w:tr w:rsidR="00D04157" w:rsidRPr="00B3459B" w14:paraId="2291D470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6DC8FFAF" w14:textId="77777777" w:rsidR="00D71517" w:rsidRPr="00B3459B" w:rsidRDefault="00D71517" w:rsidP="006D6112">
            <w:pPr>
              <w:jc w:val="right"/>
            </w:pPr>
            <w:r w:rsidRPr="00B3459B">
              <w:t>Nazwa obiektu</w:t>
            </w:r>
          </w:p>
        </w:tc>
        <w:tc>
          <w:tcPr>
            <w:tcW w:w="6780" w:type="dxa"/>
          </w:tcPr>
          <w:p w14:paraId="5305DA3A" w14:textId="77777777" w:rsidR="00D71517" w:rsidRPr="00B3459B" w:rsidRDefault="00295A2C" w:rsidP="00F44CFC">
            <w:r w:rsidRPr="00B3459B">
              <w:t>Budynek Państwowej</w:t>
            </w:r>
            <w:r w:rsidR="00E30767" w:rsidRPr="00B3459B">
              <w:t xml:space="preserve"> Szkoł</w:t>
            </w:r>
            <w:r w:rsidRPr="00B3459B">
              <w:t>y Muzycznej</w:t>
            </w:r>
            <w:r w:rsidR="00E30767" w:rsidRPr="00B3459B">
              <w:t xml:space="preserve"> I </w:t>
            </w:r>
            <w:proofErr w:type="spellStart"/>
            <w:r w:rsidR="00E30767" w:rsidRPr="00B3459B">
              <w:t>i</w:t>
            </w:r>
            <w:proofErr w:type="spellEnd"/>
            <w:r w:rsidR="00E30767" w:rsidRPr="00B3459B">
              <w:t xml:space="preserve"> II st. im. Mieczysława Karłowicza w Katowicach</w:t>
            </w:r>
          </w:p>
        </w:tc>
      </w:tr>
      <w:tr w:rsidR="00D04157" w:rsidRPr="00B3459B" w14:paraId="0A4153D3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4F8F9FB5" w14:textId="77777777" w:rsidR="00D71517" w:rsidRPr="00B3459B" w:rsidRDefault="00D71517" w:rsidP="006D6112">
            <w:pPr>
              <w:jc w:val="right"/>
            </w:pPr>
            <w:r w:rsidRPr="00B3459B">
              <w:t>Adres obiektu</w:t>
            </w:r>
          </w:p>
        </w:tc>
        <w:tc>
          <w:tcPr>
            <w:tcW w:w="6780" w:type="dxa"/>
          </w:tcPr>
          <w:p w14:paraId="53EEC67C" w14:textId="77777777" w:rsidR="00D71517" w:rsidRPr="00B3459B" w:rsidRDefault="00E30767" w:rsidP="006D6112">
            <w:pPr>
              <w:jc w:val="left"/>
            </w:pPr>
            <w:r w:rsidRPr="00B3459B">
              <w:t>ul. Teatralna 16, 40-003 Katowice</w:t>
            </w:r>
          </w:p>
        </w:tc>
      </w:tr>
      <w:tr w:rsidR="00D04157" w:rsidRPr="00B3459B" w14:paraId="3E0C7B80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073971CA" w14:textId="77777777" w:rsidR="00D71517" w:rsidRPr="00B3459B" w:rsidRDefault="00D71517" w:rsidP="006D6112">
            <w:pPr>
              <w:jc w:val="right"/>
            </w:pPr>
            <w:r w:rsidRPr="00B3459B">
              <w:t>Inwestor</w:t>
            </w:r>
          </w:p>
        </w:tc>
        <w:tc>
          <w:tcPr>
            <w:tcW w:w="6780" w:type="dxa"/>
          </w:tcPr>
          <w:p w14:paraId="41CF0556" w14:textId="77777777" w:rsidR="00E30767" w:rsidRPr="00B3459B" w:rsidRDefault="00E303B6" w:rsidP="00F44CFC">
            <w:r w:rsidRPr="00B3459B">
              <w:t xml:space="preserve">Państwowa Szkoła Muzyczna </w:t>
            </w:r>
            <w:r w:rsidR="00DE7F2D" w:rsidRPr="00B3459B">
              <w:t xml:space="preserve">I </w:t>
            </w:r>
            <w:proofErr w:type="spellStart"/>
            <w:r w:rsidR="00DE7F2D" w:rsidRPr="00B3459B">
              <w:t>i</w:t>
            </w:r>
            <w:proofErr w:type="spellEnd"/>
            <w:r w:rsidR="00DE7F2D" w:rsidRPr="00B3459B">
              <w:t xml:space="preserve"> II st. </w:t>
            </w:r>
            <w:r w:rsidRPr="00B3459B">
              <w:t>im. M</w:t>
            </w:r>
            <w:r w:rsidR="00DE7F2D" w:rsidRPr="00B3459B">
              <w:t xml:space="preserve">. </w:t>
            </w:r>
            <w:r w:rsidRPr="00B3459B">
              <w:t>Karłowicza</w:t>
            </w:r>
            <w:r w:rsidR="00DE7F2D" w:rsidRPr="00B3459B">
              <w:t xml:space="preserve"> w Katowicach, </w:t>
            </w:r>
            <w:r w:rsidRPr="00B3459B">
              <w:t>ul. Teatralna 16, 40-003 Katowice</w:t>
            </w:r>
          </w:p>
        </w:tc>
      </w:tr>
      <w:tr w:rsidR="005F3E7F" w:rsidRPr="00B3459B" w14:paraId="40CDB7CD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7FEAAD5F" w14:textId="77777777" w:rsidR="005F3E7F" w:rsidRPr="00B3459B" w:rsidRDefault="005F3E7F" w:rsidP="006D6112">
            <w:pPr>
              <w:jc w:val="right"/>
            </w:pPr>
            <w:r w:rsidRPr="00B3459B">
              <w:t>Stadium</w:t>
            </w:r>
          </w:p>
        </w:tc>
        <w:tc>
          <w:tcPr>
            <w:tcW w:w="6780" w:type="dxa"/>
          </w:tcPr>
          <w:p w14:paraId="690A077A" w14:textId="2B505DE9" w:rsidR="005F3E7F" w:rsidRPr="00B3459B" w:rsidRDefault="00F24053" w:rsidP="00DE7F2D">
            <w:pPr>
              <w:jc w:val="left"/>
            </w:pPr>
            <w:r w:rsidRPr="00B3459B">
              <w:t xml:space="preserve">ETAP III – </w:t>
            </w:r>
            <w:r w:rsidR="006877EA" w:rsidRPr="00B3459B">
              <w:t>P</w:t>
            </w:r>
            <w:r w:rsidR="00BB7B91" w:rsidRPr="00B3459B">
              <w:t>rojekt wykonawczy</w:t>
            </w:r>
          </w:p>
        </w:tc>
      </w:tr>
      <w:tr w:rsidR="00D04157" w:rsidRPr="00B3459B" w14:paraId="42992232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2F10FD34" w14:textId="77777777" w:rsidR="00D71517" w:rsidRPr="00B3459B" w:rsidRDefault="00D71517" w:rsidP="006D6112">
            <w:pPr>
              <w:jc w:val="right"/>
            </w:pPr>
            <w:r w:rsidRPr="00B3459B">
              <w:t>Tom</w:t>
            </w:r>
          </w:p>
        </w:tc>
        <w:tc>
          <w:tcPr>
            <w:tcW w:w="6780" w:type="dxa"/>
          </w:tcPr>
          <w:p w14:paraId="39CE838A" w14:textId="77777777" w:rsidR="00D71517" w:rsidRPr="00B3459B" w:rsidRDefault="007201E7" w:rsidP="006D6112">
            <w:pPr>
              <w:jc w:val="left"/>
            </w:pPr>
            <w:r w:rsidRPr="00B3459B">
              <w:t>1. OPIS TECHNICZNY</w:t>
            </w:r>
          </w:p>
        </w:tc>
      </w:tr>
      <w:tr w:rsidR="00D04157" w:rsidRPr="00B3459B" w14:paraId="0469D730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07C1A292" w14:textId="77777777" w:rsidR="00D71517" w:rsidRPr="00B3459B" w:rsidRDefault="00D71517" w:rsidP="006D6112">
            <w:pPr>
              <w:jc w:val="right"/>
            </w:pPr>
            <w:r w:rsidRPr="00B3459B">
              <w:t>Edycja</w:t>
            </w:r>
          </w:p>
        </w:tc>
        <w:tc>
          <w:tcPr>
            <w:tcW w:w="6780" w:type="dxa"/>
          </w:tcPr>
          <w:p w14:paraId="2A867CAE" w14:textId="77777777" w:rsidR="00D71517" w:rsidRPr="00B3459B" w:rsidRDefault="007201E7" w:rsidP="006D6112">
            <w:pPr>
              <w:jc w:val="left"/>
            </w:pPr>
            <w:r w:rsidRPr="00B3459B">
              <w:t>v.01</w:t>
            </w:r>
          </w:p>
        </w:tc>
      </w:tr>
      <w:tr w:rsidR="00D04157" w:rsidRPr="00B3459B" w14:paraId="45CAA547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6B70F3D9" w14:textId="77777777" w:rsidR="00D71517" w:rsidRPr="00B3459B" w:rsidRDefault="00D71517" w:rsidP="006D6112">
            <w:pPr>
              <w:jc w:val="right"/>
            </w:pPr>
            <w:r w:rsidRPr="00B3459B">
              <w:t>Branża</w:t>
            </w:r>
          </w:p>
        </w:tc>
        <w:tc>
          <w:tcPr>
            <w:tcW w:w="6780" w:type="dxa"/>
          </w:tcPr>
          <w:p w14:paraId="6747BA80" w14:textId="0711DB2D" w:rsidR="00D71517" w:rsidRPr="00B3459B" w:rsidRDefault="0096143B" w:rsidP="00CE615B">
            <w:pPr>
              <w:jc w:val="left"/>
            </w:pPr>
            <w:r w:rsidRPr="00B3459B">
              <w:t>O</w:t>
            </w:r>
            <w:r w:rsidR="007201E7" w:rsidRPr="00B3459B">
              <w:t>chrona przeciwdźwiękowa</w:t>
            </w:r>
            <w:r w:rsidRPr="00B3459B">
              <w:t>, akustyka wnętrz</w:t>
            </w:r>
          </w:p>
        </w:tc>
      </w:tr>
    </w:tbl>
    <w:p w14:paraId="0A337A66" w14:textId="77777777" w:rsidR="003A3B94" w:rsidRPr="00B3459B" w:rsidRDefault="003A3B94" w:rsidP="006D6112">
      <w:pPr>
        <w:pBdr>
          <w:top w:val="single" w:sz="4" w:space="1" w:color="auto"/>
        </w:pBdr>
        <w:tabs>
          <w:tab w:val="left" w:pos="1634"/>
        </w:tabs>
        <w:spacing w:before="240" w:line="240" w:lineRule="auto"/>
        <w:ind w:left="284" w:right="284"/>
        <w:rPr>
          <w:sz w:val="18"/>
          <w:szCs w:val="18"/>
        </w:rPr>
      </w:pPr>
      <w:r w:rsidRPr="00B3459B">
        <w:rPr>
          <w:sz w:val="18"/>
          <w:szCs w:val="18"/>
        </w:rPr>
        <w:t xml:space="preserve">Niniejsze </w:t>
      </w:r>
      <w:r w:rsidR="001752D4" w:rsidRPr="00B3459B">
        <w:rPr>
          <w:rFonts w:cs="Arial"/>
          <w:sz w:val="18"/>
          <w:szCs w:val="18"/>
        </w:rPr>
        <w:t>opracowanie stanowi własność intelektualną Pracowni Akustycznej</w:t>
      </w:r>
      <w:r w:rsidR="00EF1089" w:rsidRPr="00B3459B">
        <w:rPr>
          <w:rFonts w:cs="Arial"/>
          <w:sz w:val="18"/>
          <w:szCs w:val="18"/>
        </w:rPr>
        <w:t xml:space="preserve"> Kozłowski</w:t>
      </w:r>
      <w:r w:rsidR="001752D4" w:rsidRPr="00B3459B">
        <w:rPr>
          <w:rFonts w:cs="Arial"/>
          <w:sz w:val="18"/>
          <w:szCs w:val="18"/>
        </w:rPr>
        <w:t xml:space="preserve"> </w:t>
      </w:r>
      <w:r w:rsidR="00EF1089" w:rsidRPr="00B3459B">
        <w:rPr>
          <w:rFonts w:cs="Arial"/>
          <w:sz w:val="18"/>
          <w:szCs w:val="18"/>
        </w:rPr>
        <w:t xml:space="preserve">sp. j. </w:t>
      </w:r>
      <w:r w:rsidR="001752D4" w:rsidRPr="00B3459B">
        <w:rPr>
          <w:rFonts w:cs="Arial"/>
          <w:sz w:val="18"/>
          <w:szCs w:val="18"/>
        </w:rPr>
        <w:t>i objęte jest prawem autorskim zgodnie z ustawą z dnia 04.02.1994 "O prawie autorskim i prawach pokrewnych". Żadna z jego części nie może być kopiowana, powielana, udostępniana w żadnej formie, również elektronicznej, bez wyraźnej pisemnej zgody autorów. Opracowanie to może być wykorzystane jedynie zgodnie z przeznaczeniem, dla którego zostało wykonane, chyba że właściciele praw autorskich podpisali na to zgodę wydaną w następstwie o</w:t>
      </w:r>
      <w:r w:rsidR="00EF1089" w:rsidRPr="00B3459B">
        <w:rPr>
          <w:rFonts w:cs="Arial"/>
          <w:sz w:val="18"/>
          <w:szCs w:val="18"/>
        </w:rPr>
        <w:t>dpowiedniej umowy handlowej. Do </w:t>
      </w:r>
      <w:r w:rsidR="001752D4" w:rsidRPr="00B3459B">
        <w:rPr>
          <w:rFonts w:cs="Arial"/>
          <w:sz w:val="18"/>
          <w:szCs w:val="18"/>
        </w:rPr>
        <w:t>czasu uregulowania pełnego wynagrodzenia Pracowni Akustycznej</w:t>
      </w:r>
      <w:r w:rsidR="00EF1089" w:rsidRPr="00B3459B">
        <w:rPr>
          <w:rFonts w:cs="Arial"/>
          <w:sz w:val="18"/>
          <w:szCs w:val="18"/>
        </w:rPr>
        <w:t xml:space="preserve"> Kozłowski sp.</w:t>
      </w:r>
      <w:r w:rsidR="00EA1609" w:rsidRPr="00B3459B">
        <w:rPr>
          <w:rFonts w:cs="Arial"/>
          <w:sz w:val="18"/>
          <w:szCs w:val="18"/>
        </w:rPr>
        <w:t xml:space="preserve"> </w:t>
      </w:r>
      <w:r w:rsidR="00EF1089" w:rsidRPr="00B3459B">
        <w:rPr>
          <w:rFonts w:cs="Arial"/>
          <w:sz w:val="18"/>
          <w:szCs w:val="18"/>
        </w:rPr>
        <w:t>j.</w:t>
      </w:r>
      <w:r w:rsidR="001752D4" w:rsidRPr="00B3459B">
        <w:rPr>
          <w:rFonts w:cs="Arial"/>
          <w:sz w:val="18"/>
          <w:szCs w:val="18"/>
        </w:rPr>
        <w:t xml:space="preserve"> jest ona jedynym właścicielem wszelki</w:t>
      </w:r>
      <w:r w:rsidR="00FC2AB4" w:rsidRPr="00B3459B">
        <w:rPr>
          <w:rFonts w:cs="Arial"/>
          <w:sz w:val="18"/>
          <w:szCs w:val="18"/>
        </w:rPr>
        <w:t>ch praw autorskich oraz praw do </w:t>
      </w:r>
      <w:r w:rsidR="001752D4" w:rsidRPr="00B3459B">
        <w:rPr>
          <w:rFonts w:cs="Arial"/>
          <w:sz w:val="18"/>
          <w:szCs w:val="18"/>
        </w:rPr>
        <w:t>wykorzystania niniejszej dokumentacji.</w:t>
      </w:r>
    </w:p>
    <w:p w14:paraId="73EB5A37" w14:textId="426F45C6" w:rsidR="006D6112" w:rsidRPr="00B3459B" w:rsidRDefault="002C164B" w:rsidP="006D6112">
      <w:pPr>
        <w:pBdr>
          <w:top w:val="single" w:sz="4" w:space="1" w:color="auto"/>
        </w:pBdr>
        <w:tabs>
          <w:tab w:val="left" w:pos="1634"/>
        </w:tabs>
        <w:spacing w:line="240" w:lineRule="auto"/>
        <w:ind w:left="284" w:right="284"/>
        <w:jc w:val="left"/>
        <w:rPr>
          <w:sz w:val="18"/>
          <w:szCs w:val="18"/>
        </w:rPr>
      </w:pPr>
      <w:r w:rsidRPr="00B3459B">
        <w:rPr>
          <w:noProof/>
          <w:sz w:val="18"/>
          <w:szCs w:val="18"/>
          <w:lang w:eastAsia="pl-PL"/>
        </w:rPr>
        <w:drawing>
          <wp:anchor distT="0" distB="0" distL="114300" distR="114300" simplePos="0" relativeHeight="251656192" behindDoc="0" locked="0" layoutInCell="1" allowOverlap="1" wp14:anchorId="08644E4A" wp14:editId="0B1C1D11">
            <wp:simplePos x="0" y="0"/>
            <wp:positionH relativeFrom="page">
              <wp:posOffset>848360</wp:posOffset>
            </wp:positionH>
            <wp:positionV relativeFrom="page">
              <wp:posOffset>9963150</wp:posOffset>
            </wp:positionV>
            <wp:extent cx="6193155" cy="423545"/>
            <wp:effectExtent l="19050" t="0" r="0" b="0"/>
            <wp:wrapNone/>
            <wp:docPr id="8" name="Obraz 7" descr="namiaryakustycz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namiaryakustyczn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8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155" cy="42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3B94" w:rsidRPr="00B3459B">
        <w:rPr>
          <w:sz w:val="18"/>
          <w:szCs w:val="18"/>
        </w:rPr>
        <w:t>© Copyright by</w:t>
      </w:r>
      <w:r w:rsidR="000A2001" w:rsidRPr="00B3459B">
        <w:rPr>
          <w:sz w:val="18"/>
          <w:szCs w:val="18"/>
        </w:rPr>
        <w:t xml:space="preserve"> </w:t>
      </w:r>
      <w:r w:rsidR="00980740" w:rsidRPr="00B3459B">
        <w:rPr>
          <w:sz w:val="18"/>
          <w:szCs w:val="18"/>
        </w:rPr>
        <w:t>Pra</w:t>
      </w:r>
      <w:r w:rsidR="00F10755" w:rsidRPr="00B3459B">
        <w:rPr>
          <w:sz w:val="18"/>
          <w:szCs w:val="18"/>
        </w:rPr>
        <w:t>cownia Akustyczna, Wrocław, 20</w:t>
      </w:r>
      <w:r w:rsidR="00CF6A96" w:rsidRPr="00B3459B">
        <w:rPr>
          <w:sz w:val="18"/>
          <w:szCs w:val="18"/>
        </w:rPr>
        <w:t>20</w:t>
      </w:r>
    </w:p>
    <w:p w14:paraId="26F0F4E8" w14:textId="77777777" w:rsidR="000A2001" w:rsidRPr="00B3459B" w:rsidRDefault="000A2001" w:rsidP="003A3B94">
      <w:pPr>
        <w:tabs>
          <w:tab w:val="left" w:pos="1634"/>
        </w:tabs>
        <w:spacing w:line="240" w:lineRule="auto"/>
        <w:rPr>
          <w:sz w:val="18"/>
          <w:szCs w:val="18"/>
        </w:rPr>
        <w:sectPr w:rsidR="000A2001" w:rsidRPr="00B3459B" w:rsidSect="006D6112">
          <w:headerReference w:type="even" r:id="rId10"/>
          <w:headerReference w:type="default" r:id="rId11"/>
          <w:footerReference w:type="even" r:id="rId12"/>
          <w:footerReference w:type="default" r:id="rId13"/>
          <w:type w:val="oddPage"/>
          <w:pgSz w:w="11906" w:h="16838" w:code="9"/>
          <w:pgMar w:top="1196" w:right="567" w:bottom="1196" w:left="1134" w:header="510" w:footer="284" w:gutter="0"/>
          <w:cols w:space="708"/>
          <w:titlePg/>
          <w:docGrid w:linePitch="360"/>
        </w:sectPr>
      </w:pPr>
    </w:p>
    <w:p w14:paraId="04F024C1" w14:textId="77777777" w:rsidR="00E0416B" w:rsidRPr="00B3459B" w:rsidRDefault="00E0416B" w:rsidP="00E0416B">
      <w:pPr>
        <w:pStyle w:val="Nagwek1"/>
        <w:numPr>
          <w:ilvl w:val="0"/>
          <w:numId w:val="0"/>
        </w:numPr>
      </w:pPr>
      <w:bookmarkStart w:id="1" w:name="_Toc240436542"/>
      <w:bookmarkStart w:id="2" w:name="_Toc44506360"/>
      <w:r w:rsidRPr="00B3459B">
        <w:lastRenderedPageBreak/>
        <w:t>Adres jednostki projektowania:</w:t>
      </w:r>
      <w:bookmarkEnd w:id="1"/>
      <w:bookmarkEnd w:id="2"/>
    </w:p>
    <w:p w14:paraId="0BBEA3A2" w14:textId="77777777" w:rsidR="00436448" w:rsidRPr="00B3459B" w:rsidRDefault="00FC2AB4" w:rsidP="00436448">
      <w:pPr>
        <w:jc w:val="left"/>
      </w:pPr>
      <w:r w:rsidRPr="00B3459B">
        <w:t>PRACOWNIA AKUSTYCZNA</w:t>
      </w:r>
      <w:r w:rsidR="00C8676C" w:rsidRPr="00B3459B">
        <w:t xml:space="preserve"> Kozłowski sp. j.</w:t>
      </w:r>
      <w:r w:rsidR="00436448" w:rsidRPr="00B3459B">
        <w:br/>
        <w:t xml:space="preserve">ul. </w:t>
      </w:r>
      <w:r w:rsidR="00CA6EE4" w:rsidRPr="00B3459B">
        <w:t>Opolska 140</w:t>
      </w:r>
      <w:r w:rsidR="00CA6EE4" w:rsidRPr="00B3459B">
        <w:br/>
        <w:t>52-</w:t>
      </w:r>
      <w:r w:rsidR="00C93A15" w:rsidRPr="00B3459B">
        <w:t>014</w:t>
      </w:r>
      <w:r w:rsidR="00436448" w:rsidRPr="00B3459B">
        <w:t xml:space="preserve"> Wrocław</w:t>
      </w:r>
    </w:p>
    <w:p w14:paraId="2B983513" w14:textId="77777777" w:rsidR="00436448" w:rsidRPr="00B3459B" w:rsidRDefault="00B605A2" w:rsidP="00436448">
      <w:pPr>
        <w:jc w:val="left"/>
      </w:pPr>
      <w:r w:rsidRPr="00B3459B">
        <w:t>NIP: 899-261-33-93</w:t>
      </w:r>
      <w:r w:rsidRPr="00B3459B">
        <w:br/>
        <w:t>REGON: 020574694</w:t>
      </w:r>
      <w:r w:rsidRPr="00B3459B">
        <w:br/>
        <w:t>KRS: 0000286159</w:t>
      </w:r>
    </w:p>
    <w:p w14:paraId="0938EEBA" w14:textId="15EFE5F7" w:rsidR="00E0416B" w:rsidRPr="00B3459B" w:rsidRDefault="00436448" w:rsidP="00436448">
      <w:pPr>
        <w:jc w:val="left"/>
        <w:rPr>
          <w:lang w:val="en-US"/>
        </w:rPr>
      </w:pPr>
      <w:r w:rsidRPr="00B3459B">
        <w:rPr>
          <w:lang w:val="en-US"/>
        </w:rPr>
        <w:t>tel.</w:t>
      </w:r>
      <w:r w:rsidRPr="00B3459B">
        <w:rPr>
          <w:lang w:val="en-US"/>
        </w:rPr>
        <w:tab/>
        <w:t>+48 71 794 93 31</w:t>
      </w:r>
      <w:r w:rsidRPr="00B3459B">
        <w:rPr>
          <w:lang w:val="en-US"/>
        </w:rPr>
        <w:br/>
      </w:r>
      <w:r w:rsidR="00E0416B" w:rsidRPr="00B3459B">
        <w:rPr>
          <w:lang w:val="en-US"/>
        </w:rPr>
        <w:t xml:space="preserve">web: </w:t>
      </w:r>
      <w:r w:rsidR="00E0416B" w:rsidRPr="00B3459B">
        <w:rPr>
          <w:lang w:val="en-US"/>
        </w:rPr>
        <w:tab/>
        <w:t>www.akustyczna.pl</w:t>
      </w:r>
      <w:r w:rsidR="00E0416B" w:rsidRPr="00B3459B">
        <w:rPr>
          <w:lang w:val="en-US"/>
        </w:rPr>
        <w:br/>
        <w:t>email:</w:t>
      </w:r>
      <w:r w:rsidR="00E0416B" w:rsidRPr="00B3459B">
        <w:rPr>
          <w:lang w:val="en-US"/>
        </w:rPr>
        <w:tab/>
        <w:t>pracownia@akustyczna.pl</w:t>
      </w:r>
    </w:p>
    <w:p w14:paraId="5800C05D" w14:textId="77777777" w:rsidR="00C073BC" w:rsidRPr="00B3459B" w:rsidRDefault="00C073BC" w:rsidP="001032D3">
      <w:pPr>
        <w:rPr>
          <w:lang w:val="en-US"/>
        </w:rPr>
      </w:pPr>
    </w:p>
    <w:p w14:paraId="5C1AEF97" w14:textId="77777777" w:rsidR="00E10ADF" w:rsidRPr="00B3459B" w:rsidRDefault="00E10ADF" w:rsidP="001032D3">
      <w:pPr>
        <w:rPr>
          <w:lang w:val="en-US"/>
        </w:rPr>
      </w:pPr>
    </w:p>
    <w:p w14:paraId="0DF9F8F2" w14:textId="03C29D58" w:rsidR="00E10ADF" w:rsidRPr="00B3459B" w:rsidRDefault="00E10ADF" w:rsidP="001032D3">
      <w:pPr>
        <w:rPr>
          <w:lang w:val="en-US"/>
        </w:rPr>
        <w:sectPr w:rsidR="00E10ADF" w:rsidRPr="00B3459B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682AFA5C" w14:textId="5496549A" w:rsidR="001032D3" w:rsidRPr="00B3459B" w:rsidRDefault="00C073BC" w:rsidP="00C073BC">
      <w:pPr>
        <w:pStyle w:val="Nagwek1"/>
        <w:numPr>
          <w:ilvl w:val="0"/>
          <w:numId w:val="0"/>
        </w:numPr>
        <w:ind w:left="397" w:hanging="397"/>
      </w:pPr>
      <w:bookmarkStart w:id="3" w:name="_Toc44506361"/>
      <w:r w:rsidRPr="00B3459B">
        <w:lastRenderedPageBreak/>
        <w:t>Spis zawartości projektu</w:t>
      </w:r>
      <w:bookmarkEnd w:id="3"/>
    </w:p>
    <w:p w14:paraId="26388784" w14:textId="6FF5A0F8" w:rsidR="00C073BC" w:rsidRPr="00B3459B" w:rsidRDefault="00083FE8" w:rsidP="009D67C4">
      <w:pPr>
        <w:pStyle w:val="Akapitzlist"/>
        <w:numPr>
          <w:ilvl w:val="0"/>
          <w:numId w:val="14"/>
        </w:numPr>
        <w:ind w:left="709"/>
        <w:contextualSpacing w:val="0"/>
      </w:pPr>
      <w:r w:rsidRPr="00B3459B">
        <w:t>Część opisowa (Zawartość wedle spisu treści na str. 7)</w:t>
      </w:r>
    </w:p>
    <w:p w14:paraId="3D2D3910" w14:textId="702AB0E8" w:rsidR="00083FE8" w:rsidRPr="00B3459B" w:rsidRDefault="00083FE8" w:rsidP="009D67C4">
      <w:pPr>
        <w:pStyle w:val="Akapitzlist"/>
        <w:numPr>
          <w:ilvl w:val="0"/>
          <w:numId w:val="14"/>
        </w:numPr>
        <w:ind w:left="709"/>
        <w:contextualSpacing w:val="0"/>
      </w:pPr>
      <w:r w:rsidRPr="00B3459B">
        <w:t>Część rysunkowa</w:t>
      </w:r>
      <w:r w:rsidR="009D67C4" w:rsidRPr="00B3459B">
        <w:t>:</w:t>
      </w:r>
    </w:p>
    <w:p w14:paraId="2AC2ED3F" w14:textId="390C7503" w:rsidR="00083FE8" w:rsidRPr="00B3459B" w:rsidRDefault="00F94B78" w:rsidP="009220B8">
      <w:pPr>
        <w:pStyle w:val="Akapitzlist"/>
        <w:numPr>
          <w:ilvl w:val="1"/>
          <w:numId w:val="14"/>
        </w:numPr>
        <w:ind w:left="993" w:hanging="426"/>
        <w:contextualSpacing w:val="0"/>
      </w:pPr>
      <w:r w:rsidRPr="00B3459B">
        <w:t>Etap_III_</w:t>
      </w:r>
      <w:r w:rsidR="00083FE8" w:rsidRPr="00B3459B">
        <w:t xml:space="preserve">AW01 – </w:t>
      </w:r>
      <w:r w:rsidR="009220B8" w:rsidRPr="00B3459B">
        <w:t>R</w:t>
      </w:r>
      <w:r w:rsidR="00CF18EB" w:rsidRPr="00B3459B">
        <w:t>ozmieszczenie adaptacji akustycznej w sali nr 404 – typ I</w:t>
      </w:r>
    </w:p>
    <w:p w14:paraId="61645A2F" w14:textId="51A26E2E" w:rsidR="00083FE8" w:rsidRPr="00B3459B" w:rsidRDefault="00047EBC" w:rsidP="009220B8">
      <w:pPr>
        <w:pStyle w:val="Akapitzlist"/>
        <w:numPr>
          <w:ilvl w:val="1"/>
          <w:numId w:val="14"/>
        </w:numPr>
        <w:ind w:left="993" w:hanging="426"/>
        <w:contextualSpacing w:val="0"/>
      </w:pPr>
      <w:r w:rsidRPr="00B3459B">
        <w:t>Etap_III_</w:t>
      </w:r>
      <w:r w:rsidR="00083FE8" w:rsidRPr="00B3459B">
        <w:t>AW02</w:t>
      </w:r>
      <w:r w:rsidR="00CF18EB" w:rsidRPr="00B3459B">
        <w:t>a</w:t>
      </w:r>
      <w:r w:rsidR="00083FE8" w:rsidRPr="00B3459B">
        <w:t xml:space="preserve"> – </w:t>
      </w:r>
      <w:r w:rsidR="009220B8" w:rsidRPr="00B3459B">
        <w:t>R</w:t>
      </w:r>
      <w:r w:rsidR="00CF18EB" w:rsidRPr="00B3459B">
        <w:t>ozmieszczenie adaptacji akustycznej w sali nr 207 – typ II</w:t>
      </w:r>
    </w:p>
    <w:p w14:paraId="4BE58EFE" w14:textId="79C2D151" w:rsidR="00EC77A5" w:rsidRPr="00B3459B" w:rsidRDefault="00047EBC" w:rsidP="009220B8">
      <w:pPr>
        <w:pStyle w:val="Akapitzlist"/>
        <w:numPr>
          <w:ilvl w:val="1"/>
          <w:numId w:val="14"/>
        </w:numPr>
        <w:ind w:left="993" w:hanging="426"/>
        <w:contextualSpacing w:val="0"/>
      </w:pPr>
      <w:bookmarkStart w:id="4" w:name="_Ref39580418"/>
      <w:r w:rsidRPr="00B3459B">
        <w:t>Etap_III_</w:t>
      </w:r>
      <w:r w:rsidR="00EC77A5" w:rsidRPr="00B3459B">
        <w:t>AW0</w:t>
      </w:r>
      <w:r w:rsidR="00CF18EB" w:rsidRPr="00B3459B">
        <w:t>2b</w:t>
      </w:r>
      <w:r w:rsidR="00EC77A5" w:rsidRPr="00B3459B">
        <w:t xml:space="preserve"> – </w:t>
      </w:r>
      <w:r w:rsidR="009220B8" w:rsidRPr="00B3459B">
        <w:t>R</w:t>
      </w:r>
      <w:r w:rsidR="00CF18EB" w:rsidRPr="00B3459B">
        <w:t>ozmieszczenie adaptacji akustycznej w sali nr 205 (sala specjalna) – typ II</w:t>
      </w:r>
      <w:bookmarkEnd w:id="4"/>
    </w:p>
    <w:p w14:paraId="5D6B1204" w14:textId="76F3F3FE" w:rsidR="00EC77A5" w:rsidRPr="00B3459B" w:rsidRDefault="00047EBC" w:rsidP="009220B8">
      <w:pPr>
        <w:pStyle w:val="Akapitzlist"/>
        <w:numPr>
          <w:ilvl w:val="1"/>
          <w:numId w:val="14"/>
        </w:numPr>
        <w:ind w:left="993" w:hanging="426"/>
        <w:contextualSpacing w:val="0"/>
      </w:pPr>
      <w:r w:rsidRPr="00B3459B">
        <w:t>Etap_III_</w:t>
      </w:r>
      <w:r w:rsidR="00EC77A5" w:rsidRPr="00B3459B">
        <w:t xml:space="preserve">AW03 – </w:t>
      </w:r>
      <w:r w:rsidR="009220B8" w:rsidRPr="00B3459B">
        <w:t>R</w:t>
      </w:r>
      <w:r w:rsidR="00CF18EB" w:rsidRPr="00B3459B">
        <w:t>ozmieszczenie adaptacji akustycznej w sali nr 107 – typ III</w:t>
      </w:r>
    </w:p>
    <w:p w14:paraId="40E1A62B" w14:textId="67D66595" w:rsidR="00CF18EB" w:rsidRPr="00B3459B" w:rsidRDefault="00047EBC" w:rsidP="009220B8">
      <w:pPr>
        <w:pStyle w:val="Akapitzlist"/>
        <w:numPr>
          <w:ilvl w:val="1"/>
          <w:numId w:val="14"/>
        </w:numPr>
        <w:ind w:left="993" w:hanging="426"/>
        <w:contextualSpacing w:val="0"/>
      </w:pPr>
      <w:r w:rsidRPr="00B3459B">
        <w:t>Etap_III_</w:t>
      </w:r>
      <w:r w:rsidR="00EC77A5" w:rsidRPr="00B3459B">
        <w:t>AW04 – Rozmieszczenie adaptacji akustycznej w sali nr </w:t>
      </w:r>
      <w:r w:rsidR="00CF18EB" w:rsidRPr="00B3459B">
        <w:t>104A </w:t>
      </w:r>
      <w:r w:rsidR="00EC77A5" w:rsidRPr="00B3459B">
        <w:t>– </w:t>
      </w:r>
      <w:r w:rsidR="00CF18EB" w:rsidRPr="00B3459B">
        <w:t>do zajęć rytmicznych</w:t>
      </w:r>
    </w:p>
    <w:p w14:paraId="7843D5B9" w14:textId="35B59FD0" w:rsidR="00EC77A5" w:rsidRPr="00B3459B" w:rsidRDefault="00047EBC" w:rsidP="009220B8">
      <w:pPr>
        <w:pStyle w:val="Akapitzlist"/>
        <w:numPr>
          <w:ilvl w:val="1"/>
          <w:numId w:val="14"/>
        </w:numPr>
        <w:ind w:left="993" w:hanging="426"/>
        <w:contextualSpacing w:val="0"/>
      </w:pPr>
      <w:r w:rsidRPr="00B3459B">
        <w:t>Etap_III_</w:t>
      </w:r>
      <w:r w:rsidR="00CF18EB" w:rsidRPr="00B3459B">
        <w:t xml:space="preserve">AW05 – </w:t>
      </w:r>
      <w:r w:rsidR="009220B8" w:rsidRPr="00B3459B">
        <w:t>R</w:t>
      </w:r>
      <w:r w:rsidR="00CF18EB" w:rsidRPr="00B3459B">
        <w:t>ozmieszczenie adaptacji akustycznej w sali nr 310 – komputerowa</w:t>
      </w:r>
    </w:p>
    <w:p w14:paraId="563EFA04" w14:textId="15EB64EA" w:rsidR="00C073BC" w:rsidRPr="00B3459B" w:rsidRDefault="00C073BC" w:rsidP="001032D3"/>
    <w:p w14:paraId="53D37C61" w14:textId="77777777" w:rsidR="006C5488" w:rsidRPr="00B3459B" w:rsidRDefault="006C5488" w:rsidP="00436448">
      <w:pPr>
        <w:jc w:val="left"/>
      </w:pPr>
    </w:p>
    <w:p w14:paraId="735770B9" w14:textId="77777777" w:rsidR="006C5488" w:rsidRPr="00B3459B" w:rsidRDefault="006C5488" w:rsidP="00E0416B">
      <w:pPr>
        <w:pStyle w:val="Nagwek1"/>
        <w:numPr>
          <w:ilvl w:val="0"/>
          <w:numId w:val="0"/>
        </w:numPr>
        <w:sectPr w:rsidR="006C5488" w:rsidRPr="00B3459B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  <w:bookmarkStart w:id="5" w:name="_Toc240436543"/>
    </w:p>
    <w:p w14:paraId="7C8C6117" w14:textId="77777777" w:rsidR="00E13BDC" w:rsidRPr="00B3459B" w:rsidRDefault="00E13BDC" w:rsidP="00E13BDC">
      <w:pPr>
        <w:pStyle w:val="Nagwek1"/>
        <w:numPr>
          <w:ilvl w:val="0"/>
          <w:numId w:val="0"/>
        </w:numPr>
      </w:pPr>
      <w:bookmarkStart w:id="6" w:name="Spis_treści"/>
      <w:bookmarkStart w:id="7" w:name="_Ref440624491"/>
      <w:bookmarkStart w:id="8" w:name="_Toc44506362"/>
      <w:bookmarkEnd w:id="5"/>
      <w:bookmarkEnd w:id="6"/>
      <w:r w:rsidRPr="00B3459B">
        <w:lastRenderedPageBreak/>
        <w:t>Spis treści</w:t>
      </w:r>
      <w:bookmarkEnd w:id="7"/>
      <w:bookmarkEnd w:id="8"/>
    </w:p>
    <w:p w14:paraId="491BF36D" w14:textId="21E9A1DC" w:rsidR="00A872ED" w:rsidRDefault="009125CF">
      <w:pPr>
        <w:pStyle w:val="Spistreci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r w:rsidRPr="00B3459B">
        <w:fldChar w:fldCharType="begin"/>
      </w:r>
      <w:r w:rsidR="00E13BDC" w:rsidRPr="00B3459B">
        <w:instrText xml:space="preserve"> TOC \o \h \z \u </w:instrText>
      </w:r>
      <w:r w:rsidRPr="00B3459B">
        <w:fldChar w:fldCharType="separate"/>
      </w:r>
      <w:hyperlink w:anchor="_Toc44506360" w:history="1">
        <w:r w:rsidR="00A872ED" w:rsidRPr="00C92728">
          <w:rPr>
            <w:rStyle w:val="Hipercze"/>
            <w:noProof/>
          </w:rPr>
          <w:t>Adres jednostki projektowania: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_Toc44506360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 w:rsidR="00825AF8">
          <w:rPr>
            <w:noProof/>
            <w:webHidden/>
          </w:rPr>
          <w:t>3</w:t>
        </w:r>
        <w:r w:rsidR="00A872ED">
          <w:rPr>
            <w:noProof/>
            <w:webHidden/>
          </w:rPr>
          <w:fldChar w:fldCharType="end"/>
        </w:r>
      </w:hyperlink>
    </w:p>
    <w:p w14:paraId="505668A6" w14:textId="496DE8E4" w:rsidR="00A872ED" w:rsidRDefault="00825AF8">
      <w:pPr>
        <w:pStyle w:val="Spistreci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61" w:history="1">
        <w:r w:rsidR="00A872ED" w:rsidRPr="00C92728">
          <w:rPr>
            <w:rStyle w:val="Hipercze"/>
            <w:noProof/>
          </w:rPr>
          <w:t>Spis zawartości projektu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_Toc44506361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A872ED">
          <w:rPr>
            <w:noProof/>
            <w:webHidden/>
          </w:rPr>
          <w:fldChar w:fldCharType="end"/>
        </w:r>
      </w:hyperlink>
    </w:p>
    <w:p w14:paraId="1DF99028" w14:textId="56FEE978" w:rsidR="00A872ED" w:rsidRDefault="00825AF8">
      <w:pPr>
        <w:pStyle w:val="Spistreci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62" w:history="1">
        <w:r w:rsidR="00A872ED" w:rsidRPr="00C92728">
          <w:rPr>
            <w:rStyle w:val="Hipercze"/>
            <w:noProof/>
          </w:rPr>
          <w:t>Spis treści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_Toc44506362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A872ED">
          <w:rPr>
            <w:noProof/>
            <w:webHidden/>
          </w:rPr>
          <w:fldChar w:fldCharType="end"/>
        </w:r>
      </w:hyperlink>
    </w:p>
    <w:p w14:paraId="0A1C1EEF" w14:textId="5FF6478C" w:rsidR="00A872ED" w:rsidRDefault="00825AF8">
      <w:pPr>
        <w:pStyle w:val="Spistreci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63" w:history="1">
        <w:r w:rsidR="00A872ED" w:rsidRPr="00C92728">
          <w:rPr>
            <w:rStyle w:val="Hipercze"/>
            <w:noProof/>
          </w:rPr>
          <w:t>Spis tabel w części opisowej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_Toc44506363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A872ED">
          <w:rPr>
            <w:noProof/>
            <w:webHidden/>
          </w:rPr>
          <w:fldChar w:fldCharType="end"/>
        </w:r>
      </w:hyperlink>
    </w:p>
    <w:p w14:paraId="73DB667A" w14:textId="214A9556" w:rsidR="00A872ED" w:rsidRDefault="00825AF8">
      <w:pPr>
        <w:pStyle w:val="Spistreci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64" w:history="1">
        <w:r w:rsidR="00A872ED" w:rsidRPr="00C92728">
          <w:rPr>
            <w:rStyle w:val="Hipercze"/>
            <w:noProof/>
          </w:rPr>
          <w:t>Spis rysunków w części opisowej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_Toc44506364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A872ED">
          <w:rPr>
            <w:noProof/>
            <w:webHidden/>
          </w:rPr>
          <w:fldChar w:fldCharType="end"/>
        </w:r>
      </w:hyperlink>
    </w:p>
    <w:p w14:paraId="42F7443E" w14:textId="2280AEE4" w:rsidR="00A872ED" w:rsidRDefault="00825AF8">
      <w:pPr>
        <w:pStyle w:val="Spistreci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65" w:history="1">
        <w:r w:rsidR="00A872ED" w:rsidRPr="00C92728">
          <w:rPr>
            <w:rStyle w:val="Hipercze"/>
            <w:noProof/>
          </w:rPr>
          <w:t>Podział pomieszczeń ze względu na etapy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_Toc44506365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A872ED">
          <w:rPr>
            <w:noProof/>
            <w:webHidden/>
          </w:rPr>
          <w:fldChar w:fldCharType="end"/>
        </w:r>
      </w:hyperlink>
    </w:p>
    <w:p w14:paraId="2301C3FC" w14:textId="5D015E6F" w:rsidR="00A872ED" w:rsidRDefault="00825AF8">
      <w:pPr>
        <w:pStyle w:val="Spistreci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66" w:history="1">
        <w:r w:rsidR="00A872ED" w:rsidRPr="00C92728">
          <w:rPr>
            <w:rStyle w:val="Hipercze"/>
            <w:noProof/>
          </w:rPr>
          <w:t>1.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Podstawa opracowania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_Toc44506366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A872ED">
          <w:rPr>
            <w:noProof/>
            <w:webHidden/>
          </w:rPr>
          <w:fldChar w:fldCharType="end"/>
        </w:r>
      </w:hyperlink>
    </w:p>
    <w:p w14:paraId="15C85CA3" w14:textId="00566F2D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67" w:history="1">
        <w:r w:rsidR="00A872ED" w:rsidRPr="00C92728">
          <w:rPr>
            <w:rStyle w:val="Hipercze"/>
            <w:noProof/>
          </w:rPr>
          <w:t>1.1.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Podstawa formalna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_Toc44506367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A872ED">
          <w:rPr>
            <w:noProof/>
            <w:webHidden/>
          </w:rPr>
          <w:fldChar w:fldCharType="end"/>
        </w:r>
      </w:hyperlink>
    </w:p>
    <w:p w14:paraId="429694A2" w14:textId="36320297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68" w:history="1">
        <w:r w:rsidR="00A872ED" w:rsidRPr="00C92728">
          <w:rPr>
            <w:rStyle w:val="Hipercze"/>
            <w:noProof/>
          </w:rPr>
          <w:t>1.2.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Podstawa merytoryczna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_Toc44506368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A872ED">
          <w:rPr>
            <w:noProof/>
            <w:webHidden/>
          </w:rPr>
          <w:fldChar w:fldCharType="end"/>
        </w:r>
      </w:hyperlink>
    </w:p>
    <w:p w14:paraId="25D0E644" w14:textId="2F03CB7F" w:rsidR="00A872ED" w:rsidRDefault="00825AF8">
      <w:pPr>
        <w:pStyle w:val="Spistreci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69" w:history="1">
        <w:r w:rsidR="00A872ED" w:rsidRPr="00C92728">
          <w:rPr>
            <w:rStyle w:val="Hipercze"/>
            <w:noProof/>
          </w:rPr>
          <w:t>2.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Przeznaczenie i program użytkowy obiektu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_Toc44506369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A872ED">
          <w:rPr>
            <w:noProof/>
            <w:webHidden/>
          </w:rPr>
          <w:fldChar w:fldCharType="end"/>
        </w:r>
      </w:hyperlink>
    </w:p>
    <w:p w14:paraId="5A1E8941" w14:textId="5A7FA597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70" w:history="1">
        <w:r w:rsidR="00A872ED" w:rsidRPr="00C92728">
          <w:rPr>
            <w:rStyle w:val="Hipercze"/>
            <w:noProof/>
          </w:rPr>
          <w:t>2.1.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Sale do zajęć indywidualnych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_Toc44506370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A872ED">
          <w:rPr>
            <w:noProof/>
            <w:webHidden/>
          </w:rPr>
          <w:fldChar w:fldCharType="end"/>
        </w:r>
      </w:hyperlink>
    </w:p>
    <w:p w14:paraId="6084788C" w14:textId="221932DD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71" w:history="1">
        <w:r w:rsidR="00A872ED" w:rsidRPr="00C92728">
          <w:rPr>
            <w:rStyle w:val="Hipercze"/>
            <w:noProof/>
          </w:rPr>
          <w:t>2.2.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Sala do zajęć zespołowych / rytmicznych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_Toc44506371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A872ED">
          <w:rPr>
            <w:noProof/>
            <w:webHidden/>
          </w:rPr>
          <w:fldChar w:fldCharType="end"/>
        </w:r>
      </w:hyperlink>
    </w:p>
    <w:p w14:paraId="55118F50" w14:textId="7730A65E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72" w:history="1">
        <w:r w:rsidR="00A872ED" w:rsidRPr="00C92728">
          <w:rPr>
            <w:rStyle w:val="Hipercze"/>
            <w:noProof/>
          </w:rPr>
          <w:t>2.3.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Sale komputerowe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_Toc44506372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A872ED">
          <w:rPr>
            <w:noProof/>
            <w:webHidden/>
          </w:rPr>
          <w:fldChar w:fldCharType="end"/>
        </w:r>
      </w:hyperlink>
    </w:p>
    <w:p w14:paraId="1DB3E4F4" w14:textId="5379DC7E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73" w:history="1">
        <w:r w:rsidR="00A872ED" w:rsidRPr="00C92728">
          <w:rPr>
            <w:rStyle w:val="Hipercze"/>
            <w:noProof/>
          </w:rPr>
          <w:t>2.4.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Przestrzenie komunikacyjne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_Toc44506373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A872ED">
          <w:rPr>
            <w:noProof/>
            <w:webHidden/>
          </w:rPr>
          <w:fldChar w:fldCharType="end"/>
        </w:r>
      </w:hyperlink>
    </w:p>
    <w:p w14:paraId="196325E8" w14:textId="52D75493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74" w:history="1">
        <w:r w:rsidR="00A872ED" w:rsidRPr="00C92728">
          <w:rPr>
            <w:rStyle w:val="Hipercze"/>
            <w:noProof/>
          </w:rPr>
          <w:t>2.5.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Gabinet wicedyrektorów 105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_Toc44506374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A872ED">
          <w:rPr>
            <w:noProof/>
            <w:webHidden/>
          </w:rPr>
          <w:fldChar w:fldCharType="end"/>
        </w:r>
      </w:hyperlink>
    </w:p>
    <w:p w14:paraId="0BB1F0C7" w14:textId="56A6D164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75" w:history="1">
        <w:r w:rsidR="00A872ED" w:rsidRPr="00C92728">
          <w:rPr>
            <w:rStyle w:val="Hipercze"/>
            <w:noProof/>
          </w:rPr>
          <w:t>2.6.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Sala do zajęć indywidualnych 103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_Toc44506375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A872ED">
          <w:rPr>
            <w:noProof/>
            <w:webHidden/>
          </w:rPr>
          <w:fldChar w:fldCharType="end"/>
        </w:r>
      </w:hyperlink>
    </w:p>
    <w:p w14:paraId="446EBE50" w14:textId="359D0168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76" w:history="1">
        <w:r w:rsidR="00A872ED" w:rsidRPr="00C92728">
          <w:rPr>
            <w:rStyle w:val="Hipercze"/>
            <w:noProof/>
          </w:rPr>
          <w:t>2.7.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Serwerownia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_Toc44506376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A872ED">
          <w:rPr>
            <w:noProof/>
            <w:webHidden/>
          </w:rPr>
          <w:fldChar w:fldCharType="end"/>
        </w:r>
      </w:hyperlink>
    </w:p>
    <w:p w14:paraId="6787C97E" w14:textId="6D5D6849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77" w:history="1">
        <w:r w:rsidR="00A872ED" w:rsidRPr="00C92728">
          <w:rPr>
            <w:rStyle w:val="Hipercze"/>
            <w:noProof/>
          </w:rPr>
          <w:t>2.8.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Zagadnienia ogólne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_Toc44506377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A872ED">
          <w:rPr>
            <w:noProof/>
            <w:webHidden/>
          </w:rPr>
          <w:fldChar w:fldCharType="end"/>
        </w:r>
      </w:hyperlink>
    </w:p>
    <w:p w14:paraId="5F49DD15" w14:textId="6AC4D7F5" w:rsidR="00A872ED" w:rsidRDefault="00825AF8">
      <w:pPr>
        <w:pStyle w:val="Spistreci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78" w:history="1">
        <w:r w:rsidR="00A872ED" w:rsidRPr="00C92728">
          <w:rPr>
            <w:rStyle w:val="Hipercze"/>
            <w:noProof/>
          </w:rPr>
          <w:t>3.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Wytyczne dotyczące ochrony przeciwdźwiękowej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_Toc44506378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A872ED">
          <w:rPr>
            <w:noProof/>
            <w:webHidden/>
          </w:rPr>
          <w:fldChar w:fldCharType="end"/>
        </w:r>
      </w:hyperlink>
    </w:p>
    <w:p w14:paraId="2FB36791" w14:textId="6AB34E4F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79" w:history="1">
        <w:r w:rsidR="00A872ED" w:rsidRPr="00C92728">
          <w:rPr>
            <w:rStyle w:val="Hipercze"/>
            <w:noProof/>
          </w:rPr>
          <w:t>3.1.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Dopuszczalny poziom tła akustycznego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_Toc44506379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A872ED">
          <w:rPr>
            <w:noProof/>
            <w:webHidden/>
          </w:rPr>
          <w:fldChar w:fldCharType="end"/>
        </w:r>
      </w:hyperlink>
    </w:p>
    <w:p w14:paraId="1098DF99" w14:textId="7C1B0E4D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80" w:history="1">
        <w:r w:rsidR="00A872ED" w:rsidRPr="00C92728">
          <w:rPr>
            <w:rStyle w:val="Hipercze"/>
            <w:noProof/>
          </w:rPr>
          <w:t>3.2.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Wymagana izolacyjność akustyczna przegród budowlanych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_Toc44506380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A872ED">
          <w:rPr>
            <w:noProof/>
            <w:webHidden/>
          </w:rPr>
          <w:fldChar w:fldCharType="end"/>
        </w:r>
      </w:hyperlink>
    </w:p>
    <w:p w14:paraId="53C6B3B8" w14:textId="7577DFCC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81" w:history="1">
        <w:r w:rsidR="00A872ED" w:rsidRPr="00C92728">
          <w:rPr>
            <w:rStyle w:val="Hipercze"/>
            <w:noProof/>
          </w:rPr>
          <w:t>3.3.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Wymagana izolacyjność akustyczna stolarki drzwiowej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_Toc44506381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A872ED">
          <w:rPr>
            <w:noProof/>
            <w:webHidden/>
          </w:rPr>
          <w:fldChar w:fldCharType="end"/>
        </w:r>
      </w:hyperlink>
    </w:p>
    <w:p w14:paraId="08E96A18" w14:textId="0B4067EC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82" w:history="1">
        <w:r w:rsidR="00A872ED" w:rsidRPr="00C92728">
          <w:rPr>
            <w:rStyle w:val="Hipercze"/>
            <w:noProof/>
          </w:rPr>
          <w:t>3.4.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Struktury przegród budowlanych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_Toc44506382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A872ED">
          <w:rPr>
            <w:noProof/>
            <w:webHidden/>
          </w:rPr>
          <w:fldChar w:fldCharType="end"/>
        </w:r>
      </w:hyperlink>
    </w:p>
    <w:p w14:paraId="7D97E2CC" w14:textId="591D103E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83" w:history="1">
        <w:r w:rsidR="00A872ED" w:rsidRPr="00C92728">
          <w:rPr>
            <w:rStyle w:val="Hipercze"/>
            <w:noProof/>
          </w:rPr>
          <w:t>3.5.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Ogólne wytyczne dla instalacji elektrycznych i oświetleniowych dotyczące ochrony przeciwdźwiękowej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_Toc44506383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A872ED">
          <w:rPr>
            <w:noProof/>
            <w:webHidden/>
          </w:rPr>
          <w:fldChar w:fldCharType="end"/>
        </w:r>
      </w:hyperlink>
    </w:p>
    <w:p w14:paraId="46E4A245" w14:textId="1CB71091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84" w:history="1">
        <w:r w:rsidR="00A872ED" w:rsidRPr="00C92728">
          <w:rPr>
            <w:rStyle w:val="Hipercze"/>
            <w:noProof/>
          </w:rPr>
          <w:t>3.6.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Ogólne wytyczne dla instalacji wentylacyjnej dotyczące ochrony przeciwdźwiękowej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_Toc44506384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A872ED">
          <w:rPr>
            <w:noProof/>
            <w:webHidden/>
          </w:rPr>
          <w:fldChar w:fldCharType="end"/>
        </w:r>
      </w:hyperlink>
    </w:p>
    <w:p w14:paraId="4C321C23" w14:textId="35C1CC59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85" w:history="1">
        <w:r w:rsidR="00A872ED" w:rsidRPr="00C92728">
          <w:rPr>
            <w:rStyle w:val="Hipercze"/>
            <w:noProof/>
          </w:rPr>
          <w:t>3.7.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Ogólne wytyczne dla pozostałych instalacji technicznych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_Toc44506385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A872ED">
          <w:rPr>
            <w:noProof/>
            <w:webHidden/>
          </w:rPr>
          <w:fldChar w:fldCharType="end"/>
        </w:r>
      </w:hyperlink>
    </w:p>
    <w:p w14:paraId="396E5A35" w14:textId="53FD5FD6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86" w:history="1">
        <w:r w:rsidR="00A872ED" w:rsidRPr="00C92728">
          <w:rPr>
            <w:rStyle w:val="Hipercze"/>
            <w:noProof/>
          </w:rPr>
          <w:t>3.8.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Otwory na instalacje w przegrodach budowlanych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_Toc44506386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A872ED">
          <w:rPr>
            <w:noProof/>
            <w:webHidden/>
          </w:rPr>
          <w:fldChar w:fldCharType="end"/>
        </w:r>
      </w:hyperlink>
    </w:p>
    <w:p w14:paraId="598787E2" w14:textId="084C3196" w:rsidR="00A872ED" w:rsidRDefault="00825AF8">
      <w:pPr>
        <w:pStyle w:val="Spistreci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87" w:history="1">
        <w:r w:rsidR="00A872ED" w:rsidRPr="00C92728">
          <w:rPr>
            <w:rStyle w:val="Hipercze"/>
            <w:noProof/>
          </w:rPr>
          <w:t>4.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Akustyka wnętrz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_Toc44506387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A872ED">
          <w:rPr>
            <w:noProof/>
            <w:webHidden/>
          </w:rPr>
          <w:fldChar w:fldCharType="end"/>
        </w:r>
      </w:hyperlink>
    </w:p>
    <w:p w14:paraId="3F74C0C5" w14:textId="05898C88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88" w:history="1">
        <w:r w:rsidR="00A872ED" w:rsidRPr="00C92728">
          <w:rPr>
            <w:rStyle w:val="Hipercze"/>
            <w:noProof/>
          </w:rPr>
          <w:t>4.1.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Sale do zajęć indywidualnych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_Toc44506388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A872ED">
          <w:rPr>
            <w:noProof/>
            <w:webHidden/>
          </w:rPr>
          <w:fldChar w:fldCharType="end"/>
        </w:r>
      </w:hyperlink>
    </w:p>
    <w:p w14:paraId="7D140CF8" w14:textId="3AB9466D" w:rsidR="00A872ED" w:rsidRDefault="00825AF8">
      <w:pPr>
        <w:pStyle w:val="Spistreci3"/>
        <w:tabs>
          <w:tab w:val="left" w:pos="132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89" w:history="1">
        <w:r w:rsidR="00A872ED" w:rsidRPr="00C92728">
          <w:rPr>
            <w:rStyle w:val="Hipercze"/>
            <w:noProof/>
          </w:rPr>
          <w:t>4.1.1.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Sale do zajęć indywidualnych – typ I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_Toc44506389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A872ED">
          <w:rPr>
            <w:noProof/>
            <w:webHidden/>
          </w:rPr>
          <w:fldChar w:fldCharType="end"/>
        </w:r>
      </w:hyperlink>
    </w:p>
    <w:p w14:paraId="05428A45" w14:textId="6775E7C1" w:rsidR="00A872ED" w:rsidRDefault="00825AF8">
      <w:pPr>
        <w:pStyle w:val="Spistreci3"/>
        <w:tabs>
          <w:tab w:val="left" w:pos="132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90" w:history="1">
        <w:r w:rsidR="00A872ED" w:rsidRPr="00C92728">
          <w:rPr>
            <w:rStyle w:val="Hipercze"/>
            <w:noProof/>
          </w:rPr>
          <w:t>4.1.2.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Sale do zajęć indywidualnych – typ II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_Toc44506390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A872ED">
          <w:rPr>
            <w:noProof/>
            <w:webHidden/>
          </w:rPr>
          <w:fldChar w:fldCharType="end"/>
        </w:r>
      </w:hyperlink>
    </w:p>
    <w:p w14:paraId="64BF3C6D" w14:textId="506827E5" w:rsidR="00A872ED" w:rsidRDefault="00825AF8">
      <w:pPr>
        <w:pStyle w:val="Spistreci3"/>
        <w:tabs>
          <w:tab w:val="left" w:pos="132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91" w:history="1">
        <w:r w:rsidR="00A872ED" w:rsidRPr="00C92728">
          <w:rPr>
            <w:rStyle w:val="Hipercze"/>
            <w:noProof/>
          </w:rPr>
          <w:t>4.1.3.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Sale do zajęć indywidualnych – typ III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_Toc44506391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A872ED">
          <w:rPr>
            <w:noProof/>
            <w:webHidden/>
          </w:rPr>
          <w:fldChar w:fldCharType="end"/>
        </w:r>
      </w:hyperlink>
    </w:p>
    <w:p w14:paraId="177E06C1" w14:textId="19BA12E0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92" w:history="1">
        <w:r w:rsidR="00A872ED" w:rsidRPr="00C92728">
          <w:rPr>
            <w:rStyle w:val="Hipercze"/>
            <w:noProof/>
          </w:rPr>
          <w:t>4.2.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Sala do zajęć zespołowych / rytmicznych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_Toc44506392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A872ED">
          <w:rPr>
            <w:noProof/>
            <w:webHidden/>
          </w:rPr>
          <w:fldChar w:fldCharType="end"/>
        </w:r>
      </w:hyperlink>
    </w:p>
    <w:p w14:paraId="58D5D5D4" w14:textId="5C78B035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93" w:history="1">
        <w:r w:rsidR="00A872ED" w:rsidRPr="00C92728">
          <w:rPr>
            <w:rStyle w:val="Hipercze"/>
            <w:noProof/>
          </w:rPr>
          <w:t>4.3.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Sale komputerowe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_Toc44506393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A872ED">
          <w:rPr>
            <w:noProof/>
            <w:webHidden/>
          </w:rPr>
          <w:fldChar w:fldCharType="end"/>
        </w:r>
      </w:hyperlink>
    </w:p>
    <w:p w14:paraId="1E791D4E" w14:textId="0D978C34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94" w:history="1">
        <w:r w:rsidR="00A872ED" w:rsidRPr="00C92728">
          <w:rPr>
            <w:rStyle w:val="Hipercze"/>
            <w:noProof/>
          </w:rPr>
          <w:t>4.4.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Przestrzenie komunikacyjne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_Toc44506394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A872ED">
          <w:rPr>
            <w:noProof/>
            <w:webHidden/>
          </w:rPr>
          <w:fldChar w:fldCharType="end"/>
        </w:r>
      </w:hyperlink>
    </w:p>
    <w:p w14:paraId="2765F368" w14:textId="7EC797BF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95" w:history="1">
        <w:r w:rsidR="00A872ED" w:rsidRPr="00C92728">
          <w:rPr>
            <w:rStyle w:val="Hipercze"/>
            <w:noProof/>
          </w:rPr>
          <w:t>4.5.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Gabinet wicedyrektorów 105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_Toc44506395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A872ED">
          <w:rPr>
            <w:noProof/>
            <w:webHidden/>
          </w:rPr>
          <w:fldChar w:fldCharType="end"/>
        </w:r>
      </w:hyperlink>
    </w:p>
    <w:p w14:paraId="0D37ADDB" w14:textId="369972C2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96" w:history="1">
        <w:r w:rsidR="00A872ED" w:rsidRPr="00C92728">
          <w:rPr>
            <w:rStyle w:val="Hipercze"/>
            <w:noProof/>
          </w:rPr>
          <w:t>4.6.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Sala do zajęć indywidualnych 103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_Toc44506396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A872ED">
          <w:rPr>
            <w:noProof/>
            <w:webHidden/>
          </w:rPr>
          <w:fldChar w:fldCharType="end"/>
        </w:r>
      </w:hyperlink>
    </w:p>
    <w:p w14:paraId="2C157291" w14:textId="643D3E6B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97" w:history="1">
        <w:r w:rsidR="00A872ED" w:rsidRPr="00C92728">
          <w:rPr>
            <w:rStyle w:val="Hipercze"/>
            <w:noProof/>
          </w:rPr>
          <w:t>4.7.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Serwerownia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_Toc44506397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A872ED">
          <w:rPr>
            <w:noProof/>
            <w:webHidden/>
          </w:rPr>
          <w:fldChar w:fldCharType="end"/>
        </w:r>
      </w:hyperlink>
    </w:p>
    <w:p w14:paraId="4DD8ED81" w14:textId="70A83F41" w:rsidR="00A872ED" w:rsidRDefault="00825AF8">
      <w:pPr>
        <w:pStyle w:val="Spistreci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98" w:history="1">
        <w:r w:rsidR="00A872ED" w:rsidRPr="00C92728">
          <w:rPr>
            <w:rStyle w:val="Hipercze"/>
            <w:noProof/>
          </w:rPr>
          <w:t>5.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Specyfikacja techniczna adaptacji akustycznej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_Toc44506398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A872ED">
          <w:rPr>
            <w:noProof/>
            <w:webHidden/>
          </w:rPr>
          <w:fldChar w:fldCharType="end"/>
        </w:r>
      </w:hyperlink>
    </w:p>
    <w:p w14:paraId="161C5CFC" w14:textId="7A8FCC55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399" w:history="1">
        <w:r w:rsidR="00A872ED" w:rsidRPr="00C92728">
          <w:rPr>
            <w:rStyle w:val="Hipercze"/>
            <w:noProof/>
          </w:rPr>
          <w:t>5.1.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Ustroje perforowane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_Toc44506399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A872ED">
          <w:rPr>
            <w:noProof/>
            <w:webHidden/>
          </w:rPr>
          <w:fldChar w:fldCharType="end"/>
        </w:r>
      </w:hyperlink>
    </w:p>
    <w:p w14:paraId="5927F155" w14:textId="5CFB0359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00" w:history="1">
        <w:r w:rsidR="00A872ED" w:rsidRPr="00C92728">
          <w:rPr>
            <w:rStyle w:val="Hipercze"/>
            <w:noProof/>
          </w:rPr>
          <w:t>5.2.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Ustroje pochłaniające dźwięk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_Toc44506400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A872ED">
          <w:rPr>
            <w:noProof/>
            <w:webHidden/>
          </w:rPr>
          <w:fldChar w:fldCharType="end"/>
        </w:r>
      </w:hyperlink>
    </w:p>
    <w:p w14:paraId="6C623626" w14:textId="690591FF" w:rsidR="00A872ED" w:rsidRDefault="00825AF8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01" w:history="1">
        <w:r w:rsidR="00A872ED" w:rsidRPr="00C92728">
          <w:rPr>
            <w:rStyle w:val="Hipercze"/>
            <w:noProof/>
          </w:rPr>
          <w:t>5.3.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Ustroje rozpraszające binarne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_Toc44506401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A872ED">
          <w:rPr>
            <w:noProof/>
            <w:webHidden/>
          </w:rPr>
          <w:fldChar w:fldCharType="end"/>
        </w:r>
      </w:hyperlink>
    </w:p>
    <w:p w14:paraId="0EC43BB4" w14:textId="529CF5CD" w:rsidR="00A872ED" w:rsidRDefault="00825AF8">
      <w:pPr>
        <w:pStyle w:val="Spistreci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02" w:history="1">
        <w:r w:rsidR="00A872ED" w:rsidRPr="00C92728">
          <w:rPr>
            <w:rStyle w:val="Hipercze"/>
            <w:noProof/>
          </w:rPr>
          <w:t>6.</w:t>
        </w:r>
        <w:r w:rsidR="00A872ED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872ED" w:rsidRPr="00C92728">
          <w:rPr>
            <w:rStyle w:val="Hipercze"/>
            <w:noProof/>
          </w:rPr>
          <w:t>Podsumowanie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_Toc44506402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 w:rsidR="00A872ED">
          <w:rPr>
            <w:noProof/>
            <w:webHidden/>
          </w:rPr>
          <w:fldChar w:fldCharType="end"/>
        </w:r>
      </w:hyperlink>
    </w:p>
    <w:p w14:paraId="101FB1D0" w14:textId="19333173" w:rsidR="00F8184B" w:rsidRPr="00B3459B" w:rsidRDefault="009125CF" w:rsidP="007A7287">
      <w:r w:rsidRPr="00B3459B">
        <w:fldChar w:fldCharType="end"/>
      </w:r>
    </w:p>
    <w:p w14:paraId="210D3D60" w14:textId="77777777" w:rsidR="00E10ADF" w:rsidRPr="00B3459B" w:rsidRDefault="00E10ADF" w:rsidP="007A7287"/>
    <w:p w14:paraId="6903D0CB" w14:textId="5A58F072" w:rsidR="00E10ADF" w:rsidRPr="00B3459B" w:rsidRDefault="00E10ADF" w:rsidP="007A7287">
      <w:pPr>
        <w:sectPr w:rsidR="00E10ADF" w:rsidRPr="00B3459B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526DE3F8" w14:textId="77777777" w:rsidR="000052EF" w:rsidRPr="00B3459B" w:rsidRDefault="00B43929" w:rsidP="000052EF">
      <w:pPr>
        <w:pStyle w:val="Nagwek1"/>
        <w:numPr>
          <w:ilvl w:val="0"/>
          <w:numId w:val="0"/>
        </w:numPr>
      </w:pPr>
      <w:bookmarkStart w:id="9" w:name="_Toc44506363"/>
      <w:r w:rsidRPr="00B3459B">
        <w:lastRenderedPageBreak/>
        <w:t>Spis tabel</w:t>
      </w:r>
      <w:r w:rsidR="00356171" w:rsidRPr="00B3459B">
        <w:t xml:space="preserve"> w części opisowej</w:t>
      </w:r>
      <w:bookmarkEnd w:id="9"/>
    </w:p>
    <w:p w14:paraId="3EB99352" w14:textId="46B678FA" w:rsidR="00A872ED" w:rsidRDefault="009125CF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r w:rsidRPr="00B3459B">
        <w:fldChar w:fldCharType="begin"/>
      </w:r>
      <w:r w:rsidR="000052EF" w:rsidRPr="00B3459B">
        <w:instrText xml:space="preserve"> TOC \h \z \c "Tab." </w:instrText>
      </w:r>
      <w:r w:rsidRPr="00B3459B">
        <w:fldChar w:fldCharType="separate"/>
      </w:r>
      <w:hyperlink w:anchor="_Toc44506403" w:history="1">
        <w:r w:rsidR="00A872ED" w:rsidRPr="00674852">
          <w:rPr>
            <w:rStyle w:val="Hipercze"/>
            <w:noProof/>
          </w:rPr>
          <w:t>Tab. 0.1. Podział pomieszczeń ze względu na etapy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_Toc44506403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 w:rsidR="00825AF8">
          <w:rPr>
            <w:noProof/>
            <w:webHidden/>
          </w:rPr>
          <w:t>13</w:t>
        </w:r>
        <w:r w:rsidR="00A872ED">
          <w:rPr>
            <w:noProof/>
            <w:webHidden/>
          </w:rPr>
          <w:fldChar w:fldCharType="end"/>
        </w:r>
      </w:hyperlink>
    </w:p>
    <w:p w14:paraId="7055818F" w14:textId="39C19AB4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04" w:history="1">
        <w:r w:rsidR="00A872ED" w:rsidRPr="00674852">
          <w:rPr>
            <w:rStyle w:val="Hipercze"/>
            <w:noProof/>
          </w:rPr>
          <w:t>Tab. 3.1. Dopuszczalny poziom tła akustycznego wyrażony za pomocą krzywych oceny hałasu NR oraz równoważnego poziomu dźwięku A – dotyczy pomieszczeń z etapu III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_Toc44506404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A872ED">
          <w:rPr>
            <w:noProof/>
            <w:webHidden/>
          </w:rPr>
          <w:fldChar w:fldCharType="end"/>
        </w:r>
      </w:hyperlink>
    </w:p>
    <w:p w14:paraId="1B584F46" w14:textId="0E0C4BB2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05" w:history="1">
        <w:r w:rsidR="00A872ED" w:rsidRPr="00674852">
          <w:rPr>
            <w:rStyle w:val="Hipercze"/>
            <w:noProof/>
          </w:rPr>
          <w:t>Tab. 3.2. Wartości poziomu ciśnienia akustycznego dla krzywych oceny hałasu NR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_Toc44506405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A872ED">
          <w:rPr>
            <w:noProof/>
            <w:webHidden/>
          </w:rPr>
          <w:fldChar w:fldCharType="end"/>
        </w:r>
      </w:hyperlink>
    </w:p>
    <w:p w14:paraId="25E601E1" w14:textId="6415922D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06" w:history="1">
        <w:r w:rsidR="00A872ED" w:rsidRPr="00674852">
          <w:rPr>
            <w:rStyle w:val="Hipercze"/>
            <w:noProof/>
          </w:rPr>
          <w:t>Tab. 3.3 Wymagana izolacyjność akustyczna przegród budowlanych pomiędzy pomieszczeniami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_Toc44506406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A872ED">
          <w:rPr>
            <w:noProof/>
            <w:webHidden/>
          </w:rPr>
          <w:fldChar w:fldCharType="end"/>
        </w:r>
      </w:hyperlink>
    </w:p>
    <w:p w14:paraId="03E2D93A" w14:textId="4A285559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07" w:history="1">
        <w:r w:rsidR="00A872ED" w:rsidRPr="00674852">
          <w:rPr>
            <w:rStyle w:val="Hipercze"/>
            <w:noProof/>
          </w:rPr>
          <w:t>Tab. 3.4. Minimalna izolacyjność akustyczna stolarki drzwiowej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_Toc44506407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A872ED">
          <w:rPr>
            <w:noProof/>
            <w:webHidden/>
          </w:rPr>
          <w:fldChar w:fldCharType="end"/>
        </w:r>
      </w:hyperlink>
    </w:p>
    <w:p w14:paraId="30B43A4C" w14:textId="4541B2B4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08" w:history="1">
        <w:r w:rsidR="00A872ED" w:rsidRPr="00674852">
          <w:rPr>
            <w:rStyle w:val="Hipercze"/>
            <w:noProof/>
          </w:rPr>
          <w:t>Tab. 3.5. Specyfikacja techniczna podłogi pływającej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_Toc44506408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A872ED">
          <w:rPr>
            <w:noProof/>
            <w:webHidden/>
          </w:rPr>
          <w:fldChar w:fldCharType="end"/>
        </w:r>
      </w:hyperlink>
    </w:p>
    <w:p w14:paraId="0D2D403E" w14:textId="119609D5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09" w:history="1">
        <w:r w:rsidR="00A872ED" w:rsidRPr="00674852">
          <w:rPr>
            <w:rStyle w:val="Hipercze"/>
            <w:noProof/>
          </w:rPr>
          <w:t>Tab. 3.6. Specyfikacja techniczna podłogi baletowej w sali do zajęć rytmicznych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_Toc44506409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A872ED">
          <w:rPr>
            <w:noProof/>
            <w:webHidden/>
          </w:rPr>
          <w:fldChar w:fldCharType="end"/>
        </w:r>
      </w:hyperlink>
    </w:p>
    <w:p w14:paraId="1C063AB4" w14:textId="64EFD2BA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10" w:history="1">
        <w:r w:rsidR="00A872ED" w:rsidRPr="00674852">
          <w:rPr>
            <w:rStyle w:val="Hipercze"/>
            <w:noProof/>
          </w:rPr>
          <w:t>Tab. 3.7. Specyfikacja techniczna nowoprojektowanych pionowych przegród budowlanych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_Toc44506410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A872ED">
          <w:rPr>
            <w:noProof/>
            <w:webHidden/>
          </w:rPr>
          <w:fldChar w:fldCharType="end"/>
        </w:r>
      </w:hyperlink>
    </w:p>
    <w:p w14:paraId="3606DD5D" w14:textId="050EF2A4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11" w:history="1">
        <w:r w:rsidR="00A872ED" w:rsidRPr="00674852">
          <w:rPr>
            <w:rStyle w:val="Hipercze"/>
            <w:noProof/>
          </w:rPr>
          <w:t>Tab. 4.1. Zastosowane materiały – sale do zajęć indywidualnych na przykładzie sali nr 404 – typ I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_Toc44506411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A872ED">
          <w:rPr>
            <w:noProof/>
            <w:webHidden/>
          </w:rPr>
          <w:fldChar w:fldCharType="end"/>
        </w:r>
      </w:hyperlink>
    </w:p>
    <w:p w14:paraId="406707AF" w14:textId="114FE354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12" w:history="1">
        <w:r w:rsidR="00A872ED" w:rsidRPr="00674852">
          <w:rPr>
            <w:rStyle w:val="Hipercze"/>
            <w:noProof/>
          </w:rPr>
          <w:t>Tab. 4.2. Zastosowane materiały – sale do zajęć indywidualnych na przykładzie sali nr 207 – typ II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_Toc44506412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A872ED">
          <w:rPr>
            <w:noProof/>
            <w:webHidden/>
          </w:rPr>
          <w:fldChar w:fldCharType="end"/>
        </w:r>
      </w:hyperlink>
    </w:p>
    <w:p w14:paraId="4B9EA8AE" w14:textId="239FA0EA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13" w:history="1">
        <w:r w:rsidR="00A872ED" w:rsidRPr="00674852">
          <w:rPr>
            <w:rStyle w:val="Hipercze"/>
            <w:noProof/>
          </w:rPr>
          <w:t>Tab. 4.3. Zastosowane materiały – sala do zajęć indywidualnych na przykładzie sali nr 107 – typ III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_Toc44506413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A872ED">
          <w:rPr>
            <w:noProof/>
            <w:webHidden/>
          </w:rPr>
          <w:fldChar w:fldCharType="end"/>
        </w:r>
      </w:hyperlink>
    </w:p>
    <w:p w14:paraId="20B9E877" w14:textId="44C3F22F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14" w:history="1">
        <w:r w:rsidR="00A872ED" w:rsidRPr="00674852">
          <w:rPr>
            <w:rStyle w:val="Hipercze"/>
            <w:noProof/>
          </w:rPr>
          <w:t>Tab. 4.4. Zastosowane materiały – sala do zajęć zespołowych / rytmicznych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_Toc44506414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A872ED">
          <w:rPr>
            <w:noProof/>
            <w:webHidden/>
          </w:rPr>
          <w:fldChar w:fldCharType="end"/>
        </w:r>
      </w:hyperlink>
    </w:p>
    <w:p w14:paraId="1717DB20" w14:textId="1A2F3F68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15" w:history="1">
        <w:r w:rsidR="00A872ED" w:rsidRPr="00674852">
          <w:rPr>
            <w:rStyle w:val="Hipercze"/>
            <w:noProof/>
          </w:rPr>
          <w:t>Tab. 4.5. Zastosowane materiały – sale komputerowe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_Toc44506415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A872ED">
          <w:rPr>
            <w:noProof/>
            <w:webHidden/>
          </w:rPr>
          <w:fldChar w:fldCharType="end"/>
        </w:r>
      </w:hyperlink>
    </w:p>
    <w:p w14:paraId="093E0F74" w14:textId="1C1BCBA1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16" w:history="1">
        <w:r w:rsidR="00A872ED" w:rsidRPr="00674852">
          <w:rPr>
            <w:rStyle w:val="Hipercze"/>
            <w:noProof/>
          </w:rPr>
          <w:t>Tab. 5.1. Specyfikacja wymagań dla ustrojów perforowanych UPRF03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_Toc44506416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A872ED">
          <w:rPr>
            <w:noProof/>
            <w:webHidden/>
          </w:rPr>
          <w:fldChar w:fldCharType="end"/>
        </w:r>
      </w:hyperlink>
    </w:p>
    <w:p w14:paraId="2CE38ACA" w14:textId="7CEBC480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17" w:history="1">
        <w:r w:rsidR="00A872ED" w:rsidRPr="00674852">
          <w:rPr>
            <w:rStyle w:val="Hipercze"/>
            <w:noProof/>
          </w:rPr>
          <w:t>Tab. 5.2. Specyfikacja wymagań dla ustroju pochłaniającego UP01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_Toc44506417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A872ED">
          <w:rPr>
            <w:noProof/>
            <w:webHidden/>
          </w:rPr>
          <w:fldChar w:fldCharType="end"/>
        </w:r>
      </w:hyperlink>
    </w:p>
    <w:p w14:paraId="30504352" w14:textId="1B77FC6B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18" w:history="1">
        <w:r w:rsidR="00A872ED" w:rsidRPr="00674852">
          <w:rPr>
            <w:rStyle w:val="Hipercze"/>
            <w:noProof/>
          </w:rPr>
          <w:t>Tab. 5.3. Specyfikacja wymagań dla ustroju pochłaniającego UP02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_Toc44506418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A872ED">
          <w:rPr>
            <w:noProof/>
            <w:webHidden/>
          </w:rPr>
          <w:fldChar w:fldCharType="end"/>
        </w:r>
      </w:hyperlink>
    </w:p>
    <w:p w14:paraId="123375C3" w14:textId="659EAE61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19" w:history="1">
        <w:r w:rsidR="00A872ED" w:rsidRPr="00674852">
          <w:rPr>
            <w:rStyle w:val="Hipercze"/>
            <w:noProof/>
          </w:rPr>
          <w:t>Tab. 5.4. Specyfikacja wymagań dla ustroju pochłaniającego UP03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_Toc44506419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A872ED">
          <w:rPr>
            <w:noProof/>
            <w:webHidden/>
          </w:rPr>
          <w:fldChar w:fldCharType="end"/>
        </w:r>
      </w:hyperlink>
    </w:p>
    <w:p w14:paraId="5B396C91" w14:textId="4717A20F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20" w:history="1">
        <w:r w:rsidR="00A872ED" w:rsidRPr="00674852">
          <w:rPr>
            <w:rStyle w:val="Hipercze"/>
            <w:noProof/>
          </w:rPr>
          <w:t>Tab. 5.5. Specyfikacja wymagań dla ustroju pochłaniającego UP04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_Toc44506420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A872ED">
          <w:rPr>
            <w:noProof/>
            <w:webHidden/>
          </w:rPr>
          <w:fldChar w:fldCharType="end"/>
        </w:r>
      </w:hyperlink>
    </w:p>
    <w:p w14:paraId="4506CF64" w14:textId="4E193F13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21" w:history="1">
        <w:r w:rsidR="00A872ED" w:rsidRPr="00674852">
          <w:rPr>
            <w:rStyle w:val="Hipercze"/>
            <w:noProof/>
          </w:rPr>
          <w:t>Tab. 5.6. Specyfikacja wymagań dla ustroju rozpraszającego binarnego URB01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_Toc44506421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A872ED">
          <w:rPr>
            <w:noProof/>
            <w:webHidden/>
          </w:rPr>
          <w:fldChar w:fldCharType="end"/>
        </w:r>
      </w:hyperlink>
    </w:p>
    <w:p w14:paraId="14F91C87" w14:textId="314F0B91" w:rsidR="004E0A44" w:rsidRPr="00B3459B" w:rsidRDefault="009125CF" w:rsidP="00B43929">
      <w:r w:rsidRPr="00B3459B">
        <w:fldChar w:fldCharType="end"/>
      </w:r>
    </w:p>
    <w:p w14:paraId="35FF6AE8" w14:textId="77777777" w:rsidR="00E10ADF" w:rsidRPr="00B3459B" w:rsidRDefault="00E10ADF" w:rsidP="00B43929"/>
    <w:p w14:paraId="648B06E8" w14:textId="3B2FDB5E" w:rsidR="00E10ADF" w:rsidRPr="00B3459B" w:rsidRDefault="00E10ADF" w:rsidP="00B43929">
      <w:pPr>
        <w:sectPr w:rsidR="00E10ADF" w:rsidRPr="00B3459B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4494E18D" w14:textId="77777777" w:rsidR="00EC69F3" w:rsidRPr="00B3459B" w:rsidRDefault="00EC69F3" w:rsidP="00EC69F3">
      <w:pPr>
        <w:pStyle w:val="Nagwek1"/>
        <w:numPr>
          <w:ilvl w:val="0"/>
          <w:numId w:val="0"/>
        </w:numPr>
      </w:pPr>
      <w:bookmarkStart w:id="10" w:name="_Toc44506364"/>
      <w:r w:rsidRPr="00B3459B">
        <w:lastRenderedPageBreak/>
        <w:t>Spis rysunków</w:t>
      </w:r>
      <w:r w:rsidR="00356171" w:rsidRPr="00B3459B">
        <w:t xml:space="preserve"> w części opisowej</w:t>
      </w:r>
      <w:bookmarkEnd w:id="10"/>
    </w:p>
    <w:p w14:paraId="6D9318E2" w14:textId="39F1F375" w:rsidR="00A872ED" w:rsidRDefault="009125CF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r w:rsidRPr="00B3459B">
        <w:fldChar w:fldCharType="begin"/>
      </w:r>
      <w:r w:rsidR="000052EF" w:rsidRPr="00B3459B">
        <w:instrText xml:space="preserve"> TOC \h \z \c "Rys." </w:instrText>
      </w:r>
      <w:r w:rsidRPr="00B3459B">
        <w:fldChar w:fldCharType="separate"/>
      </w:r>
      <w:hyperlink w:anchor="_Toc44506422" w:history="1">
        <w:r w:rsidR="00A872ED" w:rsidRPr="00D15BE6">
          <w:rPr>
            <w:rStyle w:val="Hipercze"/>
            <w:noProof/>
          </w:rPr>
          <w:t>Rys. 4.1. Wykres tolerancji czasu pogłosu dla sal do zajęć indywidualnych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_Toc44506422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 w:rsidR="00825AF8">
          <w:rPr>
            <w:noProof/>
            <w:webHidden/>
          </w:rPr>
          <w:t>25</w:t>
        </w:r>
        <w:r w:rsidR="00A872ED">
          <w:rPr>
            <w:noProof/>
            <w:webHidden/>
          </w:rPr>
          <w:fldChar w:fldCharType="end"/>
        </w:r>
      </w:hyperlink>
    </w:p>
    <w:p w14:paraId="3F2E8226" w14:textId="60CCCC25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23" w:history="1">
        <w:r w:rsidR="00A872ED" w:rsidRPr="00D15BE6">
          <w:rPr>
            <w:rStyle w:val="Hipercze"/>
            <w:noProof/>
          </w:rPr>
          <w:t>Rys. 4.2. Wyznaczona obliczeniowo charakterystyka częstotliwościowa czasu pogłosu w salach typu I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_Toc44506423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A872ED">
          <w:rPr>
            <w:noProof/>
            <w:webHidden/>
          </w:rPr>
          <w:fldChar w:fldCharType="end"/>
        </w:r>
      </w:hyperlink>
    </w:p>
    <w:p w14:paraId="7643C2F1" w14:textId="13FB6F85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24" w:history="1">
        <w:r w:rsidR="00A872ED" w:rsidRPr="00D15BE6">
          <w:rPr>
            <w:rStyle w:val="Hipercze"/>
            <w:noProof/>
          </w:rPr>
          <w:t>Rys. 4.3. Wyznaczona obliczeniowo charakterystyka częstotliwościowa czasu pogłosu w salach typu II podstawowy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_Toc44506424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A872ED">
          <w:rPr>
            <w:noProof/>
            <w:webHidden/>
          </w:rPr>
          <w:fldChar w:fldCharType="end"/>
        </w:r>
      </w:hyperlink>
    </w:p>
    <w:p w14:paraId="209AA145" w14:textId="71BE909A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25" w:history="1">
        <w:r w:rsidR="00A872ED" w:rsidRPr="00D15BE6">
          <w:rPr>
            <w:rStyle w:val="Hipercze"/>
            <w:noProof/>
          </w:rPr>
          <w:t>Rys. 4.4. Wyznaczona obliczeniowo charakterystyka częstotliwościowa czasu pogłosu w salach typu III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_Toc44506425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A872ED">
          <w:rPr>
            <w:noProof/>
            <w:webHidden/>
          </w:rPr>
          <w:fldChar w:fldCharType="end"/>
        </w:r>
      </w:hyperlink>
    </w:p>
    <w:p w14:paraId="6729A882" w14:textId="41375600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26" w:history="1">
        <w:r w:rsidR="00A872ED" w:rsidRPr="00D15BE6">
          <w:rPr>
            <w:rStyle w:val="Hipercze"/>
            <w:noProof/>
          </w:rPr>
          <w:t>Rys. 4.5. Wykres tolerancji czasu pogłosu dla sali do zajęć zespołowych / rytmicznych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_Toc44506426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A872ED">
          <w:rPr>
            <w:noProof/>
            <w:webHidden/>
          </w:rPr>
          <w:fldChar w:fldCharType="end"/>
        </w:r>
      </w:hyperlink>
    </w:p>
    <w:p w14:paraId="44327844" w14:textId="0F4F0CAB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27" w:history="1">
        <w:r w:rsidR="00A872ED" w:rsidRPr="00D15BE6">
          <w:rPr>
            <w:rStyle w:val="Hipercze"/>
            <w:noProof/>
          </w:rPr>
          <w:t>Rys. 4.6. Wyznaczona obliczeniowo charakterystyka częstotliwościowa czasu pogłosu - sala do zajęć zespołowych / rytmicznych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_Toc44506427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A872ED">
          <w:rPr>
            <w:noProof/>
            <w:webHidden/>
          </w:rPr>
          <w:fldChar w:fldCharType="end"/>
        </w:r>
      </w:hyperlink>
    </w:p>
    <w:p w14:paraId="5F3C97E7" w14:textId="006AA570" w:rsidR="00A872ED" w:rsidRDefault="00825AF8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6428" w:history="1">
        <w:r w:rsidR="00A872ED" w:rsidRPr="00D15BE6">
          <w:rPr>
            <w:rStyle w:val="Hipercze"/>
            <w:noProof/>
          </w:rPr>
          <w:t>Rys. 4.7. Wyznaczona obliczeniowo charakterystyka częstotliwościowa czasu pogłosu w salach komputerowych</w:t>
        </w:r>
        <w:r w:rsidR="00A872ED">
          <w:rPr>
            <w:noProof/>
            <w:webHidden/>
          </w:rPr>
          <w:tab/>
        </w:r>
        <w:r w:rsidR="00A872ED">
          <w:rPr>
            <w:noProof/>
            <w:webHidden/>
          </w:rPr>
          <w:fldChar w:fldCharType="begin"/>
        </w:r>
        <w:r w:rsidR="00A872ED">
          <w:rPr>
            <w:noProof/>
            <w:webHidden/>
          </w:rPr>
          <w:instrText xml:space="preserve"> PAGEREF _Toc44506428 \h </w:instrText>
        </w:r>
        <w:r w:rsidR="00A872ED">
          <w:rPr>
            <w:noProof/>
            <w:webHidden/>
          </w:rPr>
        </w:r>
        <w:r w:rsidR="00A872ED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A872ED">
          <w:rPr>
            <w:noProof/>
            <w:webHidden/>
          </w:rPr>
          <w:fldChar w:fldCharType="end"/>
        </w:r>
      </w:hyperlink>
    </w:p>
    <w:p w14:paraId="585809F5" w14:textId="329C5289" w:rsidR="000052EF" w:rsidRPr="00B3459B" w:rsidRDefault="009125CF" w:rsidP="005B209F">
      <w:pPr>
        <w:pStyle w:val="Spisilustracji"/>
        <w:tabs>
          <w:tab w:val="right" w:leader="dot" w:pos="10195"/>
        </w:tabs>
      </w:pPr>
      <w:r w:rsidRPr="00B3459B">
        <w:fldChar w:fldCharType="end"/>
      </w:r>
    </w:p>
    <w:p w14:paraId="3D649879" w14:textId="77777777" w:rsidR="00E10ADF" w:rsidRPr="00B3459B" w:rsidRDefault="00E10ADF" w:rsidP="00E10ADF"/>
    <w:p w14:paraId="222700F2" w14:textId="72302E14" w:rsidR="00E10ADF" w:rsidRPr="00B3459B" w:rsidRDefault="00E10ADF" w:rsidP="00E10ADF">
      <w:pPr>
        <w:sectPr w:rsidR="00E10ADF" w:rsidRPr="00B3459B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1D7099FE" w14:textId="77777777" w:rsidR="009220B8" w:rsidRPr="00B3459B" w:rsidRDefault="009220B8" w:rsidP="009220B8">
      <w:pPr>
        <w:pStyle w:val="Nagwek1"/>
        <w:numPr>
          <w:ilvl w:val="0"/>
          <w:numId w:val="0"/>
        </w:numPr>
      </w:pPr>
      <w:bookmarkStart w:id="11" w:name="_Toc44506365"/>
      <w:bookmarkStart w:id="12" w:name="_Toc259110405"/>
      <w:r w:rsidRPr="00B3459B">
        <w:lastRenderedPageBreak/>
        <w:t>Podział pomieszczeń ze względu na etapy</w:t>
      </w:r>
      <w:bookmarkEnd w:id="11"/>
    </w:p>
    <w:p w14:paraId="03D05CE0" w14:textId="77777777" w:rsidR="009220B8" w:rsidRPr="00B3459B" w:rsidRDefault="009220B8" w:rsidP="009220B8">
      <w:r w:rsidRPr="00B3459B">
        <w:t>W poniższej tabeli przedstawiono podział wszystkich pomieszczeń, objętych pracami budowlanymi, ze względu na etapy prac budowlanych. Dla każdego pomieszczenia przedstawiono rysunek, który przedstawia w sposób schematyczny rozmieszczenie adaptacji akustycznej w danym pomieszczeniu.</w:t>
      </w:r>
    </w:p>
    <w:p w14:paraId="6B87A84E" w14:textId="65BC0D09" w:rsidR="009220B8" w:rsidRPr="00B3459B" w:rsidRDefault="009220B8" w:rsidP="009220B8">
      <w:pPr>
        <w:pStyle w:val="Legenda"/>
        <w:keepNext/>
      </w:pPr>
      <w:bookmarkStart w:id="13" w:name="_Ref43368977"/>
      <w:bookmarkStart w:id="14" w:name="_Toc44506403"/>
      <w:r w:rsidRPr="00B3459B">
        <w:t xml:space="preserve">Tab. </w:t>
      </w:r>
      <w:r w:rsidRPr="00B3459B">
        <w:rPr>
          <w:noProof/>
        </w:rPr>
        <w:fldChar w:fldCharType="begin"/>
      </w:r>
      <w:r w:rsidRPr="00B3459B">
        <w:rPr>
          <w:noProof/>
        </w:rPr>
        <w:instrText xml:space="preserve"> STYLEREF 1 \s </w:instrText>
      </w:r>
      <w:r w:rsidRPr="00B3459B">
        <w:rPr>
          <w:noProof/>
        </w:rPr>
        <w:fldChar w:fldCharType="separate"/>
      </w:r>
      <w:r w:rsidR="00825AF8">
        <w:rPr>
          <w:noProof/>
        </w:rPr>
        <w:t>0</w:t>
      </w:r>
      <w:r w:rsidRPr="00B3459B">
        <w:rPr>
          <w:noProof/>
        </w:rPr>
        <w:fldChar w:fldCharType="end"/>
      </w:r>
      <w:r w:rsidRPr="00B3459B">
        <w:t>.</w:t>
      </w:r>
      <w:r w:rsidRPr="00B3459B">
        <w:rPr>
          <w:noProof/>
        </w:rPr>
        <w:fldChar w:fldCharType="begin"/>
      </w:r>
      <w:r w:rsidRPr="00B3459B">
        <w:rPr>
          <w:noProof/>
        </w:rPr>
        <w:instrText xml:space="preserve"> SEQ Tab. \* ARABIC \s 1 </w:instrText>
      </w:r>
      <w:r w:rsidRPr="00B3459B">
        <w:rPr>
          <w:noProof/>
        </w:rPr>
        <w:fldChar w:fldCharType="separate"/>
      </w:r>
      <w:r w:rsidR="00825AF8">
        <w:rPr>
          <w:noProof/>
        </w:rPr>
        <w:t>1</w:t>
      </w:r>
      <w:r w:rsidRPr="00B3459B">
        <w:rPr>
          <w:noProof/>
        </w:rPr>
        <w:fldChar w:fldCharType="end"/>
      </w:r>
      <w:bookmarkEnd w:id="13"/>
      <w:r w:rsidRPr="00B3459B">
        <w:t>. Podział pomieszczeń ze względu na etapy</w:t>
      </w:r>
      <w:bookmarkEnd w:id="14"/>
    </w:p>
    <w:tbl>
      <w:tblPr>
        <w:tblStyle w:val="PA1"/>
        <w:tblW w:w="5000" w:type="pct"/>
        <w:tblLook w:val="0600" w:firstRow="0" w:lastRow="0" w:firstColumn="0" w:lastColumn="0" w:noHBand="1" w:noVBand="1"/>
      </w:tblPr>
      <w:tblGrid>
        <w:gridCol w:w="3529"/>
        <w:gridCol w:w="2912"/>
        <w:gridCol w:w="3734"/>
      </w:tblGrid>
      <w:tr w:rsidR="009220B8" w:rsidRPr="00B3459B" w14:paraId="06E37E9D" w14:textId="77777777" w:rsidTr="009220B8">
        <w:trPr>
          <w:trHeight w:val="649"/>
        </w:trPr>
        <w:tc>
          <w:tcPr>
            <w:tcW w:w="1734" w:type="pct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E50BB9C" w14:textId="77777777" w:rsidR="009220B8" w:rsidRPr="00B3459B" w:rsidRDefault="009220B8" w:rsidP="009220B8">
            <w:pPr>
              <w:pStyle w:val="Tabela-tekst"/>
              <w:rPr>
                <w:b/>
              </w:rPr>
            </w:pPr>
            <w:r w:rsidRPr="00B3459B">
              <w:rPr>
                <w:b/>
              </w:rPr>
              <w:t>Pomieszczenie</w:t>
            </w:r>
          </w:p>
        </w:tc>
        <w:tc>
          <w:tcPr>
            <w:tcW w:w="143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3A3282" w14:textId="77777777" w:rsidR="009220B8" w:rsidRPr="00B3459B" w:rsidRDefault="009220B8" w:rsidP="009220B8">
            <w:pPr>
              <w:pStyle w:val="Tabela-tekst"/>
              <w:rPr>
                <w:b/>
              </w:rPr>
            </w:pPr>
            <w:r w:rsidRPr="00B3459B">
              <w:rPr>
                <w:b/>
              </w:rPr>
              <w:t>Etap</w:t>
            </w:r>
          </w:p>
        </w:tc>
        <w:tc>
          <w:tcPr>
            <w:tcW w:w="1835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B048BD" w14:textId="77777777" w:rsidR="009220B8" w:rsidRPr="00B3459B" w:rsidRDefault="009220B8" w:rsidP="008374BC">
            <w:pPr>
              <w:pStyle w:val="Tabela-tekst"/>
              <w:jc w:val="left"/>
              <w:rPr>
                <w:b/>
              </w:rPr>
            </w:pPr>
            <w:r w:rsidRPr="00B3459B">
              <w:rPr>
                <w:b/>
              </w:rPr>
              <w:t>Rozmieszczenie adaptacji akustycznej zgodnie z:</w:t>
            </w:r>
          </w:p>
        </w:tc>
      </w:tr>
      <w:tr w:rsidR="009220B8" w:rsidRPr="00B3459B" w14:paraId="1750E8C7" w14:textId="77777777" w:rsidTr="009220B8">
        <w:trPr>
          <w:trHeight w:val="435"/>
        </w:trPr>
        <w:tc>
          <w:tcPr>
            <w:tcW w:w="173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07CFB90" w14:textId="77777777" w:rsidR="009220B8" w:rsidRPr="00B3459B" w:rsidRDefault="009220B8" w:rsidP="009220B8">
            <w:pPr>
              <w:pStyle w:val="Tabela-tekst"/>
            </w:pPr>
            <w:r w:rsidRPr="00B3459B">
              <w:t>Przestrzenie komunikacyjne</w:t>
            </w:r>
          </w:p>
        </w:tc>
        <w:tc>
          <w:tcPr>
            <w:tcW w:w="143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CBBBCC" w14:textId="77777777" w:rsidR="009220B8" w:rsidRPr="00B3459B" w:rsidRDefault="009220B8" w:rsidP="009220B8">
            <w:pPr>
              <w:pStyle w:val="Tabela-tekst"/>
            </w:pPr>
            <w:r w:rsidRPr="00B3459B">
              <w:t>III</w:t>
            </w:r>
          </w:p>
        </w:tc>
        <w:tc>
          <w:tcPr>
            <w:tcW w:w="183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3F05DF2" w14:textId="77777777" w:rsidR="009220B8" w:rsidRPr="00B3459B" w:rsidRDefault="009220B8" w:rsidP="009220B8">
            <w:pPr>
              <w:pStyle w:val="Tabela-tekst"/>
            </w:pPr>
            <w:r w:rsidRPr="00B3459B">
              <w:t xml:space="preserve">Opis w rozdziale: </w:t>
            </w:r>
            <w:r w:rsidRPr="00B3459B">
              <w:rPr>
                <w:i/>
                <w:iCs/>
              </w:rPr>
              <w:t>4 Akustyka wnętrza</w:t>
            </w:r>
          </w:p>
        </w:tc>
      </w:tr>
      <w:tr w:rsidR="009220B8" w:rsidRPr="00B3459B" w14:paraId="39CF104E" w14:textId="77777777" w:rsidTr="009220B8">
        <w:trPr>
          <w:trHeight w:val="435"/>
        </w:trPr>
        <w:tc>
          <w:tcPr>
            <w:tcW w:w="17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EE84C" w14:textId="77777777" w:rsidR="009220B8" w:rsidRPr="00B3459B" w:rsidRDefault="009220B8" w:rsidP="009220B8">
            <w:pPr>
              <w:pStyle w:val="Tabela-tekst"/>
            </w:pPr>
            <w:r w:rsidRPr="00B3459B">
              <w:t>103</w:t>
            </w:r>
          </w:p>
        </w:tc>
        <w:tc>
          <w:tcPr>
            <w:tcW w:w="1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26274" w14:textId="77777777" w:rsidR="009220B8" w:rsidRPr="00B3459B" w:rsidRDefault="009220B8" w:rsidP="009220B8">
            <w:pPr>
              <w:pStyle w:val="Tabela-tekst"/>
            </w:pPr>
            <w:r w:rsidRPr="00B3459B">
              <w:t>III</w:t>
            </w:r>
          </w:p>
        </w:tc>
        <w:tc>
          <w:tcPr>
            <w:tcW w:w="18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7FAD9" w14:textId="77777777" w:rsidR="009220B8" w:rsidRPr="00B3459B" w:rsidRDefault="009220B8" w:rsidP="009220B8">
            <w:pPr>
              <w:pStyle w:val="Tabela-tekst"/>
              <w:jc w:val="left"/>
            </w:pPr>
            <w:r w:rsidRPr="00B3459B">
              <w:t>Adaptacja akustyczna do odtworzenia</w:t>
            </w:r>
            <w:r w:rsidRPr="00B3459B">
              <w:br/>
              <w:t xml:space="preserve">Opis w rozdziale: </w:t>
            </w:r>
            <w:r w:rsidRPr="00B3459B">
              <w:rPr>
                <w:i/>
                <w:iCs/>
              </w:rPr>
              <w:t>4 Akustyka wnętrza</w:t>
            </w:r>
          </w:p>
        </w:tc>
      </w:tr>
      <w:tr w:rsidR="009220B8" w:rsidRPr="00B3459B" w14:paraId="0B24CFB8" w14:textId="77777777" w:rsidTr="009220B8">
        <w:trPr>
          <w:trHeight w:val="435"/>
        </w:trPr>
        <w:tc>
          <w:tcPr>
            <w:tcW w:w="1734" w:type="pct"/>
            <w:tcBorders>
              <w:top w:val="single" w:sz="4" w:space="0" w:color="auto"/>
            </w:tcBorders>
            <w:vAlign w:val="center"/>
          </w:tcPr>
          <w:p w14:paraId="57B14006" w14:textId="77777777" w:rsidR="009220B8" w:rsidRPr="00B3459B" w:rsidRDefault="009220B8" w:rsidP="009220B8">
            <w:pPr>
              <w:pStyle w:val="Tabela-tekst"/>
            </w:pPr>
            <w:r w:rsidRPr="00B3459B">
              <w:t>104</w:t>
            </w:r>
          </w:p>
        </w:tc>
        <w:tc>
          <w:tcPr>
            <w:tcW w:w="1431" w:type="pct"/>
            <w:tcBorders>
              <w:top w:val="single" w:sz="4" w:space="0" w:color="auto"/>
            </w:tcBorders>
            <w:vAlign w:val="center"/>
          </w:tcPr>
          <w:p w14:paraId="45F20F27" w14:textId="77777777" w:rsidR="009220B8" w:rsidRPr="00B3459B" w:rsidRDefault="009220B8" w:rsidP="009220B8">
            <w:pPr>
              <w:pStyle w:val="Tabela-tekst"/>
            </w:pPr>
            <w:r w:rsidRPr="00B3459B">
              <w:t>III</w:t>
            </w:r>
          </w:p>
        </w:tc>
        <w:tc>
          <w:tcPr>
            <w:tcW w:w="1835" w:type="pct"/>
            <w:tcBorders>
              <w:top w:val="single" w:sz="4" w:space="0" w:color="auto"/>
            </w:tcBorders>
            <w:vAlign w:val="center"/>
          </w:tcPr>
          <w:p w14:paraId="723C375D" w14:textId="77777777" w:rsidR="009220B8" w:rsidRPr="00B3459B" w:rsidRDefault="009220B8" w:rsidP="009220B8">
            <w:pPr>
              <w:pStyle w:val="Tabela-tekst"/>
            </w:pPr>
            <w:r w:rsidRPr="00B3459B">
              <w:t xml:space="preserve">Opis w rozdziale: </w:t>
            </w:r>
            <w:r w:rsidRPr="00B3459B">
              <w:rPr>
                <w:i/>
                <w:iCs/>
              </w:rPr>
              <w:t>4 Akustyka wnętrza</w:t>
            </w:r>
          </w:p>
        </w:tc>
      </w:tr>
      <w:tr w:rsidR="009220B8" w:rsidRPr="00B3459B" w14:paraId="40BE0823" w14:textId="77777777" w:rsidTr="009220B8">
        <w:trPr>
          <w:trHeight w:val="413"/>
        </w:trPr>
        <w:tc>
          <w:tcPr>
            <w:tcW w:w="1734" w:type="pct"/>
            <w:vAlign w:val="center"/>
          </w:tcPr>
          <w:p w14:paraId="1E416CBC" w14:textId="77777777" w:rsidR="009220B8" w:rsidRPr="00B3459B" w:rsidRDefault="009220B8" w:rsidP="009220B8">
            <w:pPr>
              <w:pStyle w:val="Tabela-tekst"/>
            </w:pPr>
            <w:r w:rsidRPr="00B3459B">
              <w:t>104A</w:t>
            </w:r>
          </w:p>
        </w:tc>
        <w:tc>
          <w:tcPr>
            <w:tcW w:w="1431" w:type="pct"/>
            <w:vAlign w:val="center"/>
          </w:tcPr>
          <w:p w14:paraId="4EF52630" w14:textId="77777777" w:rsidR="009220B8" w:rsidRPr="00B3459B" w:rsidRDefault="009220B8" w:rsidP="009220B8">
            <w:pPr>
              <w:pStyle w:val="Tabela-tekst"/>
            </w:pPr>
            <w:r w:rsidRPr="00B3459B">
              <w:t>III</w:t>
            </w:r>
          </w:p>
        </w:tc>
        <w:tc>
          <w:tcPr>
            <w:tcW w:w="1835" w:type="pct"/>
            <w:vAlign w:val="center"/>
          </w:tcPr>
          <w:p w14:paraId="2DC6DAA0" w14:textId="77777777" w:rsidR="009220B8" w:rsidRPr="00B3459B" w:rsidRDefault="009220B8" w:rsidP="009220B8">
            <w:pPr>
              <w:pStyle w:val="Tabela-tekst"/>
            </w:pPr>
            <w:r w:rsidRPr="00B3459B">
              <w:t>Etap_III_AW04</w:t>
            </w:r>
          </w:p>
        </w:tc>
      </w:tr>
      <w:tr w:rsidR="009220B8" w:rsidRPr="00B3459B" w14:paraId="1275F40E" w14:textId="77777777" w:rsidTr="009220B8">
        <w:trPr>
          <w:trHeight w:val="413"/>
        </w:trPr>
        <w:tc>
          <w:tcPr>
            <w:tcW w:w="1734" w:type="pct"/>
            <w:vAlign w:val="center"/>
          </w:tcPr>
          <w:p w14:paraId="554B02A7" w14:textId="77777777" w:rsidR="009220B8" w:rsidRPr="00B3459B" w:rsidRDefault="009220B8" w:rsidP="009220B8">
            <w:pPr>
              <w:pStyle w:val="Tabela-tekst"/>
            </w:pPr>
            <w:r w:rsidRPr="00B3459B">
              <w:t>105</w:t>
            </w:r>
          </w:p>
        </w:tc>
        <w:tc>
          <w:tcPr>
            <w:tcW w:w="1431" w:type="pct"/>
            <w:vAlign w:val="center"/>
          </w:tcPr>
          <w:p w14:paraId="39B195A3" w14:textId="77777777" w:rsidR="009220B8" w:rsidRPr="00B3459B" w:rsidRDefault="009220B8" w:rsidP="009220B8">
            <w:pPr>
              <w:pStyle w:val="Tabela-tekst"/>
            </w:pPr>
            <w:r w:rsidRPr="00B3459B">
              <w:t>III</w:t>
            </w:r>
          </w:p>
        </w:tc>
        <w:tc>
          <w:tcPr>
            <w:tcW w:w="1835" w:type="pct"/>
            <w:vAlign w:val="center"/>
          </w:tcPr>
          <w:p w14:paraId="6CC6674D" w14:textId="77777777" w:rsidR="009220B8" w:rsidRPr="00B3459B" w:rsidRDefault="009220B8" w:rsidP="009220B8">
            <w:pPr>
              <w:pStyle w:val="Tabela-tekst"/>
            </w:pPr>
            <w:r w:rsidRPr="00B3459B">
              <w:t xml:space="preserve">Opis w rozdziale: </w:t>
            </w:r>
            <w:r w:rsidRPr="00B3459B">
              <w:rPr>
                <w:i/>
                <w:iCs/>
              </w:rPr>
              <w:t>4 Akustyka wnętrza</w:t>
            </w:r>
          </w:p>
        </w:tc>
      </w:tr>
      <w:tr w:rsidR="009220B8" w:rsidRPr="00B3459B" w14:paraId="38F9F4E7" w14:textId="77777777" w:rsidTr="009220B8">
        <w:trPr>
          <w:trHeight w:val="413"/>
        </w:trPr>
        <w:tc>
          <w:tcPr>
            <w:tcW w:w="1734" w:type="pct"/>
            <w:vAlign w:val="center"/>
          </w:tcPr>
          <w:p w14:paraId="522072F5" w14:textId="77777777" w:rsidR="009220B8" w:rsidRPr="00B3459B" w:rsidRDefault="009220B8" w:rsidP="009220B8">
            <w:pPr>
              <w:pStyle w:val="Tabela-tekst"/>
            </w:pPr>
            <w:r w:rsidRPr="00B3459B">
              <w:t>106, 207</w:t>
            </w:r>
          </w:p>
        </w:tc>
        <w:tc>
          <w:tcPr>
            <w:tcW w:w="1431" w:type="pct"/>
            <w:vAlign w:val="center"/>
          </w:tcPr>
          <w:p w14:paraId="41E711D9" w14:textId="77777777" w:rsidR="009220B8" w:rsidRPr="00B3459B" w:rsidRDefault="009220B8" w:rsidP="009220B8">
            <w:pPr>
              <w:pStyle w:val="Tabela-tekst"/>
            </w:pPr>
            <w:r w:rsidRPr="00B3459B">
              <w:t>III</w:t>
            </w:r>
          </w:p>
        </w:tc>
        <w:tc>
          <w:tcPr>
            <w:tcW w:w="1835" w:type="pct"/>
            <w:vAlign w:val="center"/>
          </w:tcPr>
          <w:p w14:paraId="58A47A70" w14:textId="77777777" w:rsidR="009220B8" w:rsidRPr="00B3459B" w:rsidRDefault="009220B8" w:rsidP="009220B8">
            <w:pPr>
              <w:pStyle w:val="Tabela-tekst"/>
            </w:pPr>
            <w:r w:rsidRPr="00B3459B">
              <w:t>Etap_III_AW02a</w:t>
            </w:r>
          </w:p>
        </w:tc>
      </w:tr>
      <w:tr w:rsidR="009220B8" w:rsidRPr="00B3459B" w14:paraId="534B76C2" w14:textId="77777777" w:rsidTr="009220B8">
        <w:trPr>
          <w:trHeight w:val="413"/>
        </w:trPr>
        <w:tc>
          <w:tcPr>
            <w:tcW w:w="1734" w:type="pct"/>
            <w:vAlign w:val="center"/>
          </w:tcPr>
          <w:p w14:paraId="68351011" w14:textId="77777777" w:rsidR="009220B8" w:rsidRPr="00B3459B" w:rsidRDefault="009220B8" w:rsidP="009220B8">
            <w:pPr>
              <w:pStyle w:val="Tabela-tekst"/>
            </w:pPr>
            <w:r w:rsidRPr="00B3459B">
              <w:t>107</w:t>
            </w:r>
          </w:p>
        </w:tc>
        <w:tc>
          <w:tcPr>
            <w:tcW w:w="1431" w:type="pct"/>
            <w:vAlign w:val="center"/>
          </w:tcPr>
          <w:p w14:paraId="56B64752" w14:textId="77777777" w:rsidR="009220B8" w:rsidRPr="00B3459B" w:rsidRDefault="009220B8" w:rsidP="009220B8">
            <w:pPr>
              <w:pStyle w:val="Tabela-tekst"/>
            </w:pPr>
            <w:r w:rsidRPr="00B3459B">
              <w:t>III</w:t>
            </w:r>
          </w:p>
        </w:tc>
        <w:tc>
          <w:tcPr>
            <w:tcW w:w="1835" w:type="pct"/>
            <w:vAlign w:val="center"/>
          </w:tcPr>
          <w:p w14:paraId="29DB0B41" w14:textId="77777777" w:rsidR="009220B8" w:rsidRPr="00B3459B" w:rsidRDefault="009220B8" w:rsidP="009220B8">
            <w:pPr>
              <w:pStyle w:val="Tabela-tekst"/>
            </w:pPr>
            <w:r w:rsidRPr="00B3459B">
              <w:t>Etap_III_AW03</w:t>
            </w:r>
          </w:p>
        </w:tc>
      </w:tr>
      <w:tr w:rsidR="009220B8" w:rsidRPr="00B3459B" w14:paraId="7F4EF250" w14:textId="77777777" w:rsidTr="009220B8">
        <w:trPr>
          <w:trHeight w:val="413"/>
        </w:trPr>
        <w:tc>
          <w:tcPr>
            <w:tcW w:w="1734" w:type="pct"/>
            <w:vAlign w:val="center"/>
          </w:tcPr>
          <w:p w14:paraId="1117C885" w14:textId="77777777" w:rsidR="009220B8" w:rsidRPr="00B3459B" w:rsidRDefault="009220B8" w:rsidP="009220B8">
            <w:pPr>
              <w:pStyle w:val="Tabela-tekst"/>
            </w:pPr>
            <w:r w:rsidRPr="00B3459B">
              <w:t>202 – 204, 206, 206A</w:t>
            </w:r>
          </w:p>
        </w:tc>
        <w:tc>
          <w:tcPr>
            <w:tcW w:w="1431" w:type="pct"/>
            <w:vAlign w:val="center"/>
          </w:tcPr>
          <w:p w14:paraId="58745A33" w14:textId="77777777" w:rsidR="009220B8" w:rsidRPr="00B3459B" w:rsidRDefault="009220B8" w:rsidP="009220B8">
            <w:pPr>
              <w:pStyle w:val="Tabela-tekst"/>
            </w:pPr>
            <w:r w:rsidRPr="00B3459B">
              <w:t>III</w:t>
            </w:r>
          </w:p>
        </w:tc>
        <w:tc>
          <w:tcPr>
            <w:tcW w:w="1835" w:type="pct"/>
            <w:vAlign w:val="center"/>
          </w:tcPr>
          <w:p w14:paraId="02B5461A" w14:textId="77777777" w:rsidR="009220B8" w:rsidRPr="00B3459B" w:rsidRDefault="009220B8" w:rsidP="009220B8">
            <w:pPr>
              <w:pStyle w:val="Tabela-tekst"/>
            </w:pPr>
            <w:r w:rsidRPr="00B3459B">
              <w:t>Etap_III_AW01</w:t>
            </w:r>
          </w:p>
        </w:tc>
      </w:tr>
      <w:tr w:rsidR="009220B8" w:rsidRPr="00B3459B" w14:paraId="6ECB8B54" w14:textId="77777777" w:rsidTr="009220B8">
        <w:trPr>
          <w:trHeight w:val="413"/>
        </w:trPr>
        <w:tc>
          <w:tcPr>
            <w:tcW w:w="1734" w:type="pct"/>
            <w:vAlign w:val="center"/>
          </w:tcPr>
          <w:p w14:paraId="12B2E0FA" w14:textId="77777777" w:rsidR="009220B8" w:rsidRPr="00B3459B" w:rsidRDefault="009220B8" w:rsidP="009220B8">
            <w:pPr>
              <w:pStyle w:val="Tabela-tekst"/>
            </w:pPr>
            <w:r w:rsidRPr="00B3459B">
              <w:t>205</w:t>
            </w:r>
          </w:p>
        </w:tc>
        <w:tc>
          <w:tcPr>
            <w:tcW w:w="1431" w:type="pct"/>
            <w:vAlign w:val="center"/>
          </w:tcPr>
          <w:p w14:paraId="736D8F3D" w14:textId="77777777" w:rsidR="009220B8" w:rsidRPr="00B3459B" w:rsidRDefault="009220B8" w:rsidP="009220B8">
            <w:pPr>
              <w:pStyle w:val="Tabela-tekst"/>
            </w:pPr>
            <w:r w:rsidRPr="00B3459B">
              <w:t>III</w:t>
            </w:r>
          </w:p>
        </w:tc>
        <w:tc>
          <w:tcPr>
            <w:tcW w:w="1835" w:type="pct"/>
            <w:vAlign w:val="center"/>
          </w:tcPr>
          <w:p w14:paraId="4D1D0EBF" w14:textId="77777777" w:rsidR="009220B8" w:rsidRPr="00B3459B" w:rsidRDefault="009220B8" w:rsidP="009220B8">
            <w:pPr>
              <w:pStyle w:val="Tabela-tekst"/>
            </w:pPr>
            <w:r w:rsidRPr="00B3459B">
              <w:t>Etap_III_AW02b</w:t>
            </w:r>
          </w:p>
        </w:tc>
      </w:tr>
      <w:tr w:rsidR="009220B8" w:rsidRPr="00B3459B" w14:paraId="7345A7A4" w14:textId="77777777" w:rsidTr="009220B8">
        <w:trPr>
          <w:trHeight w:val="413"/>
        </w:trPr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14:paraId="11ACFC78" w14:textId="77777777" w:rsidR="009220B8" w:rsidRPr="00B3459B" w:rsidRDefault="009220B8" w:rsidP="009220B8">
            <w:pPr>
              <w:pStyle w:val="Tabela-tekst"/>
            </w:pPr>
            <w:r w:rsidRPr="00B3459B">
              <w:t>208</w:t>
            </w:r>
          </w:p>
        </w:tc>
        <w:tc>
          <w:tcPr>
            <w:tcW w:w="1431" w:type="pct"/>
            <w:tcBorders>
              <w:bottom w:val="single" w:sz="4" w:space="0" w:color="auto"/>
            </w:tcBorders>
            <w:vAlign w:val="center"/>
          </w:tcPr>
          <w:p w14:paraId="345E5140" w14:textId="77777777" w:rsidR="009220B8" w:rsidRPr="00B3459B" w:rsidRDefault="009220B8" w:rsidP="009220B8">
            <w:pPr>
              <w:pStyle w:val="Tabela-tekst"/>
            </w:pPr>
            <w:r w:rsidRPr="00B3459B">
              <w:t>III</w:t>
            </w:r>
          </w:p>
        </w:tc>
        <w:tc>
          <w:tcPr>
            <w:tcW w:w="1835" w:type="pct"/>
            <w:tcBorders>
              <w:bottom w:val="single" w:sz="4" w:space="0" w:color="auto"/>
            </w:tcBorders>
            <w:vAlign w:val="center"/>
          </w:tcPr>
          <w:p w14:paraId="215FCCEF" w14:textId="77777777" w:rsidR="009220B8" w:rsidRPr="00B3459B" w:rsidRDefault="009220B8" w:rsidP="009220B8">
            <w:pPr>
              <w:pStyle w:val="Tabela-tekst"/>
            </w:pPr>
            <w:r w:rsidRPr="00B3459B">
              <w:t>Etap_III_AW05</w:t>
            </w:r>
          </w:p>
        </w:tc>
      </w:tr>
      <w:tr w:rsidR="009220B8" w:rsidRPr="00B3459B" w14:paraId="315D9AB9" w14:textId="77777777" w:rsidTr="009220B8">
        <w:trPr>
          <w:trHeight w:val="413"/>
        </w:trPr>
        <w:tc>
          <w:tcPr>
            <w:tcW w:w="17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D2EF8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Przestrzenie komunikacyjne</w:t>
            </w:r>
          </w:p>
        </w:tc>
        <w:tc>
          <w:tcPr>
            <w:tcW w:w="1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FCB9E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IV</w:t>
            </w:r>
          </w:p>
        </w:tc>
        <w:tc>
          <w:tcPr>
            <w:tcW w:w="18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338F9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 xml:space="preserve">Opis w rozdziale: </w:t>
            </w:r>
            <w:r w:rsidRPr="00B3459B">
              <w:rPr>
                <w:i/>
                <w:iCs/>
                <w:color w:val="A6A6A6" w:themeColor="background1" w:themeShade="A6"/>
              </w:rPr>
              <w:t>4 Akustyka wnętrza</w:t>
            </w:r>
          </w:p>
        </w:tc>
      </w:tr>
      <w:tr w:rsidR="009220B8" w:rsidRPr="00B3459B" w14:paraId="10B6D53E" w14:textId="77777777" w:rsidTr="009220B8">
        <w:trPr>
          <w:trHeight w:val="413"/>
        </w:trPr>
        <w:tc>
          <w:tcPr>
            <w:tcW w:w="1734" w:type="pct"/>
            <w:vAlign w:val="center"/>
          </w:tcPr>
          <w:p w14:paraId="6F058532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305, 308, 308A, 404 – 406, 408 – 417</w:t>
            </w:r>
          </w:p>
        </w:tc>
        <w:tc>
          <w:tcPr>
            <w:tcW w:w="1431" w:type="pct"/>
            <w:vAlign w:val="center"/>
          </w:tcPr>
          <w:p w14:paraId="41D3AEC6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IV</w:t>
            </w:r>
          </w:p>
        </w:tc>
        <w:tc>
          <w:tcPr>
            <w:tcW w:w="1835" w:type="pct"/>
            <w:vAlign w:val="center"/>
          </w:tcPr>
          <w:p w14:paraId="70E4B313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Etap_IV_AW01a</w:t>
            </w:r>
          </w:p>
        </w:tc>
      </w:tr>
      <w:tr w:rsidR="009220B8" w:rsidRPr="00B3459B" w14:paraId="382AC5A5" w14:textId="77777777" w:rsidTr="009220B8">
        <w:trPr>
          <w:trHeight w:val="413"/>
        </w:trPr>
        <w:tc>
          <w:tcPr>
            <w:tcW w:w="1734" w:type="pct"/>
            <w:vAlign w:val="center"/>
          </w:tcPr>
          <w:p w14:paraId="511F7062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306, 307</w:t>
            </w:r>
          </w:p>
        </w:tc>
        <w:tc>
          <w:tcPr>
            <w:tcW w:w="1431" w:type="pct"/>
            <w:vAlign w:val="center"/>
          </w:tcPr>
          <w:p w14:paraId="3E2736AB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IV</w:t>
            </w:r>
          </w:p>
        </w:tc>
        <w:tc>
          <w:tcPr>
            <w:tcW w:w="1835" w:type="pct"/>
            <w:vAlign w:val="center"/>
          </w:tcPr>
          <w:p w14:paraId="01691A83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Etap_IV_AW05</w:t>
            </w:r>
          </w:p>
        </w:tc>
      </w:tr>
      <w:tr w:rsidR="009220B8" w:rsidRPr="00B3459B" w14:paraId="1E1DF7D7" w14:textId="77777777" w:rsidTr="009220B8">
        <w:trPr>
          <w:trHeight w:val="413"/>
        </w:trPr>
        <w:tc>
          <w:tcPr>
            <w:tcW w:w="1734" w:type="pct"/>
            <w:vAlign w:val="center"/>
          </w:tcPr>
          <w:p w14:paraId="5BED0B4E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309, 418</w:t>
            </w:r>
          </w:p>
        </w:tc>
        <w:tc>
          <w:tcPr>
            <w:tcW w:w="1431" w:type="pct"/>
            <w:vAlign w:val="center"/>
          </w:tcPr>
          <w:p w14:paraId="2FD795C4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IV</w:t>
            </w:r>
          </w:p>
        </w:tc>
        <w:tc>
          <w:tcPr>
            <w:tcW w:w="1835" w:type="pct"/>
            <w:vAlign w:val="center"/>
          </w:tcPr>
          <w:p w14:paraId="7C993F4A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Etap_IV_AW02</w:t>
            </w:r>
          </w:p>
        </w:tc>
      </w:tr>
      <w:tr w:rsidR="009220B8" w:rsidRPr="00B3459B" w14:paraId="609F67CA" w14:textId="77777777" w:rsidTr="009220B8">
        <w:trPr>
          <w:trHeight w:val="413"/>
        </w:trPr>
        <w:tc>
          <w:tcPr>
            <w:tcW w:w="1734" w:type="pct"/>
            <w:vAlign w:val="center"/>
          </w:tcPr>
          <w:p w14:paraId="7EB9B39D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310, 419</w:t>
            </w:r>
          </w:p>
        </w:tc>
        <w:tc>
          <w:tcPr>
            <w:tcW w:w="1431" w:type="pct"/>
            <w:vAlign w:val="center"/>
          </w:tcPr>
          <w:p w14:paraId="352C9D4D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IV</w:t>
            </w:r>
          </w:p>
        </w:tc>
        <w:tc>
          <w:tcPr>
            <w:tcW w:w="1835" w:type="pct"/>
            <w:vAlign w:val="center"/>
          </w:tcPr>
          <w:p w14:paraId="0B9B51D7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Etap_IV_AW04</w:t>
            </w:r>
          </w:p>
        </w:tc>
      </w:tr>
      <w:tr w:rsidR="009220B8" w:rsidRPr="00B3459B" w14:paraId="35BA5B40" w14:textId="77777777" w:rsidTr="009220B8">
        <w:trPr>
          <w:trHeight w:val="413"/>
        </w:trPr>
        <w:tc>
          <w:tcPr>
            <w:tcW w:w="1734" w:type="pct"/>
            <w:vAlign w:val="center"/>
          </w:tcPr>
          <w:p w14:paraId="5E5DA38C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407</w:t>
            </w:r>
          </w:p>
        </w:tc>
        <w:tc>
          <w:tcPr>
            <w:tcW w:w="1431" w:type="pct"/>
            <w:vAlign w:val="center"/>
          </w:tcPr>
          <w:p w14:paraId="495812AB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IV</w:t>
            </w:r>
          </w:p>
        </w:tc>
        <w:tc>
          <w:tcPr>
            <w:tcW w:w="1835" w:type="pct"/>
            <w:vAlign w:val="center"/>
          </w:tcPr>
          <w:p w14:paraId="52D0F7AC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Etap_IV_AW01b</w:t>
            </w:r>
          </w:p>
        </w:tc>
      </w:tr>
      <w:tr w:rsidR="009220B8" w:rsidRPr="00B3459B" w14:paraId="4D766B2A" w14:textId="77777777" w:rsidTr="009220B8">
        <w:trPr>
          <w:trHeight w:val="413"/>
        </w:trPr>
        <w:tc>
          <w:tcPr>
            <w:tcW w:w="1734" w:type="pct"/>
            <w:vAlign w:val="center"/>
          </w:tcPr>
          <w:p w14:paraId="494B70F4" w14:textId="088B312F" w:rsidR="00877505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420 – 42</w:t>
            </w:r>
            <w:r w:rsidR="00877505">
              <w:rPr>
                <w:color w:val="A6A6A6" w:themeColor="background1" w:themeShade="A6"/>
              </w:rPr>
              <w:t>4</w:t>
            </w:r>
          </w:p>
        </w:tc>
        <w:tc>
          <w:tcPr>
            <w:tcW w:w="1431" w:type="pct"/>
            <w:vAlign w:val="center"/>
          </w:tcPr>
          <w:p w14:paraId="6E391E26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IV</w:t>
            </w:r>
          </w:p>
        </w:tc>
        <w:tc>
          <w:tcPr>
            <w:tcW w:w="1835" w:type="pct"/>
            <w:vAlign w:val="center"/>
          </w:tcPr>
          <w:p w14:paraId="20468C05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Etap_IV_AW03</w:t>
            </w:r>
          </w:p>
        </w:tc>
      </w:tr>
      <w:tr w:rsidR="009220B8" w:rsidRPr="00B3459B" w14:paraId="306B2D32" w14:textId="77777777" w:rsidTr="009220B8">
        <w:trPr>
          <w:trHeight w:val="413"/>
        </w:trPr>
        <w:tc>
          <w:tcPr>
            <w:tcW w:w="17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A11CF" w14:textId="77777777" w:rsidR="009220B8" w:rsidRPr="00B3459B" w:rsidRDefault="009220B8" w:rsidP="009220B8">
            <w:pPr>
              <w:pStyle w:val="Tabela-tekst"/>
              <w:jc w:val="lef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Przestrzenie komunikacyjne, klatki schodowe</w:t>
            </w:r>
          </w:p>
        </w:tc>
        <w:tc>
          <w:tcPr>
            <w:tcW w:w="1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A0D16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II, V, VI</w:t>
            </w:r>
          </w:p>
        </w:tc>
        <w:tc>
          <w:tcPr>
            <w:tcW w:w="18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4EB7E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 xml:space="preserve">Opis w rozdziale: </w:t>
            </w:r>
            <w:r w:rsidRPr="00B3459B">
              <w:rPr>
                <w:i/>
                <w:iCs/>
                <w:color w:val="A6A6A6" w:themeColor="background1" w:themeShade="A6"/>
              </w:rPr>
              <w:t>4 Akustyka wnętrza</w:t>
            </w:r>
          </w:p>
        </w:tc>
      </w:tr>
      <w:tr w:rsidR="009220B8" w:rsidRPr="00B3459B" w14:paraId="08B72797" w14:textId="77777777" w:rsidTr="009220B8">
        <w:trPr>
          <w:trHeight w:val="413"/>
        </w:trPr>
        <w:tc>
          <w:tcPr>
            <w:tcW w:w="1734" w:type="pct"/>
            <w:vAlign w:val="center"/>
          </w:tcPr>
          <w:p w14:paraId="1AB1AAB6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201 (Biblioteka)</w:t>
            </w:r>
          </w:p>
        </w:tc>
        <w:tc>
          <w:tcPr>
            <w:tcW w:w="1431" w:type="pct"/>
            <w:vAlign w:val="center"/>
          </w:tcPr>
          <w:p w14:paraId="2CEECFE6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II, V, VI</w:t>
            </w:r>
          </w:p>
        </w:tc>
        <w:tc>
          <w:tcPr>
            <w:tcW w:w="1835" w:type="pct"/>
            <w:vAlign w:val="center"/>
          </w:tcPr>
          <w:p w14:paraId="60AA84D7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 xml:space="preserve">Opis w rozdziale: </w:t>
            </w:r>
            <w:r w:rsidRPr="00B3459B">
              <w:rPr>
                <w:i/>
                <w:iCs/>
                <w:color w:val="A6A6A6" w:themeColor="background1" w:themeShade="A6"/>
              </w:rPr>
              <w:t>4 Akustyka wnętrza</w:t>
            </w:r>
          </w:p>
        </w:tc>
      </w:tr>
      <w:tr w:rsidR="009220B8" w:rsidRPr="00B3459B" w14:paraId="688403B0" w14:textId="77777777" w:rsidTr="009220B8">
        <w:trPr>
          <w:trHeight w:val="413"/>
        </w:trPr>
        <w:tc>
          <w:tcPr>
            <w:tcW w:w="1734" w:type="pct"/>
            <w:vAlign w:val="center"/>
          </w:tcPr>
          <w:p w14:paraId="75768C84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301</w:t>
            </w:r>
          </w:p>
        </w:tc>
        <w:tc>
          <w:tcPr>
            <w:tcW w:w="1431" w:type="pct"/>
            <w:vAlign w:val="center"/>
          </w:tcPr>
          <w:p w14:paraId="5FF99ACA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II, V, VI</w:t>
            </w:r>
          </w:p>
        </w:tc>
        <w:tc>
          <w:tcPr>
            <w:tcW w:w="1835" w:type="pct"/>
            <w:vAlign w:val="center"/>
          </w:tcPr>
          <w:p w14:paraId="05B41486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Etap_II_V_VI_AW03</w:t>
            </w:r>
          </w:p>
        </w:tc>
      </w:tr>
      <w:tr w:rsidR="009220B8" w:rsidRPr="00B3459B" w14:paraId="010742A9" w14:textId="77777777" w:rsidTr="009220B8">
        <w:trPr>
          <w:trHeight w:val="413"/>
        </w:trPr>
        <w:tc>
          <w:tcPr>
            <w:tcW w:w="1734" w:type="pct"/>
            <w:vAlign w:val="center"/>
          </w:tcPr>
          <w:p w14:paraId="2B8E5AD2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401</w:t>
            </w:r>
          </w:p>
        </w:tc>
        <w:tc>
          <w:tcPr>
            <w:tcW w:w="1431" w:type="pct"/>
            <w:vAlign w:val="center"/>
          </w:tcPr>
          <w:p w14:paraId="0F3EE2A3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II, V, VI</w:t>
            </w:r>
          </w:p>
        </w:tc>
        <w:tc>
          <w:tcPr>
            <w:tcW w:w="1835" w:type="pct"/>
            <w:vAlign w:val="center"/>
          </w:tcPr>
          <w:p w14:paraId="7A895177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Etap_II_V_VI_AW02</w:t>
            </w:r>
          </w:p>
        </w:tc>
      </w:tr>
      <w:tr w:rsidR="009220B8" w:rsidRPr="00B3459B" w14:paraId="6C9096FA" w14:textId="77777777" w:rsidTr="009220B8">
        <w:trPr>
          <w:trHeight w:val="413"/>
        </w:trPr>
        <w:tc>
          <w:tcPr>
            <w:tcW w:w="1734" w:type="pct"/>
            <w:vAlign w:val="center"/>
          </w:tcPr>
          <w:p w14:paraId="0E950DC3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403</w:t>
            </w:r>
          </w:p>
        </w:tc>
        <w:tc>
          <w:tcPr>
            <w:tcW w:w="1431" w:type="pct"/>
            <w:vAlign w:val="center"/>
          </w:tcPr>
          <w:p w14:paraId="073DA672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II, V, VI</w:t>
            </w:r>
          </w:p>
        </w:tc>
        <w:tc>
          <w:tcPr>
            <w:tcW w:w="1835" w:type="pct"/>
            <w:vAlign w:val="center"/>
          </w:tcPr>
          <w:p w14:paraId="63270FA8" w14:textId="77777777" w:rsidR="009220B8" w:rsidRPr="00B3459B" w:rsidRDefault="009220B8" w:rsidP="009220B8">
            <w:pPr>
              <w:pStyle w:val="Tabela-tekst"/>
              <w:rPr>
                <w:color w:val="A6A6A6" w:themeColor="background1" w:themeShade="A6"/>
              </w:rPr>
            </w:pPr>
            <w:r w:rsidRPr="00B3459B">
              <w:rPr>
                <w:color w:val="A6A6A6" w:themeColor="background1" w:themeShade="A6"/>
              </w:rPr>
              <w:t>Etap_II_V_VI_AW01</w:t>
            </w:r>
          </w:p>
        </w:tc>
      </w:tr>
    </w:tbl>
    <w:p w14:paraId="0135C8C4" w14:textId="77777777" w:rsidR="009220B8" w:rsidRPr="00B3459B" w:rsidRDefault="009220B8" w:rsidP="009220B8"/>
    <w:p w14:paraId="405094C9" w14:textId="77777777" w:rsidR="009220B8" w:rsidRPr="00B3459B" w:rsidRDefault="009220B8" w:rsidP="009220B8"/>
    <w:p w14:paraId="1FA58858" w14:textId="46A197FD" w:rsidR="009220B8" w:rsidRPr="00B3459B" w:rsidRDefault="009220B8" w:rsidP="009220B8">
      <w:pPr>
        <w:sectPr w:rsidR="009220B8" w:rsidRPr="00B3459B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4D5C0A32" w14:textId="7D41619D" w:rsidR="006E6A3B" w:rsidRPr="00B3459B" w:rsidRDefault="006E6A3B" w:rsidP="006E6A3B">
      <w:pPr>
        <w:pStyle w:val="Nagwek1"/>
      </w:pPr>
      <w:bookmarkStart w:id="15" w:name="_Toc44506366"/>
      <w:r w:rsidRPr="00B3459B">
        <w:lastRenderedPageBreak/>
        <w:t>Podstawa opracowania</w:t>
      </w:r>
      <w:bookmarkEnd w:id="12"/>
      <w:bookmarkEnd w:id="15"/>
    </w:p>
    <w:p w14:paraId="5F00088A" w14:textId="77777777" w:rsidR="006E6A3B" w:rsidRPr="00B3459B" w:rsidRDefault="006E6A3B" w:rsidP="006E6A3B">
      <w:pPr>
        <w:pStyle w:val="Nagwek2"/>
      </w:pPr>
      <w:bookmarkStart w:id="16" w:name="_Toc259110406"/>
      <w:bookmarkStart w:id="17" w:name="_Toc44506367"/>
      <w:r w:rsidRPr="00B3459B">
        <w:t>Podstawa formalna</w:t>
      </w:r>
      <w:bookmarkEnd w:id="16"/>
      <w:bookmarkEnd w:id="17"/>
    </w:p>
    <w:p w14:paraId="32589852" w14:textId="0C24F25D" w:rsidR="000F3D72" w:rsidRPr="00B3459B" w:rsidRDefault="00827E0B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18" w:name="_Ref463321734"/>
      <w:bookmarkStart w:id="19" w:name="_Ref362528446"/>
      <w:r w:rsidRPr="00B3459B">
        <w:t xml:space="preserve">Umowa nr </w:t>
      </w:r>
      <w:r w:rsidR="0092278B" w:rsidRPr="00B3459B">
        <w:t>PSM-</w:t>
      </w:r>
      <w:r w:rsidR="000F3D72" w:rsidRPr="00B3459B">
        <w:t xml:space="preserve">A.073.12.2019 zawarta w dniu 2019-07-24 w Katowicach </w:t>
      </w:r>
      <w:r w:rsidR="001778F1" w:rsidRPr="00B3459B">
        <w:t>pomiędzy</w:t>
      </w:r>
      <w:r w:rsidR="004C66FA" w:rsidRPr="00B3459B">
        <w:t xml:space="preserve"> </w:t>
      </w:r>
      <w:r w:rsidR="0092278B" w:rsidRPr="00B3459B">
        <w:t xml:space="preserve">Państwową Szkołą Muzyczną I </w:t>
      </w:r>
      <w:proofErr w:type="spellStart"/>
      <w:r w:rsidR="0092278B" w:rsidRPr="00B3459B">
        <w:t>i</w:t>
      </w:r>
      <w:proofErr w:type="spellEnd"/>
      <w:r w:rsidR="0092278B" w:rsidRPr="00B3459B">
        <w:t xml:space="preserve"> II st. im. M. Karłowicza w Katowicach </w:t>
      </w:r>
      <w:r w:rsidR="008D0506" w:rsidRPr="00B3459B">
        <w:t xml:space="preserve">a </w:t>
      </w:r>
      <w:r w:rsidR="004C66FA" w:rsidRPr="00B3459B">
        <w:t>Pracowni</w:t>
      </w:r>
      <w:r w:rsidR="001778F1" w:rsidRPr="00B3459B">
        <w:t>ą</w:t>
      </w:r>
      <w:r w:rsidR="004C66FA" w:rsidRPr="00B3459B">
        <w:t xml:space="preserve"> Akustyczną Kozłowski sp. j. </w:t>
      </w:r>
      <w:r w:rsidR="000F3D72" w:rsidRPr="00B3459B">
        <w:t xml:space="preserve">na opracowanie dokumentacji projektowej w zakresie akustyki na potrzeby remontu / modernizacji / przebudowy budynku Państwowej Szkoły Muzycznej I </w:t>
      </w:r>
      <w:proofErr w:type="spellStart"/>
      <w:r w:rsidR="000F3D72" w:rsidRPr="00B3459B">
        <w:t>i</w:t>
      </w:r>
      <w:proofErr w:type="spellEnd"/>
      <w:r w:rsidR="000F3D72" w:rsidRPr="00B3459B">
        <w:t xml:space="preserve"> II st. im. M. Karłowicza w Katowicach, przy ul. Teatralnej 16.</w:t>
      </w:r>
    </w:p>
    <w:p w14:paraId="0072931C" w14:textId="334C88EF" w:rsidR="00BB7B91" w:rsidRPr="00B3459B" w:rsidRDefault="00BB7B91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r w:rsidRPr="00B3459B">
        <w:t xml:space="preserve">Aneks z dnia 2020-01-08 do umowy nr PSM-A.073.12.2019 zawartej w dniu 2019-07-24 w Katowicach pomiędzy Państwową Szkołą Muzyczną I </w:t>
      </w:r>
      <w:proofErr w:type="spellStart"/>
      <w:r w:rsidRPr="00B3459B">
        <w:t>i</w:t>
      </w:r>
      <w:proofErr w:type="spellEnd"/>
      <w:r w:rsidRPr="00B3459B">
        <w:t xml:space="preserve"> II st. im. M. Karłowicza w Katowicach a Pracownią Akustyczną Kozłowski sp. j.</w:t>
      </w:r>
    </w:p>
    <w:p w14:paraId="69571AEA" w14:textId="2171C84E" w:rsidR="003C077A" w:rsidRPr="00B3459B" w:rsidRDefault="003C077A" w:rsidP="003C077A">
      <w:pPr>
        <w:numPr>
          <w:ilvl w:val="0"/>
          <w:numId w:val="2"/>
        </w:numPr>
        <w:tabs>
          <w:tab w:val="left" w:pos="896"/>
        </w:tabs>
        <w:ind w:left="900" w:hanging="564"/>
      </w:pPr>
      <w:r w:rsidRPr="00B3459B">
        <w:t xml:space="preserve">Aneks z dnia 2020-04-14 do umowy nr PSM-A.073.12.2019 zawartej w dniu 2019-07-24 w Katowicach pomiędzy Państwową Szkołą Muzyczną I </w:t>
      </w:r>
      <w:proofErr w:type="spellStart"/>
      <w:r w:rsidRPr="00B3459B">
        <w:t>i</w:t>
      </w:r>
      <w:proofErr w:type="spellEnd"/>
      <w:r w:rsidRPr="00B3459B">
        <w:t xml:space="preserve"> II st. im. M. Karłowicza w Katowicach a Pracownią Akustyczną Kozłowski sp. j.</w:t>
      </w:r>
    </w:p>
    <w:p w14:paraId="1281E877" w14:textId="71D99163" w:rsidR="0035226B" w:rsidRPr="00B3459B" w:rsidRDefault="0035226B" w:rsidP="0035226B">
      <w:pPr>
        <w:numPr>
          <w:ilvl w:val="0"/>
          <w:numId w:val="2"/>
        </w:numPr>
        <w:tabs>
          <w:tab w:val="left" w:pos="896"/>
        </w:tabs>
        <w:ind w:left="900" w:hanging="564"/>
      </w:pPr>
      <w:r w:rsidRPr="00B3459B">
        <w:t>Aneks z dnia 2020-0</w:t>
      </w:r>
      <w:r w:rsidR="00DF7F4C" w:rsidRPr="00B3459B">
        <w:t>5</w:t>
      </w:r>
      <w:r w:rsidRPr="00B3459B">
        <w:t>-</w:t>
      </w:r>
      <w:r w:rsidR="00DF7F4C" w:rsidRPr="00B3459B">
        <w:t xml:space="preserve">15 </w:t>
      </w:r>
      <w:r w:rsidRPr="00B3459B">
        <w:t xml:space="preserve">do umowy nr PSM-A.073.12.2019 zawartej w dniu 2019-07-24 w Katowicach pomiędzy Państwową Szkołą Muzyczną I </w:t>
      </w:r>
      <w:proofErr w:type="spellStart"/>
      <w:r w:rsidRPr="00B3459B">
        <w:t>i</w:t>
      </w:r>
      <w:proofErr w:type="spellEnd"/>
      <w:r w:rsidRPr="00B3459B">
        <w:t xml:space="preserve"> II st. im. M. Karłowicza w Katowicach a Pracownią Akustyczną Kozłowski sp. j.</w:t>
      </w:r>
    </w:p>
    <w:p w14:paraId="057DD374" w14:textId="77777777" w:rsidR="006E6A3B" w:rsidRPr="00B3459B" w:rsidRDefault="006E6A3B" w:rsidP="006E6A3B">
      <w:pPr>
        <w:pStyle w:val="Nagwek2"/>
      </w:pPr>
      <w:bookmarkStart w:id="20" w:name="_Ref258746115"/>
      <w:bookmarkStart w:id="21" w:name="_Toc259110407"/>
      <w:bookmarkStart w:id="22" w:name="_Toc44506368"/>
      <w:bookmarkEnd w:id="18"/>
      <w:bookmarkEnd w:id="19"/>
      <w:r w:rsidRPr="00B3459B">
        <w:t>Podstawa merytoryczna</w:t>
      </w:r>
      <w:bookmarkEnd w:id="20"/>
      <w:bookmarkEnd w:id="21"/>
      <w:bookmarkEnd w:id="22"/>
    </w:p>
    <w:p w14:paraId="4725ACF5" w14:textId="77777777" w:rsidR="00347062" w:rsidRPr="00B3459B" w:rsidRDefault="00453D42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23" w:name="_Ref362521713"/>
      <w:r w:rsidRPr="00B3459B">
        <w:t>PN-</w:t>
      </w:r>
      <w:r w:rsidR="00347062" w:rsidRPr="00B3459B">
        <w:t>B</w:t>
      </w:r>
      <w:r w:rsidRPr="00B3459B">
        <w:t>-</w:t>
      </w:r>
      <w:r w:rsidR="00347062" w:rsidRPr="00B3459B">
        <w:t>02153:2002 Akustyka budowlana. Terminologia, symbole literowe i jednostki.</w:t>
      </w:r>
      <w:bookmarkEnd w:id="23"/>
    </w:p>
    <w:p w14:paraId="0B69061A" w14:textId="77777777" w:rsidR="00347062" w:rsidRPr="00B3459B" w:rsidRDefault="00347062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24" w:name="_Ref363457742"/>
      <w:bookmarkStart w:id="25" w:name="_Ref463253973"/>
      <w:r w:rsidRPr="00B3459B">
        <w:t>PN</w:t>
      </w:r>
      <w:r w:rsidR="00453D42" w:rsidRPr="00B3459B">
        <w:t>-</w:t>
      </w:r>
      <w:r w:rsidRPr="00B3459B">
        <w:t>B</w:t>
      </w:r>
      <w:r w:rsidR="00453D42" w:rsidRPr="00B3459B">
        <w:t>-</w:t>
      </w:r>
      <w:r w:rsidRPr="00B3459B">
        <w:t>02151-</w:t>
      </w:r>
      <w:r w:rsidR="00103CD1" w:rsidRPr="00B3459B">
        <w:t>0</w:t>
      </w:r>
      <w:r w:rsidRPr="00B3459B">
        <w:t>3:</w:t>
      </w:r>
      <w:bookmarkEnd w:id="24"/>
      <w:r w:rsidR="00453D42" w:rsidRPr="00B3459B">
        <w:t>2015-10 Akustyka budowlana. Ochrona przed hałasem w budynkach. Część 3: Wymagania dotyczące izolacyjności akustycznej przegród w budynkach i elementów budowlanych.</w:t>
      </w:r>
      <w:bookmarkEnd w:id="25"/>
    </w:p>
    <w:p w14:paraId="571BD7C7" w14:textId="77777777" w:rsidR="00FA7F5B" w:rsidRPr="00B3459B" w:rsidRDefault="00FA7F5B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26" w:name="_Ref10112888"/>
      <w:r w:rsidRPr="00B3459B">
        <w:t>PN-B-02151-2:2018-01 </w:t>
      </w:r>
      <w:r w:rsidR="006B1CCD" w:rsidRPr="00B3459B">
        <w:t>Akustyka budowlana. Ochrona przed hałasem w budynkach. Część 2: Wymagania dotyczące dopuszczalnego poziomu dźwięku w pomieszczeniach.</w:t>
      </w:r>
      <w:bookmarkEnd w:id="26"/>
    </w:p>
    <w:p w14:paraId="6231E04E" w14:textId="77777777" w:rsidR="00F520E5" w:rsidRPr="00B3459B" w:rsidRDefault="00F520E5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27" w:name="_Ref10531837"/>
      <w:r w:rsidRPr="00B3459B">
        <w:t>PN-B-02151-4:2015-06 Akustyka budowlana. Ochrona przed hałasem w budynkach. Część 4: Wymagania dotyczące warunków pogłosowych i zrozumiałości mowy w pomieszczeniach oraz wytyczne prowadzenia badań.</w:t>
      </w:r>
      <w:bookmarkEnd w:id="27"/>
    </w:p>
    <w:p w14:paraId="2E770992" w14:textId="77777777" w:rsidR="00C17836" w:rsidRPr="00B3459B" w:rsidRDefault="00C17836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28" w:name="_Ref440445169"/>
      <w:r w:rsidRPr="00B3459B">
        <w:t>PN-B-02156:1987</w:t>
      </w:r>
      <w:r w:rsidR="005A6B36" w:rsidRPr="00B3459B">
        <w:t> </w:t>
      </w:r>
      <w:r w:rsidRPr="00B3459B">
        <w:t>Akustyka budowlana. Metody pomiaru poziomu dźwięku A w budynkach.</w:t>
      </w:r>
      <w:bookmarkEnd w:id="28"/>
    </w:p>
    <w:p w14:paraId="27B6FBD5" w14:textId="77777777" w:rsidR="005A6B36" w:rsidRPr="00B3459B" w:rsidRDefault="005A6B36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29" w:name="_Ref460418965"/>
      <w:r w:rsidRPr="00B3459B">
        <w:t>PN-EN ISO 12354-1:2017-10 Akustyka budowlana. Określenie właściwości akustycznych budynków na podstawie właściwości elementów. Część 1: Izolacyjność od dźwięków powietrznych między pomieszczeniami.</w:t>
      </w:r>
    </w:p>
    <w:p w14:paraId="31E7F365" w14:textId="77777777" w:rsidR="005A6B36" w:rsidRPr="00B3459B" w:rsidRDefault="005A6B36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r w:rsidRPr="00B3459B">
        <w:t>PN-EN ISO 12354-3:2017-10 Akustyka budowlana. Określenie właściwości akustycznych budynków na podstawie właściwości elementów</w:t>
      </w:r>
      <w:r w:rsidR="000D13AF" w:rsidRPr="00B3459B">
        <w:t xml:space="preserve">. </w:t>
      </w:r>
      <w:r w:rsidRPr="00B3459B">
        <w:t>Część 3: Izolacyjność od dźwięków powietrznych przenikających z zewnątrz</w:t>
      </w:r>
      <w:r w:rsidR="000D13AF" w:rsidRPr="00B3459B">
        <w:t>.</w:t>
      </w:r>
    </w:p>
    <w:p w14:paraId="2A713B71" w14:textId="77777777" w:rsidR="000D13AF" w:rsidRPr="00B3459B" w:rsidRDefault="000D13AF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r w:rsidRPr="00B3459B">
        <w:t>PN-EN ISO 12354-4:2017-10 Akustyka budowlana. Określenie właściwości akustycznych budynków na podstawie właściwości elementów. Część 4: Przenikanie hałasu z budynku do środowiska.</w:t>
      </w:r>
    </w:p>
    <w:bookmarkEnd w:id="29"/>
    <w:p w14:paraId="5502180B" w14:textId="77777777" w:rsidR="00926966" w:rsidRPr="00B3459B" w:rsidRDefault="00926966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r w:rsidRPr="00B3459B">
        <w:t>PN-EN 12354-5:2009 Akustyka budowlana. Określanie właściwości akustycznych budynków na podstawie właściwości elementów. Część 5: Poziomy hałasu pochodzące od wyposażenia technicznego.</w:t>
      </w:r>
    </w:p>
    <w:p w14:paraId="4C614E77" w14:textId="77777777" w:rsidR="00573036" w:rsidRPr="00B3459B" w:rsidRDefault="00573036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r w:rsidRPr="00B3459B">
        <w:lastRenderedPageBreak/>
        <w:t>PN-EN 12354-6:2005 Akustyka budowlana. Określanie właściwości akustycznych budynków na podstawie właściwości elementów. Część 6: Pochłanianie dźwięku w pomieszczeniach.</w:t>
      </w:r>
    </w:p>
    <w:p w14:paraId="4C0BF75B" w14:textId="77777777" w:rsidR="007C2D9B" w:rsidRPr="00B3459B" w:rsidRDefault="007C2D9B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0" w:name="_Ref370295648"/>
      <w:r w:rsidRPr="00B3459B">
        <w:t>PN-EN</w:t>
      </w:r>
      <w:r w:rsidR="002835E5" w:rsidRPr="00B3459B">
        <w:t> </w:t>
      </w:r>
      <w:r w:rsidRPr="00B3459B">
        <w:t>ISO</w:t>
      </w:r>
      <w:r w:rsidR="002835E5" w:rsidRPr="00B3459B">
        <w:t> </w:t>
      </w:r>
      <w:r w:rsidRPr="00B3459B">
        <w:t>11654</w:t>
      </w:r>
      <w:r w:rsidR="00F929E6" w:rsidRPr="00B3459B">
        <w:t>:1999</w:t>
      </w:r>
      <w:r w:rsidR="002835E5" w:rsidRPr="00B3459B">
        <w:t> </w:t>
      </w:r>
      <w:r w:rsidR="00C17836" w:rsidRPr="00B3459B">
        <w:t xml:space="preserve">Akustyka. </w:t>
      </w:r>
      <w:r w:rsidRPr="00B3459B">
        <w:t>Wyroby dźwiękoc</w:t>
      </w:r>
      <w:r w:rsidR="00C17836" w:rsidRPr="00B3459B">
        <w:t xml:space="preserve">hłonne używane w budownictwie. </w:t>
      </w:r>
      <w:r w:rsidRPr="00B3459B">
        <w:t>Wskaźniki pochłaniania dźwięku.</w:t>
      </w:r>
      <w:bookmarkEnd w:id="30"/>
    </w:p>
    <w:p w14:paraId="021D4CE2" w14:textId="77777777" w:rsidR="007552FC" w:rsidRPr="00B3459B" w:rsidRDefault="007552FC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1" w:name="_Ref399936398"/>
      <w:r w:rsidRPr="00B3459B">
        <w:t>Rozporządzenie Ministra Infrastruktury z dnia 12 kwietnia 2002 r. w sprawie warunków technicznych, jakim powinny odpowiadać budynki i ich usytuowanie (Dz.U.</w:t>
      </w:r>
      <w:r w:rsidR="00F929E6" w:rsidRPr="00B3459B">
        <w:t xml:space="preserve"> </w:t>
      </w:r>
      <w:r w:rsidRPr="00B3459B">
        <w:t>2002 nr 75 poz. 690). Tekst ujednolicony po nowelizacji z komentarzem, Instytut Techniki Budowlanej, Warszawa 2009.</w:t>
      </w:r>
      <w:bookmarkEnd w:id="31"/>
    </w:p>
    <w:p w14:paraId="391B2004" w14:textId="77777777" w:rsidR="0044126B" w:rsidRPr="00B3459B" w:rsidRDefault="0044126B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2" w:name="_Ref364257903"/>
      <w:bookmarkStart w:id="33" w:name="_Ref430249060"/>
      <w:bookmarkStart w:id="34" w:name="_Ref10469450"/>
      <w:r w:rsidRPr="00B3459B">
        <w:t>Kulowski A., Akustyka sal, Wydawnictwo Politechniki Gdańskiej, Gdańsk 2007</w:t>
      </w:r>
      <w:bookmarkEnd w:id="32"/>
      <w:bookmarkEnd w:id="33"/>
      <w:r w:rsidR="00453D42" w:rsidRPr="00B3459B">
        <w:t>.</w:t>
      </w:r>
      <w:bookmarkEnd w:id="34"/>
    </w:p>
    <w:p w14:paraId="60A80FD9" w14:textId="77777777" w:rsidR="00FD0E10" w:rsidRPr="00B3459B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5" w:name="_Ref430248980"/>
      <w:r w:rsidRPr="00B3459B">
        <w:t>Sadowski J., Akustyka Architektoniczna, PWN, Warszawa, 1976.</w:t>
      </w:r>
      <w:bookmarkStart w:id="36" w:name="_Ref364226644"/>
      <w:bookmarkEnd w:id="35"/>
    </w:p>
    <w:p w14:paraId="2A74D2DF" w14:textId="77777777" w:rsidR="00FD0E10" w:rsidRPr="00B3459B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7" w:name="_Ref430253773"/>
      <w:r w:rsidRPr="00B3459B">
        <w:t>Everest A., Podręcznik akustyki, Sonia Draga, Katowice, 2010.</w:t>
      </w:r>
      <w:bookmarkEnd w:id="36"/>
      <w:bookmarkEnd w:id="37"/>
    </w:p>
    <w:p w14:paraId="5ECA8316" w14:textId="77777777" w:rsidR="00FD0E10" w:rsidRPr="00B3459B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38" w:name="_Ref364166573"/>
      <w:r w:rsidRPr="00B3459B">
        <w:rPr>
          <w:lang w:val="en-US"/>
        </w:rPr>
        <w:t>Long M., Architectural Acoustics, Elsevier Inc., 2006.</w:t>
      </w:r>
      <w:bookmarkEnd w:id="38"/>
    </w:p>
    <w:p w14:paraId="1A13C72D" w14:textId="77777777" w:rsidR="00FD0E10" w:rsidRPr="00B3459B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39" w:name="_Ref364166586"/>
      <w:r w:rsidRPr="00B3459B">
        <w:rPr>
          <w:lang w:val="en-US"/>
        </w:rPr>
        <w:t xml:space="preserve">Mehta M., Johnson J., </w:t>
      </w:r>
      <w:proofErr w:type="spellStart"/>
      <w:r w:rsidRPr="00B3459B">
        <w:rPr>
          <w:lang w:val="en-US"/>
        </w:rPr>
        <w:t>Rocafort</w:t>
      </w:r>
      <w:proofErr w:type="spellEnd"/>
      <w:r w:rsidRPr="00B3459B">
        <w:rPr>
          <w:lang w:val="en-US"/>
        </w:rPr>
        <w:t xml:space="preserve"> J., Architectural Acoustics Principles and Design, Prentice Hall 1998.</w:t>
      </w:r>
      <w:bookmarkEnd w:id="39"/>
    </w:p>
    <w:p w14:paraId="03CCB735" w14:textId="77777777" w:rsidR="00FD0E10" w:rsidRPr="00B3459B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40" w:name="_Ref370294243"/>
      <w:proofErr w:type="spellStart"/>
      <w:r w:rsidRPr="00B3459B">
        <w:rPr>
          <w:lang w:val="en-US"/>
        </w:rPr>
        <w:t>Sheaffer</w:t>
      </w:r>
      <w:proofErr w:type="spellEnd"/>
      <w:r w:rsidRPr="00B3459B">
        <w:rPr>
          <w:lang w:val="en-US"/>
        </w:rPr>
        <w:t xml:space="preserve"> J., Prediction and Evaluation of RT Design Criteria, 2007.</w:t>
      </w:r>
      <w:bookmarkEnd w:id="40"/>
    </w:p>
    <w:p w14:paraId="5F9D2606" w14:textId="77777777" w:rsidR="00FD0E10" w:rsidRPr="00B3459B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41" w:name="_Ref388629536"/>
      <w:r w:rsidRPr="00B3459B">
        <w:rPr>
          <w:lang w:val="en-US"/>
        </w:rPr>
        <w:t xml:space="preserve">Beranek L., Concert Halls and Opera Houses, Springer </w:t>
      </w:r>
      <w:proofErr w:type="spellStart"/>
      <w:r w:rsidRPr="00B3459B">
        <w:rPr>
          <w:lang w:val="en-US"/>
        </w:rPr>
        <w:t>Science+Business</w:t>
      </w:r>
      <w:proofErr w:type="spellEnd"/>
      <w:r w:rsidRPr="00B3459B">
        <w:rPr>
          <w:lang w:val="en-US"/>
        </w:rPr>
        <w:t xml:space="preserve"> Media, 2004.</w:t>
      </w:r>
      <w:bookmarkEnd w:id="41"/>
    </w:p>
    <w:p w14:paraId="2AC88FBE" w14:textId="77777777" w:rsidR="00992F86" w:rsidRPr="00B3459B" w:rsidRDefault="00992F86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42" w:name="_Ref455999426"/>
      <w:proofErr w:type="spellStart"/>
      <w:r w:rsidRPr="00B3459B">
        <w:rPr>
          <w:lang w:val="en-US"/>
        </w:rPr>
        <w:t>Fasold</w:t>
      </w:r>
      <w:proofErr w:type="spellEnd"/>
      <w:r w:rsidRPr="00B3459B">
        <w:rPr>
          <w:lang w:val="en-US"/>
        </w:rPr>
        <w:t xml:space="preserve"> W., Sonntag E., Winkler H., </w:t>
      </w:r>
      <w:proofErr w:type="spellStart"/>
      <w:r w:rsidRPr="00B3459B">
        <w:rPr>
          <w:lang w:val="en-US"/>
        </w:rPr>
        <w:t>Bau</w:t>
      </w:r>
      <w:proofErr w:type="spellEnd"/>
      <w:r w:rsidRPr="00B3459B">
        <w:rPr>
          <w:lang w:val="en-US"/>
        </w:rPr>
        <w:t xml:space="preserve">-und </w:t>
      </w:r>
      <w:proofErr w:type="spellStart"/>
      <w:r w:rsidRPr="00B3459B">
        <w:rPr>
          <w:lang w:val="en-US"/>
        </w:rPr>
        <w:t>Raumakustik</w:t>
      </w:r>
      <w:proofErr w:type="spellEnd"/>
      <w:r w:rsidRPr="00B3459B">
        <w:rPr>
          <w:lang w:val="en-US"/>
        </w:rPr>
        <w:t xml:space="preserve">, VEB Verlag </w:t>
      </w:r>
      <w:proofErr w:type="spellStart"/>
      <w:r w:rsidRPr="00B3459B">
        <w:rPr>
          <w:lang w:val="en-US"/>
        </w:rPr>
        <w:t>für</w:t>
      </w:r>
      <w:proofErr w:type="spellEnd"/>
      <w:r w:rsidRPr="00B3459B">
        <w:rPr>
          <w:lang w:val="en-US"/>
        </w:rPr>
        <w:t xml:space="preserve"> </w:t>
      </w:r>
      <w:proofErr w:type="spellStart"/>
      <w:r w:rsidRPr="00B3459B">
        <w:rPr>
          <w:lang w:val="en-US"/>
        </w:rPr>
        <w:t>Bauwesen</w:t>
      </w:r>
      <w:proofErr w:type="spellEnd"/>
      <w:r w:rsidRPr="00B3459B">
        <w:rPr>
          <w:lang w:val="en-US"/>
        </w:rPr>
        <w:t>, Berlin 1987.</w:t>
      </w:r>
      <w:bookmarkEnd w:id="42"/>
    </w:p>
    <w:p w14:paraId="6B3F4483" w14:textId="4EC49AD1" w:rsidR="00992F86" w:rsidRPr="00B3459B" w:rsidRDefault="00992F86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43" w:name="_Ref455999429"/>
      <w:proofErr w:type="spellStart"/>
      <w:r w:rsidRPr="00B3459B">
        <w:rPr>
          <w:lang w:val="en-US"/>
        </w:rPr>
        <w:t>Makrinienko</w:t>
      </w:r>
      <w:proofErr w:type="spellEnd"/>
      <w:r w:rsidRPr="00B3459B">
        <w:rPr>
          <w:lang w:val="en-US"/>
        </w:rPr>
        <w:t>, L.I., Acoustics  of Auditoriums in Public Buildings, Am. Inst. Physic 1994.</w:t>
      </w:r>
      <w:bookmarkEnd w:id="43"/>
    </w:p>
    <w:p w14:paraId="677411C6" w14:textId="63FA7C51" w:rsidR="0055463C" w:rsidRPr="00B3459B" w:rsidRDefault="0055463C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r w:rsidRPr="00B3459B">
        <w:rPr>
          <w:lang w:val="en-US"/>
        </w:rPr>
        <w:t xml:space="preserve">McCue E., </w:t>
      </w:r>
      <w:proofErr w:type="spellStart"/>
      <w:r w:rsidRPr="00B3459B">
        <w:rPr>
          <w:lang w:val="en-US"/>
        </w:rPr>
        <w:t>Talaske</w:t>
      </w:r>
      <w:proofErr w:type="spellEnd"/>
      <w:r w:rsidRPr="00B3459B">
        <w:rPr>
          <w:lang w:val="en-US"/>
        </w:rPr>
        <w:t xml:space="preserve"> R. H., Acoustical Design of Music Education Facilities, Acoustical Society of America, 1990.</w:t>
      </w:r>
    </w:p>
    <w:p w14:paraId="75344348" w14:textId="77777777" w:rsidR="00A15E3B" w:rsidRPr="00B3459B" w:rsidRDefault="00A15E3B" w:rsidP="00D44282">
      <w:pPr>
        <w:rPr>
          <w:lang w:val="en-US"/>
        </w:rPr>
      </w:pPr>
    </w:p>
    <w:p w14:paraId="71061E5C" w14:textId="77777777" w:rsidR="006E6A3B" w:rsidRPr="00B3459B" w:rsidRDefault="006E6A3B" w:rsidP="00D45F86">
      <w:pPr>
        <w:rPr>
          <w:lang w:val="en-US"/>
        </w:rPr>
      </w:pPr>
    </w:p>
    <w:p w14:paraId="12C79D58" w14:textId="77777777" w:rsidR="006E6A3B" w:rsidRPr="00B3459B" w:rsidRDefault="006E6A3B" w:rsidP="006E6A3B">
      <w:pPr>
        <w:rPr>
          <w:lang w:val="en-US"/>
        </w:rPr>
        <w:sectPr w:rsidR="006E6A3B" w:rsidRPr="00B3459B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1B0D779E" w14:textId="77777777" w:rsidR="009F4E8B" w:rsidRPr="00B3459B" w:rsidRDefault="009F4E8B" w:rsidP="009F4E8B">
      <w:pPr>
        <w:pStyle w:val="Nagwek1"/>
      </w:pPr>
      <w:bookmarkStart w:id="44" w:name="_Toc364161840"/>
      <w:bookmarkStart w:id="45" w:name="_Toc369865997"/>
      <w:bookmarkStart w:id="46" w:name="_Ref431813758"/>
      <w:bookmarkStart w:id="47" w:name="_Ref431813766"/>
      <w:bookmarkStart w:id="48" w:name="_Ref431813777"/>
      <w:bookmarkStart w:id="49" w:name="_Ref431813783"/>
      <w:bookmarkStart w:id="50" w:name="_Ref431813805"/>
      <w:bookmarkStart w:id="51" w:name="_Ref431813827"/>
      <w:bookmarkStart w:id="52" w:name="_Toc44506369"/>
      <w:r w:rsidRPr="00B3459B">
        <w:lastRenderedPageBreak/>
        <w:t>Przeznaczenie i program użytkowy obiektu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14:paraId="6EB29654" w14:textId="4C1D022D" w:rsidR="00895BA3" w:rsidRPr="00B3459B" w:rsidRDefault="00895BA3" w:rsidP="00251232">
      <w:r w:rsidRPr="00B3459B">
        <w:t xml:space="preserve">Modernizacji zostaną poddane sale </w:t>
      </w:r>
      <w:r w:rsidR="0019773F" w:rsidRPr="00B3459B">
        <w:t>dydaktyczne</w:t>
      </w:r>
      <w:r w:rsidR="00FA47E2" w:rsidRPr="00B3459B">
        <w:t xml:space="preserve">, </w:t>
      </w:r>
      <w:r w:rsidRPr="00B3459B">
        <w:t>sala kameralna</w:t>
      </w:r>
      <w:r w:rsidR="00FA47E2" w:rsidRPr="00B3459B">
        <w:t xml:space="preserve"> oraz przestrzenie komunikacyjne i biurowe</w:t>
      </w:r>
      <w:r w:rsidRPr="00B3459B">
        <w:t xml:space="preserve"> </w:t>
      </w:r>
      <w:r w:rsidR="00251232" w:rsidRPr="00B3459B">
        <w:t xml:space="preserve">szkoły muzycznej I </w:t>
      </w:r>
      <w:proofErr w:type="spellStart"/>
      <w:r w:rsidR="00251232" w:rsidRPr="00B3459B">
        <w:t>i</w:t>
      </w:r>
      <w:proofErr w:type="spellEnd"/>
      <w:r w:rsidR="00251232" w:rsidRPr="00B3459B">
        <w:t xml:space="preserve"> II st. im. Mieczysława Karłowicza w Katowicach. W sąsiedztwie </w:t>
      </w:r>
      <w:r w:rsidRPr="00B3459B">
        <w:t xml:space="preserve">szkoły </w:t>
      </w:r>
      <w:r w:rsidR="00251232" w:rsidRPr="00B3459B">
        <w:t xml:space="preserve">znajdują się inne budynki oraz ulica. </w:t>
      </w:r>
    </w:p>
    <w:p w14:paraId="2C76A5E3" w14:textId="0FE95350" w:rsidR="00EA350A" w:rsidRPr="00B3459B" w:rsidRDefault="00EA350A" w:rsidP="00EA350A">
      <w:r w:rsidRPr="00B3459B">
        <w:t xml:space="preserve">Na podstawie funkcji akustycznej oraz kubatury pomieszczeń </w:t>
      </w:r>
      <w:r w:rsidR="00FA47E2" w:rsidRPr="00B3459B">
        <w:t xml:space="preserve">zostały </w:t>
      </w:r>
      <w:r w:rsidRPr="00B3459B">
        <w:t>dobrane parametry akustyczne, zapewniające wierny przekaz dźwięku lub</w:t>
      </w:r>
      <w:r w:rsidR="003B0E9F" w:rsidRPr="00B3459B">
        <w:t>/i</w:t>
      </w:r>
      <w:r w:rsidRPr="00B3459B">
        <w:t xml:space="preserve"> słowa w modernizowanych oraz nowoprojektowanych pomieszczeniach.</w:t>
      </w:r>
    </w:p>
    <w:p w14:paraId="78E6F5A2" w14:textId="777B0A90" w:rsidR="007B5AFD" w:rsidRPr="00B3459B" w:rsidRDefault="007B5AFD" w:rsidP="00EA350A">
      <w:r w:rsidRPr="00B3459B">
        <w:t>Ze względu na konieczność zapewnienia ciągłości pracy szkoły oraz możliwości realizacji etapów przebudowy w okresach wakacyjnych prace podzielono na 5 etapów:</w:t>
      </w:r>
    </w:p>
    <w:p w14:paraId="176EC2FF" w14:textId="730451B9" w:rsidR="007B5AFD" w:rsidRPr="00B3459B" w:rsidRDefault="003D0119" w:rsidP="00CE05D8">
      <w:pPr>
        <w:pStyle w:val="Akapitzlist"/>
        <w:numPr>
          <w:ilvl w:val="0"/>
          <w:numId w:val="8"/>
        </w:numPr>
        <w:ind w:left="714" w:hanging="357"/>
        <w:contextualSpacing w:val="0"/>
      </w:pPr>
      <w:r w:rsidRPr="00B3459B">
        <w:t>Etap</w:t>
      </w:r>
      <w:r w:rsidR="007B5AFD" w:rsidRPr="00B3459B">
        <w:t xml:space="preserve"> I</w:t>
      </w:r>
      <w:r w:rsidR="007B5AFD" w:rsidRPr="00B3459B">
        <w:tab/>
        <w:t>–</w:t>
      </w:r>
      <w:r w:rsidR="00157ECB" w:rsidRPr="00B3459B">
        <w:t xml:space="preserve"> </w:t>
      </w:r>
      <w:r w:rsidR="00400F54">
        <w:t>około 55</w:t>
      </w:r>
      <w:r w:rsidR="00B5715F" w:rsidRPr="00B3459B">
        <w:t>5</w:t>
      </w:r>
      <w:r w:rsidR="007B5AFD" w:rsidRPr="00B3459B">
        <w:t xml:space="preserve"> m</w:t>
      </w:r>
      <w:r w:rsidR="007B5AFD" w:rsidRPr="00B3459B">
        <w:rPr>
          <w:vertAlign w:val="superscript"/>
        </w:rPr>
        <w:t>2</w:t>
      </w:r>
      <w:r w:rsidR="007B5AFD" w:rsidRPr="00B3459B">
        <w:t xml:space="preserve"> –</w:t>
      </w:r>
      <w:r w:rsidR="00157ECB" w:rsidRPr="00B3459B">
        <w:t xml:space="preserve"> </w:t>
      </w:r>
      <w:r w:rsidR="007B5AFD" w:rsidRPr="00B3459B">
        <w:t>przebudow</w:t>
      </w:r>
      <w:r w:rsidR="00157ECB" w:rsidRPr="00B3459B">
        <w:t>a</w:t>
      </w:r>
      <w:r w:rsidR="007B5AFD" w:rsidRPr="00B3459B">
        <w:t xml:space="preserve"> małej </w:t>
      </w:r>
      <w:r w:rsidR="00157ECB" w:rsidRPr="00B3459B">
        <w:t>s</w:t>
      </w:r>
      <w:r w:rsidR="007B5AFD" w:rsidRPr="00B3459B">
        <w:t>ali koncertowej wraz z</w:t>
      </w:r>
      <w:r w:rsidR="00157ECB" w:rsidRPr="00B3459B">
        <w:t> </w:t>
      </w:r>
      <w:r w:rsidR="007B5AFD" w:rsidRPr="00B3459B">
        <w:t>istniejącym studio nagrań</w:t>
      </w:r>
      <w:r w:rsidR="00B5715F" w:rsidRPr="00B3459B">
        <w:t xml:space="preserve"> oraz piwnic</w:t>
      </w:r>
      <w:r w:rsidR="00C64D5D" w:rsidRPr="00B3459B">
        <w:t xml:space="preserve"> z wyłączeniem klatek schodowych</w:t>
      </w:r>
      <w:r w:rsidR="007B5AFD" w:rsidRPr="00B3459B">
        <w:t xml:space="preserve">. </w:t>
      </w:r>
    </w:p>
    <w:p w14:paraId="77148054" w14:textId="6DA32919" w:rsidR="007B5AFD" w:rsidRPr="00B3459B" w:rsidRDefault="00157ECB" w:rsidP="00CE05D8">
      <w:pPr>
        <w:pStyle w:val="Akapitzlist"/>
        <w:numPr>
          <w:ilvl w:val="0"/>
          <w:numId w:val="8"/>
        </w:numPr>
        <w:ind w:left="714" w:hanging="357"/>
        <w:contextualSpacing w:val="0"/>
      </w:pPr>
      <w:r w:rsidRPr="00B3459B">
        <w:t>Etap</w:t>
      </w:r>
      <w:r w:rsidR="007B5AFD" w:rsidRPr="00B3459B">
        <w:t xml:space="preserve"> II</w:t>
      </w:r>
      <w:r w:rsidRPr="00B3459B">
        <w:t xml:space="preserve"> – </w:t>
      </w:r>
      <w:r w:rsidR="00400F54">
        <w:t>około 21</w:t>
      </w:r>
      <w:r w:rsidR="00B5715F" w:rsidRPr="00B3459B">
        <w:t>8</w:t>
      </w:r>
      <w:r w:rsidR="007B5AFD" w:rsidRPr="00B3459B">
        <w:t xml:space="preserve"> m</w:t>
      </w:r>
      <w:r w:rsidRPr="00B3459B">
        <w:rPr>
          <w:vertAlign w:val="superscript"/>
        </w:rPr>
        <w:t>2</w:t>
      </w:r>
      <w:r w:rsidRPr="00B3459B">
        <w:t xml:space="preserve"> – </w:t>
      </w:r>
      <w:r w:rsidR="007B5AFD" w:rsidRPr="00B3459B">
        <w:t>przebudow</w:t>
      </w:r>
      <w:r w:rsidRPr="00B3459B">
        <w:t xml:space="preserve">a </w:t>
      </w:r>
      <w:r w:rsidR="007B5AFD" w:rsidRPr="00B3459B">
        <w:t xml:space="preserve">części parterowej </w:t>
      </w:r>
      <w:r w:rsidR="00C64D5D" w:rsidRPr="00B3459B">
        <w:t xml:space="preserve"> z wyłączeniem </w:t>
      </w:r>
      <w:r w:rsidR="007B5AFD" w:rsidRPr="00B3459B">
        <w:t>klatek schodowych.</w:t>
      </w:r>
    </w:p>
    <w:p w14:paraId="62503701" w14:textId="0CFE80D2" w:rsidR="007B5AFD" w:rsidRPr="00B3459B" w:rsidRDefault="00157ECB" w:rsidP="00CE05D8">
      <w:pPr>
        <w:pStyle w:val="Akapitzlist"/>
        <w:numPr>
          <w:ilvl w:val="0"/>
          <w:numId w:val="8"/>
        </w:numPr>
        <w:ind w:left="714" w:hanging="357"/>
        <w:contextualSpacing w:val="0"/>
        <w:rPr>
          <w:u w:val="single"/>
        </w:rPr>
      </w:pPr>
      <w:r w:rsidRPr="00B3459B">
        <w:rPr>
          <w:u w:val="single"/>
        </w:rPr>
        <w:t xml:space="preserve">Etap </w:t>
      </w:r>
      <w:r w:rsidR="007B5AFD" w:rsidRPr="00B3459B">
        <w:rPr>
          <w:u w:val="single"/>
        </w:rPr>
        <w:t>III</w:t>
      </w:r>
      <w:r w:rsidR="007B5AFD" w:rsidRPr="00B3459B">
        <w:rPr>
          <w:u w:val="single"/>
        </w:rPr>
        <w:tab/>
      </w:r>
      <w:r w:rsidRPr="00B3459B">
        <w:rPr>
          <w:u w:val="single"/>
        </w:rPr>
        <w:t xml:space="preserve"> – </w:t>
      </w:r>
      <w:r w:rsidR="00400F54">
        <w:rPr>
          <w:u w:val="single"/>
        </w:rPr>
        <w:t>około 481</w:t>
      </w:r>
      <w:r w:rsidR="007B5AFD" w:rsidRPr="00B3459B">
        <w:rPr>
          <w:u w:val="single"/>
        </w:rPr>
        <w:t xml:space="preserve"> m</w:t>
      </w:r>
      <w:r w:rsidRPr="00B3459B">
        <w:rPr>
          <w:u w:val="single"/>
          <w:vertAlign w:val="superscript"/>
        </w:rPr>
        <w:t>2</w:t>
      </w:r>
      <w:r w:rsidRPr="00B3459B">
        <w:rPr>
          <w:u w:val="single"/>
        </w:rPr>
        <w:t xml:space="preserve"> – </w:t>
      </w:r>
      <w:bookmarkStart w:id="53" w:name="_Hlk41548066"/>
      <w:r w:rsidR="007B5AFD" w:rsidRPr="00B3459B">
        <w:rPr>
          <w:u w:val="single"/>
        </w:rPr>
        <w:t>przebudo</w:t>
      </w:r>
      <w:r w:rsidRPr="00B3459B">
        <w:rPr>
          <w:u w:val="single"/>
        </w:rPr>
        <w:t>wa</w:t>
      </w:r>
      <w:r w:rsidR="007B5AFD" w:rsidRPr="00B3459B">
        <w:rPr>
          <w:u w:val="single"/>
        </w:rPr>
        <w:t xml:space="preserve"> północnej części </w:t>
      </w:r>
      <w:r w:rsidR="00FA47E2" w:rsidRPr="00B3459B">
        <w:rPr>
          <w:u w:val="single"/>
        </w:rPr>
        <w:t>1</w:t>
      </w:r>
      <w:r w:rsidR="007B5AFD" w:rsidRPr="00B3459B">
        <w:rPr>
          <w:u w:val="single"/>
        </w:rPr>
        <w:t xml:space="preserve"> i </w:t>
      </w:r>
      <w:r w:rsidR="00FA47E2" w:rsidRPr="00B3459B">
        <w:rPr>
          <w:u w:val="single"/>
        </w:rPr>
        <w:t>2</w:t>
      </w:r>
      <w:r w:rsidR="007B5AFD" w:rsidRPr="00B3459B">
        <w:rPr>
          <w:u w:val="single"/>
        </w:rPr>
        <w:t xml:space="preserve"> piętra (część dydaktyczna) z</w:t>
      </w:r>
      <w:r w:rsidRPr="00B3459B">
        <w:rPr>
          <w:u w:val="single"/>
        </w:rPr>
        <w:t> </w:t>
      </w:r>
      <w:r w:rsidR="007B5AFD" w:rsidRPr="00B3459B">
        <w:rPr>
          <w:u w:val="single"/>
        </w:rPr>
        <w:t xml:space="preserve">wyłączeniem klatki schodowej. </w:t>
      </w:r>
      <w:bookmarkEnd w:id="53"/>
    </w:p>
    <w:p w14:paraId="51D94F3D" w14:textId="2137EC63" w:rsidR="007B5AFD" w:rsidRPr="00B3459B" w:rsidRDefault="00157ECB" w:rsidP="00CE05D8">
      <w:pPr>
        <w:pStyle w:val="Akapitzlist"/>
        <w:numPr>
          <w:ilvl w:val="0"/>
          <w:numId w:val="8"/>
        </w:numPr>
        <w:ind w:left="714" w:hanging="357"/>
        <w:contextualSpacing w:val="0"/>
      </w:pPr>
      <w:r w:rsidRPr="00B3459B">
        <w:t xml:space="preserve">Etap </w:t>
      </w:r>
      <w:r w:rsidR="007B5AFD" w:rsidRPr="00B3459B">
        <w:t>IV</w:t>
      </w:r>
      <w:r w:rsidRPr="00B3459B">
        <w:t xml:space="preserve"> – </w:t>
      </w:r>
      <w:r w:rsidR="00400F54">
        <w:t>około 725</w:t>
      </w:r>
      <w:r w:rsidR="007B5AFD" w:rsidRPr="00B3459B">
        <w:t xml:space="preserve"> m</w:t>
      </w:r>
      <w:r w:rsidRPr="00B3459B">
        <w:rPr>
          <w:vertAlign w:val="superscript"/>
        </w:rPr>
        <w:t>2</w:t>
      </w:r>
      <w:r w:rsidRPr="00B3459B">
        <w:t xml:space="preserve"> – </w:t>
      </w:r>
      <w:r w:rsidR="007B5AFD" w:rsidRPr="00B3459B">
        <w:t>przebudow</w:t>
      </w:r>
      <w:r w:rsidRPr="00B3459B">
        <w:t>a</w:t>
      </w:r>
      <w:r w:rsidR="007B5AFD" w:rsidRPr="00B3459B">
        <w:t xml:space="preserve"> północnej części 3 piętra (część dydaktyczna) oraz 4</w:t>
      </w:r>
      <w:r w:rsidRPr="00B3459B">
        <w:t> </w:t>
      </w:r>
      <w:r w:rsidR="007B5AFD" w:rsidRPr="00B3459B">
        <w:t>piętra (część dydaktyczna) z wyłączeniem klatek schodowych</w:t>
      </w:r>
      <w:r w:rsidR="00C64D5D" w:rsidRPr="00B3459B">
        <w:t xml:space="preserve"> oraz południowej części 4 piętra</w:t>
      </w:r>
      <w:r w:rsidR="007B5AFD" w:rsidRPr="00B3459B">
        <w:t xml:space="preserve">. </w:t>
      </w:r>
    </w:p>
    <w:p w14:paraId="5C596005" w14:textId="7D1A2BE6" w:rsidR="007B5AFD" w:rsidRPr="00B3459B" w:rsidRDefault="00157ECB" w:rsidP="00CE05D8">
      <w:pPr>
        <w:pStyle w:val="Akapitzlist"/>
        <w:numPr>
          <w:ilvl w:val="0"/>
          <w:numId w:val="8"/>
        </w:numPr>
        <w:ind w:left="714" w:hanging="357"/>
        <w:contextualSpacing w:val="0"/>
      </w:pPr>
      <w:r w:rsidRPr="00B3459B">
        <w:t xml:space="preserve">Etap </w:t>
      </w:r>
      <w:r w:rsidR="007B5AFD" w:rsidRPr="00B3459B">
        <w:t>V</w:t>
      </w:r>
      <w:r w:rsidR="007B5AFD" w:rsidRPr="00B3459B">
        <w:tab/>
      </w:r>
      <w:r w:rsidRPr="00B3459B">
        <w:t xml:space="preserve"> – </w:t>
      </w:r>
      <w:r w:rsidR="00400F54">
        <w:t>około 654</w:t>
      </w:r>
      <w:r w:rsidR="007B5AFD" w:rsidRPr="00B3459B">
        <w:t xml:space="preserve"> m</w:t>
      </w:r>
      <w:r w:rsidRPr="00B3459B">
        <w:rPr>
          <w:vertAlign w:val="superscript"/>
        </w:rPr>
        <w:t>2</w:t>
      </w:r>
      <w:r w:rsidRPr="00B3459B">
        <w:t xml:space="preserve"> – </w:t>
      </w:r>
      <w:r w:rsidR="007B5AFD" w:rsidRPr="00B3459B">
        <w:t>przebudow</w:t>
      </w:r>
      <w:r w:rsidRPr="00B3459B">
        <w:t>a</w:t>
      </w:r>
      <w:r w:rsidR="007B5AFD" w:rsidRPr="00B3459B">
        <w:t xml:space="preserve"> </w:t>
      </w:r>
      <w:r w:rsidR="00C64D5D" w:rsidRPr="00B3459B">
        <w:t xml:space="preserve">południowej części </w:t>
      </w:r>
      <w:r w:rsidR="00287043" w:rsidRPr="00B3459B">
        <w:t>budynku</w:t>
      </w:r>
      <w:r w:rsidR="00C64D5D" w:rsidRPr="00B3459B">
        <w:t>.</w:t>
      </w:r>
    </w:p>
    <w:p w14:paraId="38D55FCF" w14:textId="2842D7E1" w:rsidR="00380510" w:rsidRPr="00B3459B" w:rsidRDefault="00380510" w:rsidP="00CE05D8">
      <w:pPr>
        <w:pStyle w:val="Akapitzlist"/>
        <w:numPr>
          <w:ilvl w:val="0"/>
          <w:numId w:val="8"/>
        </w:numPr>
        <w:ind w:left="714" w:hanging="357"/>
        <w:contextualSpacing w:val="0"/>
      </w:pPr>
      <w:r w:rsidRPr="00B3459B">
        <w:t>Etap V</w:t>
      </w:r>
      <w:r w:rsidR="00B5715F" w:rsidRPr="00B3459B">
        <w:t>I</w:t>
      </w:r>
      <w:r w:rsidRPr="00B3459B">
        <w:t xml:space="preserve"> –</w:t>
      </w:r>
      <w:r w:rsidR="00400F54">
        <w:t xml:space="preserve"> około 182</w:t>
      </w:r>
      <w:r w:rsidRPr="00B3459B">
        <w:t xml:space="preserve"> m</w:t>
      </w:r>
      <w:r w:rsidRPr="00B3459B">
        <w:rPr>
          <w:vertAlign w:val="superscript"/>
        </w:rPr>
        <w:t>2</w:t>
      </w:r>
      <w:r w:rsidRPr="00B3459B">
        <w:t xml:space="preserve"> –</w:t>
      </w:r>
      <w:r w:rsidR="00C64D5D" w:rsidRPr="00B3459B">
        <w:t xml:space="preserve"> przebudowa / remont / modernizacja </w:t>
      </w:r>
      <w:r w:rsidR="00FA47E2" w:rsidRPr="00B3459B">
        <w:t xml:space="preserve">klatek </w:t>
      </w:r>
      <w:r w:rsidR="00C64D5D" w:rsidRPr="00B3459B">
        <w:t>schodow</w:t>
      </w:r>
      <w:r w:rsidR="00FA47E2" w:rsidRPr="00B3459B">
        <w:t>ych</w:t>
      </w:r>
      <w:r w:rsidR="00C64D5D" w:rsidRPr="00B3459B">
        <w:t>.</w:t>
      </w:r>
      <w:r w:rsidRPr="00B3459B">
        <w:t xml:space="preserve"> </w:t>
      </w:r>
    </w:p>
    <w:p w14:paraId="5C7A1843" w14:textId="71CBD11D" w:rsidR="007B5AFD" w:rsidRPr="00B3459B" w:rsidRDefault="007B5AFD" w:rsidP="00EA350A">
      <w:r w:rsidRPr="00B3459B">
        <w:t xml:space="preserve">Niniejsza dokumentacja dotyczy </w:t>
      </w:r>
      <w:r w:rsidRPr="00B3459B">
        <w:rPr>
          <w:u w:val="single"/>
        </w:rPr>
        <w:t>Etapu I</w:t>
      </w:r>
      <w:r w:rsidR="00380510" w:rsidRPr="00B3459B">
        <w:rPr>
          <w:u w:val="single"/>
        </w:rPr>
        <w:t>II</w:t>
      </w:r>
      <w:r w:rsidR="00380510" w:rsidRPr="00B3459B">
        <w:t xml:space="preserve"> i obejmuje </w:t>
      </w:r>
      <w:r w:rsidR="00FA47E2" w:rsidRPr="00B3459B">
        <w:t>przebudow</w:t>
      </w:r>
      <w:r w:rsidR="001B7977" w:rsidRPr="00B3459B">
        <w:t>ę</w:t>
      </w:r>
      <w:r w:rsidR="00FA47E2" w:rsidRPr="00B3459B">
        <w:t xml:space="preserve"> północnej części 1 i 2 piętra (część dydaktyczna) z wyłączeniem klatki schodowej.</w:t>
      </w:r>
    </w:p>
    <w:p w14:paraId="284E2297" w14:textId="60E2575A" w:rsidR="004172B8" w:rsidRPr="00B3459B" w:rsidRDefault="00E93EFE" w:rsidP="004172B8">
      <w:pPr>
        <w:pStyle w:val="Nagwek2"/>
      </w:pPr>
      <w:bookmarkStart w:id="54" w:name="_Toc44506370"/>
      <w:r w:rsidRPr="00B3459B">
        <w:t>Sale do zajęć indywidualnych</w:t>
      </w:r>
      <w:bookmarkEnd w:id="54"/>
    </w:p>
    <w:p w14:paraId="5A32D45F" w14:textId="77777777" w:rsidR="00706DA3" w:rsidRPr="00B3459B" w:rsidRDefault="00DA6B4F" w:rsidP="00706DA3">
      <w:r w:rsidRPr="00B3459B">
        <w:t xml:space="preserve">Sale </w:t>
      </w:r>
      <w:r w:rsidR="002F38C6" w:rsidRPr="00B3459B">
        <w:t xml:space="preserve">do </w:t>
      </w:r>
      <w:r w:rsidRPr="00B3459B">
        <w:t>zajęć indywidualnych przeznaczone są przede wszystkim do prowadzenia lekcji na różnych instrumentach. Sale mają zróżnicowana kubaturę i kształt.</w:t>
      </w:r>
      <w:bookmarkStart w:id="55" w:name="_Toc369866006"/>
    </w:p>
    <w:p w14:paraId="5569AC6C" w14:textId="2F43ED96" w:rsidR="005C184A" w:rsidRPr="00B3459B" w:rsidRDefault="005C184A" w:rsidP="00E93EFE">
      <w:pPr>
        <w:pStyle w:val="Nagwek2"/>
      </w:pPr>
      <w:bookmarkStart w:id="56" w:name="_Toc44506371"/>
      <w:r w:rsidRPr="00B3459B">
        <w:t>Sala do zajęć zespołowych / rytmicznych</w:t>
      </w:r>
      <w:bookmarkEnd w:id="56"/>
    </w:p>
    <w:p w14:paraId="09A58DF7" w14:textId="5A6A5D8A" w:rsidR="005C184A" w:rsidRPr="00B3459B" w:rsidRDefault="005C184A" w:rsidP="005C184A">
      <w:r w:rsidRPr="00B3459B">
        <w:t>Sala przeznaczona do prowadzenia zajęć sportowych i rytmicznych w grupach. W jej skład wchodzi pomieszczenie przebieralni. Sala została wyposażona w lustra oraz podłogę wykonaną w standardzie podłogi baletowej. Powierzchnia użytkowa wynosi około 49 m</w:t>
      </w:r>
      <w:r w:rsidRPr="00B3459B">
        <w:rPr>
          <w:vertAlign w:val="superscript"/>
        </w:rPr>
        <w:t>2</w:t>
      </w:r>
      <w:r w:rsidRPr="00B3459B">
        <w:t>.</w:t>
      </w:r>
    </w:p>
    <w:p w14:paraId="67534E4C" w14:textId="471BC07C" w:rsidR="00E93EFE" w:rsidRPr="00B3459B" w:rsidRDefault="00E93EFE" w:rsidP="00E93EFE">
      <w:pPr>
        <w:pStyle w:val="Nagwek2"/>
      </w:pPr>
      <w:bookmarkStart w:id="57" w:name="_Toc44506372"/>
      <w:r w:rsidRPr="00B3459B">
        <w:t xml:space="preserve">Sale </w:t>
      </w:r>
      <w:r w:rsidR="00DA6B4F" w:rsidRPr="00B3459B">
        <w:t>komputerowe</w:t>
      </w:r>
      <w:bookmarkEnd w:id="57"/>
    </w:p>
    <w:p w14:paraId="6E4AD008" w14:textId="3647B2AC" w:rsidR="00DA6B4F" w:rsidRPr="00B3459B" w:rsidRDefault="00DA6B4F" w:rsidP="00DA6B4F">
      <w:r w:rsidRPr="00B3459B">
        <w:t>Sale komputerowe przeznaczone są do prowadzenia zajęć w grupach z wykorzys</w:t>
      </w:r>
      <w:r w:rsidR="00CC4B58" w:rsidRPr="00B3459B">
        <w:t>taniem stanowisk komputerowych.</w:t>
      </w:r>
    </w:p>
    <w:p w14:paraId="1C8F7DCF" w14:textId="6EC33BC5" w:rsidR="00261700" w:rsidRPr="00B3459B" w:rsidRDefault="00261700" w:rsidP="00261700">
      <w:pPr>
        <w:pStyle w:val="Nagwek2"/>
      </w:pPr>
      <w:bookmarkStart w:id="58" w:name="_Toc44506373"/>
      <w:r w:rsidRPr="00B3459B">
        <w:t>Przestrzenie komunikacyjne</w:t>
      </w:r>
      <w:bookmarkEnd w:id="58"/>
    </w:p>
    <w:p w14:paraId="17A6A2E0" w14:textId="1B271B47" w:rsidR="00261700" w:rsidRPr="00B3459B" w:rsidRDefault="00261700" w:rsidP="00261700">
      <w:r w:rsidRPr="00B3459B">
        <w:t>Przestrzenie komunikacyjne łączące wszystkie grupy pomieszczeń pełnią rolę nie tylko łączników, ale także często miejsc spotkań i wypoczynku.</w:t>
      </w:r>
    </w:p>
    <w:p w14:paraId="42032656" w14:textId="7D277392" w:rsidR="00FA47E2" w:rsidRPr="00B3459B" w:rsidRDefault="00FA47E2" w:rsidP="00FA47E2">
      <w:pPr>
        <w:pStyle w:val="Nagwek2"/>
      </w:pPr>
      <w:bookmarkStart w:id="59" w:name="_Toc44506374"/>
      <w:r w:rsidRPr="00B3459B">
        <w:t>Gabinet wicedyrektor</w:t>
      </w:r>
      <w:r w:rsidR="002B65EE" w:rsidRPr="00B3459B">
        <w:t>ów</w:t>
      </w:r>
      <w:r w:rsidR="00C026D1" w:rsidRPr="00B3459B">
        <w:t xml:space="preserve"> 105</w:t>
      </w:r>
      <w:bookmarkEnd w:id="59"/>
    </w:p>
    <w:p w14:paraId="673765FC" w14:textId="6A0AB4F0" w:rsidR="00FA47E2" w:rsidRPr="00B3459B" w:rsidRDefault="00FA47E2" w:rsidP="00AE1E5A">
      <w:r w:rsidRPr="00B3459B">
        <w:t>Pomieszczenie wykończone w standardzie biurowym.</w:t>
      </w:r>
    </w:p>
    <w:p w14:paraId="121A1BFF" w14:textId="2242B02B" w:rsidR="00FA47E2" w:rsidRPr="00B3459B" w:rsidRDefault="00FA47E2" w:rsidP="00FA47E2"/>
    <w:p w14:paraId="7FCF5CAC" w14:textId="135F6A50" w:rsidR="004D10EC" w:rsidRPr="00B3459B" w:rsidRDefault="004D10EC" w:rsidP="00261700">
      <w:pPr>
        <w:pStyle w:val="Nagwek2"/>
      </w:pPr>
      <w:bookmarkStart w:id="60" w:name="_Toc44506375"/>
      <w:r w:rsidRPr="00B3459B">
        <w:lastRenderedPageBreak/>
        <w:t>Sala do zajęć indywidualnych 103</w:t>
      </w:r>
      <w:bookmarkEnd w:id="60"/>
    </w:p>
    <w:p w14:paraId="3A0CAD41" w14:textId="009AF7B1" w:rsidR="004D10EC" w:rsidRPr="00B3459B" w:rsidRDefault="003C5C5B" w:rsidP="00AE1E5A">
      <w:r w:rsidRPr="00B3459B">
        <w:t>Sala do prowadzenia lekcji gry na instrumentach</w:t>
      </w:r>
      <w:r w:rsidR="00700CF5" w:rsidRPr="00B3459B">
        <w:t xml:space="preserve">. Sala </w:t>
      </w:r>
      <w:r w:rsidRPr="00B3459B">
        <w:t>po modernizacji</w:t>
      </w:r>
      <w:r w:rsidR="00700CF5" w:rsidRPr="00B3459B">
        <w:t xml:space="preserve"> - </w:t>
      </w:r>
      <w:r w:rsidRPr="00B3459B">
        <w:t>nieobjęta niniejszym projektem.</w:t>
      </w:r>
    </w:p>
    <w:p w14:paraId="283F45BD" w14:textId="020D6901" w:rsidR="003C5C5B" w:rsidRPr="00B3459B" w:rsidRDefault="003C5C5B" w:rsidP="00261700">
      <w:pPr>
        <w:pStyle w:val="Nagwek2"/>
      </w:pPr>
      <w:bookmarkStart w:id="61" w:name="_Toc44506376"/>
      <w:r w:rsidRPr="00B3459B">
        <w:t>Serwerownia</w:t>
      </w:r>
      <w:bookmarkEnd w:id="61"/>
    </w:p>
    <w:p w14:paraId="5FF62C46" w14:textId="561ECEF0" w:rsidR="003C5C5B" w:rsidRPr="00B3459B" w:rsidRDefault="003C5C5B" w:rsidP="00AE1E5A">
      <w:r w:rsidRPr="00B3459B">
        <w:t>Pomieszczenie techniczne, służące do obsługi sali koncertowej, nieobjęte niniejszym projektem.</w:t>
      </w:r>
    </w:p>
    <w:p w14:paraId="52D8F0F2" w14:textId="45CEF11B" w:rsidR="00261700" w:rsidRPr="00B3459B" w:rsidRDefault="00261700" w:rsidP="00261700">
      <w:pPr>
        <w:pStyle w:val="Nagwek2"/>
      </w:pPr>
      <w:bookmarkStart w:id="62" w:name="_Toc44506377"/>
      <w:r w:rsidRPr="00B3459B">
        <w:t>Zagadnienia ogólne</w:t>
      </w:r>
      <w:bookmarkEnd w:id="62"/>
    </w:p>
    <w:p w14:paraId="0ED61421" w14:textId="2F047EB6" w:rsidR="00261700" w:rsidRPr="00B3459B" w:rsidRDefault="00261700" w:rsidP="00261700">
      <w:r w:rsidRPr="00B3459B">
        <w:t>Pojęcia występujące w opracowaniu są zgodne z kanonami terminologicznymi wykorzystywanymi w publikacjach dotyczących akustyki wnętrza i ochrony przeciwdźwiękowej.</w:t>
      </w:r>
    </w:p>
    <w:p w14:paraId="36A387FA" w14:textId="5ACCA281" w:rsidR="0001294C" w:rsidRPr="00B3459B" w:rsidRDefault="0001294C" w:rsidP="0001294C"/>
    <w:p w14:paraId="77831C41" w14:textId="77777777" w:rsidR="00E10ADF" w:rsidRPr="00B3459B" w:rsidRDefault="00E10ADF" w:rsidP="0001294C"/>
    <w:p w14:paraId="5EADE46D" w14:textId="53607634" w:rsidR="00E10ADF" w:rsidRPr="00B3459B" w:rsidRDefault="00E10ADF" w:rsidP="0001294C">
      <w:pPr>
        <w:sectPr w:rsidR="00E10ADF" w:rsidRPr="00B3459B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73BED913" w14:textId="77777777" w:rsidR="009F4E8B" w:rsidRPr="00B3459B" w:rsidRDefault="00476FB8" w:rsidP="00F761E9">
      <w:pPr>
        <w:pStyle w:val="Nagwek1"/>
      </w:pPr>
      <w:bookmarkStart w:id="63" w:name="_Toc44506378"/>
      <w:r w:rsidRPr="00B3459B">
        <w:lastRenderedPageBreak/>
        <w:t>Wytyczne dotyczące o</w:t>
      </w:r>
      <w:r w:rsidR="009F4E8B" w:rsidRPr="00B3459B">
        <w:t>chron</w:t>
      </w:r>
      <w:r w:rsidRPr="00B3459B">
        <w:t>y</w:t>
      </w:r>
      <w:r w:rsidR="009F4E8B" w:rsidRPr="00B3459B">
        <w:t xml:space="preserve"> przeciwdźwiękow</w:t>
      </w:r>
      <w:bookmarkEnd w:id="55"/>
      <w:r w:rsidRPr="00B3459B">
        <w:t>ej</w:t>
      </w:r>
      <w:bookmarkEnd w:id="63"/>
    </w:p>
    <w:p w14:paraId="7B9AACAD" w14:textId="77777777" w:rsidR="00103CD1" w:rsidRPr="00B3459B" w:rsidRDefault="00BB006D" w:rsidP="00103CD1">
      <w:r w:rsidRPr="00B3459B">
        <w:t xml:space="preserve">W niniejszym rozdziale podano wymagania dotyczące </w:t>
      </w:r>
      <w:r w:rsidR="00AC1FA2" w:rsidRPr="00B3459B">
        <w:t>dopuszczal</w:t>
      </w:r>
      <w:r w:rsidR="001C73EE" w:rsidRPr="00B3459B">
        <w:t>nego poziomu tła akustycznego w </w:t>
      </w:r>
      <w:r w:rsidR="000335D3" w:rsidRPr="00B3459B">
        <w:t>poszczególnych pomieszczeniach</w:t>
      </w:r>
      <w:r w:rsidR="00AC1FA2" w:rsidRPr="00B3459B">
        <w:t xml:space="preserve"> </w:t>
      </w:r>
      <w:r w:rsidRPr="00B3459B">
        <w:t>oraz wymagania dotyczące minimalnej izolacyjności akustycznej, jaką powinny s</w:t>
      </w:r>
      <w:r w:rsidR="00AC1FA2" w:rsidRPr="00B3459B">
        <w:t xml:space="preserve">pełniać przegrody oraz stolarka </w:t>
      </w:r>
      <w:r w:rsidR="00103CD1" w:rsidRPr="00B3459B">
        <w:t>drzwiowa</w:t>
      </w:r>
      <w:r w:rsidR="000335D3" w:rsidRPr="00B3459B">
        <w:t>.</w:t>
      </w:r>
    </w:p>
    <w:p w14:paraId="77DF75EF" w14:textId="75FE9724" w:rsidR="001C73EE" w:rsidRPr="00B3459B" w:rsidRDefault="001C73EE" w:rsidP="00103CD1">
      <w:r w:rsidRPr="00B3459B">
        <w:t xml:space="preserve">Niniejsze </w:t>
      </w:r>
      <w:r w:rsidR="00D466D3" w:rsidRPr="00B3459B">
        <w:t>opracowanie nie z</w:t>
      </w:r>
      <w:r w:rsidRPr="00B3459B">
        <w:t>awiera projektu ochrony przeciwdźwiękowej przed hałasem pochodzącym od systemu wentylacji. W opracowaniu zamieszczono tylko wytyczne</w:t>
      </w:r>
      <w:r w:rsidR="00C27B9D" w:rsidRPr="00B3459B">
        <w:t xml:space="preserve"> dotyczące systemu wentylacji</w:t>
      </w:r>
      <w:r w:rsidR="00A23D4B" w:rsidRPr="00B3459B">
        <w:t>,</w:t>
      </w:r>
      <w:r w:rsidRPr="00B3459B">
        <w:t xml:space="preserve"> istotne ze względu na ochronę przeciwdźwiękową</w:t>
      </w:r>
      <w:r w:rsidR="004032CF" w:rsidRPr="00B3459B">
        <w:t>.</w:t>
      </w:r>
    </w:p>
    <w:p w14:paraId="52BC5339" w14:textId="77777777" w:rsidR="003D2619" w:rsidRPr="00B3459B" w:rsidRDefault="003D2619" w:rsidP="003D2619">
      <w:r w:rsidRPr="00B3459B">
        <w:t>Za zachowanie podanych w poniższej części opracowania wymaganych wartości i zaleceń odpowiedzialny jest osobiście dany projektant (architektury, konstrukcji, wentylacji, ogrzewan</w:t>
      </w:r>
      <w:r w:rsidR="004833E1" w:rsidRPr="00B3459B">
        <w:t xml:space="preserve">ia, instalacji sanitarnych, </w:t>
      </w:r>
      <w:r w:rsidR="00064CF2" w:rsidRPr="00B3459B">
        <w:t>itp.</w:t>
      </w:r>
      <w:r w:rsidRPr="00B3459B">
        <w:t>).</w:t>
      </w:r>
    </w:p>
    <w:p w14:paraId="5B317816" w14:textId="77777777" w:rsidR="00205216" w:rsidRPr="00B3459B" w:rsidRDefault="00205216" w:rsidP="00205216">
      <w:pPr>
        <w:spacing w:before="120"/>
      </w:pPr>
      <w:r w:rsidRPr="00B3459B">
        <w:t>Z uwagi na zagadnienie ochrony przeciwdźwiękowej wyróżnia się następujące typy pomieszczeń:</w:t>
      </w:r>
    </w:p>
    <w:p w14:paraId="13D8C208" w14:textId="77777777" w:rsidR="00205216" w:rsidRPr="00B3459B" w:rsidRDefault="00205216" w:rsidP="0020521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B3459B">
        <w:rPr>
          <w:rFonts w:cs="Arial"/>
          <w:lang w:eastAsia="pl-PL"/>
        </w:rPr>
        <w:t>Pomieszczenia, których ochrona przeciwdźwiękowa jest szczególnie ważna z punktu widzenia funkcji, jaką mają spełniać, dla których zostaną określone wymagania indywidualne:</w:t>
      </w:r>
    </w:p>
    <w:p w14:paraId="597A03FD" w14:textId="77777777" w:rsidR="00205216" w:rsidRPr="00B3459B" w:rsidRDefault="00205216" w:rsidP="00205216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B3459B">
        <w:t>sala do zajęć rytmicznych,</w:t>
      </w:r>
    </w:p>
    <w:p w14:paraId="38F7E431" w14:textId="77777777" w:rsidR="00205216" w:rsidRPr="00B3459B" w:rsidRDefault="00205216" w:rsidP="00205216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B3459B">
        <w:t>sala organowa.</w:t>
      </w:r>
    </w:p>
    <w:p w14:paraId="18F9F921" w14:textId="0C8037A0" w:rsidR="00205216" w:rsidRPr="00B3459B" w:rsidRDefault="00205216" w:rsidP="0020521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B3459B">
        <w:t xml:space="preserve">Pomieszczenia podlegające ochronie na podstawie przepisów ogólnych (dopuszczalne wartości poziomu dźwięku zawarte są w normie PN-B-02151-2:2018-01 </w:t>
      </w:r>
      <w:r w:rsidRPr="00B3459B">
        <w:fldChar w:fldCharType="begin"/>
      </w:r>
      <w:r w:rsidRPr="00B3459B">
        <w:instrText xml:space="preserve"> REF _Ref10112888 \r \h </w:instrText>
      </w:r>
      <w:r w:rsidR="00B3459B">
        <w:instrText xml:space="preserve"> \* MERGEFORMAT </w:instrText>
      </w:r>
      <w:r w:rsidRPr="00B3459B">
        <w:fldChar w:fldCharType="separate"/>
      </w:r>
      <w:r w:rsidR="00825AF8">
        <w:t>[7]</w:t>
      </w:r>
      <w:r w:rsidRPr="00B3459B">
        <w:fldChar w:fldCharType="end"/>
      </w:r>
      <w:r w:rsidRPr="00B3459B">
        <w:t>):</w:t>
      </w:r>
    </w:p>
    <w:p w14:paraId="48D72BD9" w14:textId="77777777" w:rsidR="00205216" w:rsidRPr="00B3459B" w:rsidRDefault="00205216" w:rsidP="00205216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B3459B">
        <w:t>sale do zajęć indywidualnych,</w:t>
      </w:r>
    </w:p>
    <w:p w14:paraId="01B9FAE7" w14:textId="77777777" w:rsidR="00205216" w:rsidRPr="00B3459B" w:rsidRDefault="00205216" w:rsidP="00205216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B3459B">
        <w:t>sale do zajęć teoretycznych,</w:t>
      </w:r>
    </w:p>
    <w:p w14:paraId="56DB25F1" w14:textId="11E9B540" w:rsidR="00205216" w:rsidRPr="00B3459B" w:rsidRDefault="00205216" w:rsidP="00205216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B3459B">
        <w:t>sale komputerowe,</w:t>
      </w:r>
    </w:p>
    <w:p w14:paraId="4DDB16D1" w14:textId="275CE999" w:rsidR="00804CE8" w:rsidRPr="00B3459B" w:rsidRDefault="00804CE8" w:rsidP="00205216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B3459B">
        <w:t>gabinet wicedyrektora.</w:t>
      </w:r>
    </w:p>
    <w:p w14:paraId="2C0F1F53" w14:textId="41587D40" w:rsidR="00205216" w:rsidRPr="00B3459B" w:rsidRDefault="00205216" w:rsidP="00606F9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B3459B">
        <w:t>Pomieszczenia niepodlegające ochronie przeciwdźwiękowej.</w:t>
      </w:r>
    </w:p>
    <w:p w14:paraId="3D7D8EE7" w14:textId="06492BCC" w:rsidR="00606F9F" w:rsidRPr="00B3459B" w:rsidRDefault="00946CBA" w:rsidP="00606F9F">
      <w:r w:rsidRPr="00B3459B">
        <w:t>Wszystkie wyżej wymienione pomieszczenia</w:t>
      </w:r>
      <w:r w:rsidR="00940551" w:rsidRPr="00B3459B">
        <w:t xml:space="preserve"> </w:t>
      </w:r>
      <w:r w:rsidR="00AB4A8A" w:rsidRPr="00B3459B">
        <w:t>powinny być</w:t>
      </w:r>
      <w:r w:rsidR="00940551" w:rsidRPr="00B3459B">
        <w:t xml:space="preserve"> chronione</w:t>
      </w:r>
      <w:r w:rsidR="00606F9F" w:rsidRPr="00B3459B">
        <w:t xml:space="preserve"> ze względu na hałas powstający:</w:t>
      </w:r>
    </w:p>
    <w:p w14:paraId="2798B32A" w14:textId="5A746D92" w:rsidR="00D264D1" w:rsidRPr="00B3459B" w:rsidRDefault="00D264D1" w:rsidP="00BF3171">
      <w:pPr>
        <w:pStyle w:val="Akapitzlist"/>
        <w:numPr>
          <w:ilvl w:val="0"/>
          <w:numId w:val="5"/>
        </w:numPr>
        <w:ind w:left="714" w:hanging="357"/>
        <w:contextualSpacing w:val="0"/>
      </w:pPr>
      <w:r w:rsidRPr="00B3459B">
        <w:t>na zewnątrz budynku,</w:t>
      </w:r>
    </w:p>
    <w:p w14:paraId="14E0066B" w14:textId="136D17BB" w:rsidR="00606F9F" w:rsidRPr="00B3459B" w:rsidRDefault="00606F9F" w:rsidP="00BF3171">
      <w:pPr>
        <w:pStyle w:val="Akapitzlist"/>
        <w:numPr>
          <w:ilvl w:val="0"/>
          <w:numId w:val="5"/>
        </w:numPr>
        <w:ind w:left="714" w:hanging="357"/>
        <w:contextualSpacing w:val="0"/>
      </w:pPr>
      <w:r w:rsidRPr="00B3459B">
        <w:t>wewnątrz budynku w wyniku użytkowania pomieszczeń zgod</w:t>
      </w:r>
      <w:r w:rsidR="00843963" w:rsidRPr="00B3459B">
        <w:t>nie z ich przeznaczeniem</w:t>
      </w:r>
      <w:r w:rsidR="00940551" w:rsidRPr="00B3459B">
        <w:t>,</w:t>
      </w:r>
    </w:p>
    <w:p w14:paraId="7162E9D2" w14:textId="77777777" w:rsidR="00606F9F" w:rsidRPr="00B3459B" w:rsidRDefault="00606F9F" w:rsidP="00BF3171">
      <w:pPr>
        <w:pStyle w:val="Akapitzlist"/>
        <w:numPr>
          <w:ilvl w:val="0"/>
          <w:numId w:val="5"/>
        </w:numPr>
        <w:ind w:left="714" w:hanging="357"/>
        <w:contextualSpacing w:val="0"/>
      </w:pPr>
      <w:r w:rsidRPr="00B3459B">
        <w:t>w wyniku działania urządzeń wyposażenia technicznego budynku,</w:t>
      </w:r>
    </w:p>
    <w:p w14:paraId="7AB10AE8" w14:textId="77777777" w:rsidR="00606F9F" w:rsidRPr="00B3459B" w:rsidRDefault="00606F9F" w:rsidP="00BF3171">
      <w:pPr>
        <w:pStyle w:val="Akapitzlist"/>
        <w:numPr>
          <w:ilvl w:val="0"/>
          <w:numId w:val="5"/>
        </w:numPr>
        <w:ind w:left="714" w:hanging="357"/>
        <w:contextualSpacing w:val="0"/>
      </w:pPr>
      <w:r w:rsidRPr="00B3459B">
        <w:t>w wyniku działania technicznych instalacji w</w:t>
      </w:r>
      <w:r w:rsidR="00266D3F" w:rsidRPr="00B3459B">
        <w:t xml:space="preserve">ewnętrznych budynku, takich jak </w:t>
      </w:r>
      <w:r w:rsidRPr="00B3459B">
        <w:t xml:space="preserve">wentylacja, </w:t>
      </w:r>
      <w:r w:rsidR="00843963" w:rsidRPr="00B3459B">
        <w:t xml:space="preserve">oświetlenie, </w:t>
      </w:r>
      <w:r w:rsidRPr="00B3459B">
        <w:t>klimatyzacja, instalacje wodne, kanalizacyjne itp.</w:t>
      </w:r>
    </w:p>
    <w:p w14:paraId="74FC5C97" w14:textId="77777777" w:rsidR="00021EF7" w:rsidRPr="00B3459B" w:rsidRDefault="009F4E8B" w:rsidP="00021EF7">
      <w:pPr>
        <w:pStyle w:val="Nagwek2"/>
      </w:pPr>
      <w:bookmarkStart w:id="64" w:name="_Ref356801298"/>
      <w:bookmarkStart w:id="65" w:name="_Toc359318930"/>
      <w:bookmarkStart w:id="66" w:name="_Toc369866009"/>
      <w:bookmarkStart w:id="67" w:name="_Toc44506379"/>
      <w:r w:rsidRPr="00B3459B">
        <w:t>Dopuszczalny poziom tła akustycznego</w:t>
      </w:r>
      <w:bookmarkEnd w:id="64"/>
      <w:bookmarkEnd w:id="65"/>
      <w:bookmarkEnd w:id="66"/>
      <w:bookmarkEnd w:id="67"/>
    </w:p>
    <w:p w14:paraId="107905DE" w14:textId="1CD0CCDC" w:rsidR="00021EF7" w:rsidRPr="00B3459B" w:rsidRDefault="00021EF7" w:rsidP="00021EF7">
      <w:pPr>
        <w:rPr>
          <w:lang w:eastAsia="pl-PL"/>
        </w:rPr>
      </w:pPr>
      <w:r w:rsidRPr="00B3459B">
        <w:rPr>
          <w:lang w:eastAsia="pl-PL"/>
        </w:rPr>
        <w:t xml:space="preserve">Dopuszczalny poziom hałasu przenikającego do </w:t>
      </w:r>
      <w:r w:rsidR="006877EA" w:rsidRPr="00B3459B">
        <w:rPr>
          <w:lang w:eastAsia="pl-PL"/>
        </w:rPr>
        <w:t>pomieszczeń</w:t>
      </w:r>
      <w:r w:rsidR="00270A59" w:rsidRPr="00B3459B">
        <w:rPr>
          <w:lang w:eastAsia="pl-PL"/>
        </w:rPr>
        <w:t xml:space="preserve"> </w:t>
      </w:r>
      <w:r w:rsidRPr="00B3459B">
        <w:rPr>
          <w:lang w:eastAsia="pl-PL"/>
        </w:rPr>
        <w:t xml:space="preserve">od wszystkich źródeł hałasu łącznie oraz dopuszczalny poziom hałasu przenikającego do </w:t>
      </w:r>
      <w:r w:rsidR="00270A59" w:rsidRPr="00B3459B">
        <w:rPr>
          <w:lang w:eastAsia="pl-PL"/>
        </w:rPr>
        <w:t>pomieszczenia</w:t>
      </w:r>
      <w:r w:rsidRPr="00B3459B">
        <w:rPr>
          <w:lang w:eastAsia="pl-PL"/>
        </w:rPr>
        <w:t xml:space="preserve"> od wyposażenia technicznego budynku oraz innych urządzeń w budynku i poza budynkiem</w:t>
      </w:r>
      <w:r w:rsidR="00A23D4B" w:rsidRPr="00B3459B">
        <w:rPr>
          <w:lang w:eastAsia="pl-PL"/>
        </w:rPr>
        <w:t>,</w:t>
      </w:r>
      <w:r w:rsidRPr="00B3459B">
        <w:rPr>
          <w:lang w:eastAsia="pl-PL"/>
        </w:rPr>
        <w:t xml:space="preserve"> nie powinien przekraczać wartości wyrażonych za pomocą krzywych oceny hałasu NR wyspecyfikowanych w </w:t>
      </w:r>
      <w:r w:rsidRPr="00B3459B">
        <w:rPr>
          <w:lang w:eastAsia="pl-PL"/>
        </w:rPr>
        <w:fldChar w:fldCharType="begin"/>
      </w:r>
      <w:r w:rsidRPr="00B3459B">
        <w:rPr>
          <w:lang w:eastAsia="pl-PL"/>
        </w:rPr>
        <w:instrText xml:space="preserve"> REF _Ref354271691 \h </w:instrText>
      </w:r>
      <w:r w:rsidR="00B3459B">
        <w:rPr>
          <w:lang w:eastAsia="pl-PL"/>
        </w:rPr>
        <w:instrText xml:space="preserve"> \* MERGEFORMAT </w:instrText>
      </w:r>
      <w:r w:rsidRPr="00B3459B">
        <w:rPr>
          <w:lang w:eastAsia="pl-PL"/>
        </w:rPr>
      </w:r>
      <w:r w:rsidRPr="00B3459B">
        <w:rPr>
          <w:lang w:eastAsia="pl-PL"/>
        </w:rPr>
        <w:fldChar w:fldCharType="separate"/>
      </w:r>
      <w:r w:rsidR="00825AF8" w:rsidRPr="00B3459B">
        <w:t xml:space="preserve">Tab. </w:t>
      </w:r>
      <w:r w:rsidR="00825AF8">
        <w:rPr>
          <w:noProof/>
        </w:rPr>
        <w:t>3</w:t>
      </w:r>
      <w:r w:rsidR="00825AF8" w:rsidRPr="00B3459B">
        <w:t>.</w:t>
      </w:r>
      <w:r w:rsidR="00825AF8">
        <w:rPr>
          <w:noProof/>
        </w:rPr>
        <w:t>1</w:t>
      </w:r>
      <w:r w:rsidRPr="00B3459B">
        <w:rPr>
          <w:lang w:eastAsia="pl-PL"/>
        </w:rPr>
        <w:fldChar w:fldCharType="end"/>
      </w:r>
      <w:r w:rsidR="00A23D4B" w:rsidRPr="00B3459B">
        <w:rPr>
          <w:lang w:eastAsia="pl-PL"/>
        </w:rPr>
        <w:t>.</w:t>
      </w:r>
    </w:p>
    <w:p w14:paraId="0DE2D69D" w14:textId="40638FF2" w:rsidR="00021EF7" w:rsidRPr="00B3459B" w:rsidRDefault="00021EF7" w:rsidP="00021EF7">
      <w:pPr>
        <w:rPr>
          <w:lang w:eastAsia="pl-PL"/>
        </w:rPr>
      </w:pPr>
      <w:r w:rsidRPr="00B3459B">
        <w:rPr>
          <w:lang w:eastAsia="pl-PL"/>
        </w:rPr>
        <w:t>Jako kryterium uzupełniające podano w nawiasach wartości dopuszczalne wyrażone poprzez</w:t>
      </w:r>
      <w:r w:rsidR="00BF5129" w:rsidRPr="00B3459B">
        <w:rPr>
          <w:lang w:eastAsia="pl-PL"/>
        </w:rPr>
        <w:t xml:space="preserve"> </w:t>
      </w:r>
      <w:r w:rsidRPr="00B3459B">
        <w:rPr>
          <w:lang w:eastAsia="pl-PL"/>
        </w:rPr>
        <w:t>równoważny poziom dźwięku A. Kryterium uzupełniające należy stosować w przypadku, w którym</w:t>
      </w:r>
      <w:r w:rsidR="00BF5129" w:rsidRPr="00B3459B">
        <w:rPr>
          <w:lang w:eastAsia="pl-PL"/>
        </w:rPr>
        <w:t xml:space="preserve"> </w:t>
      </w:r>
      <w:r w:rsidRPr="00B3459B">
        <w:rPr>
          <w:lang w:eastAsia="pl-PL"/>
        </w:rPr>
        <w:t>dostępne są jedynie jednoliczbowe wartości hałasu generowanego przez elementy wyposażenia</w:t>
      </w:r>
      <w:r w:rsidR="00BF5129" w:rsidRPr="00B3459B">
        <w:rPr>
          <w:lang w:eastAsia="pl-PL"/>
        </w:rPr>
        <w:t xml:space="preserve"> </w:t>
      </w:r>
      <w:r w:rsidRPr="00B3459B">
        <w:rPr>
          <w:lang w:eastAsia="pl-PL"/>
        </w:rPr>
        <w:t>technicznego i nie jest możliwe ich bezpośrednie porównanie z wartościami określonymi przez krzywe</w:t>
      </w:r>
      <w:r w:rsidR="00BF5129" w:rsidRPr="00B3459B">
        <w:rPr>
          <w:lang w:eastAsia="pl-PL"/>
        </w:rPr>
        <w:t xml:space="preserve"> </w:t>
      </w:r>
      <w:r w:rsidRPr="00B3459B">
        <w:rPr>
          <w:lang w:eastAsia="pl-PL"/>
        </w:rPr>
        <w:t xml:space="preserve">oceny hałasu NR. </w:t>
      </w:r>
      <w:r w:rsidRPr="00B3459B">
        <w:rPr>
          <w:lang w:eastAsia="pl-PL"/>
        </w:rPr>
        <w:lastRenderedPageBreak/>
        <w:t>W</w:t>
      </w:r>
      <w:r w:rsidR="00D264D1" w:rsidRPr="00B3459B">
        <w:rPr>
          <w:lang w:eastAsia="pl-PL"/>
        </w:rPr>
        <w:t> </w:t>
      </w:r>
      <w:r w:rsidRPr="00B3459B">
        <w:rPr>
          <w:lang w:eastAsia="pl-PL"/>
        </w:rPr>
        <w:t>przypadku, w którym określone są oba kryteria, krzywe oceny hałasu NR oraz</w:t>
      </w:r>
      <w:r w:rsidR="00BF5129" w:rsidRPr="00B3459B">
        <w:rPr>
          <w:lang w:eastAsia="pl-PL"/>
        </w:rPr>
        <w:t xml:space="preserve"> </w:t>
      </w:r>
      <w:r w:rsidRPr="00B3459B">
        <w:rPr>
          <w:lang w:eastAsia="pl-PL"/>
        </w:rPr>
        <w:t>wartości jednoliczbowe, jako kryterium priorytetowe należy traktować to określone przez krzywe oceny</w:t>
      </w:r>
      <w:r w:rsidR="00BF5129" w:rsidRPr="00B3459B">
        <w:rPr>
          <w:lang w:eastAsia="pl-PL"/>
        </w:rPr>
        <w:t xml:space="preserve"> </w:t>
      </w:r>
      <w:r w:rsidRPr="00B3459B">
        <w:rPr>
          <w:lang w:eastAsia="pl-PL"/>
        </w:rPr>
        <w:t>hałasu NR.</w:t>
      </w:r>
    </w:p>
    <w:p w14:paraId="52500B04" w14:textId="4CACDAB0" w:rsidR="00021EF7" w:rsidRPr="00B3459B" w:rsidRDefault="00021EF7" w:rsidP="00021EF7">
      <w:pPr>
        <w:rPr>
          <w:lang w:eastAsia="pl-PL"/>
        </w:rPr>
      </w:pPr>
      <w:r w:rsidRPr="00B3459B">
        <w:rPr>
          <w:lang w:eastAsia="pl-PL"/>
        </w:rPr>
        <w:t>Wartości zastosowanych krzywych oceny hałasu przedstawiono w</w:t>
      </w:r>
      <w:r w:rsidR="002553CE" w:rsidRPr="00B3459B">
        <w:rPr>
          <w:lang w:eastAsia="pl-PL"/>
        </w:rPr>
        <w:t xml:space="preserve"> </w:t>
      </w:r>
      <w:r w:rsidR="002553CE" w:rsidRPr="00B3459B">
        <w:rPr>
          <w:lang w:eastAsia="pl-PL"/>
        </w:rPr>
        <w:fldChar w:fldCharType="begin"/>
      </w:r>
      <w:r w:rsidR="002553CE" w:rsidRPr="00B3459B">
        <w:rPr>
          <w:lang w:eastAsia="pl-PL"/>
        </w:rPr>
        <w:instrText xml:space="preserve"> REF _Ref43367382 \h </w:instrText>
      </w:r>
      <w:r w:rsidR="00B3459B">
        <w:rPr>
          <w:lang w:eastAsia="pl-PL"/>
        </w:rPr>
        <w:instrText xml:space="preserve"> \* MERGEFORMAT </w:instrText>
      </w:r>
      <w:r w:rsidR="002553CE" w:rsidRPr="00B3459B">
        <w:rPr>
          <w:lang w:eastAsia="pl-PL"/>
        </w:rPr>
      </w:r>
      <w:r w:rsidR="002553CE" w:rsidRPr="00B3459B">
        <w:rPr>
          <w:lang w:eastAsia="pl-PL"/>
        </w:rPr>
        <w:fldChar w:fldCharType="separate"/>
      </w:r>
      <w:r w:rsidR="00825AF8" w:rsidRPr="00B3459B">
        <w:t xml:space="preserve">Tab. </w:t>
      </w:r>
      <w:r w:rsidR="00825AF8">
        <w:rPr>
          <w:noProof/>
        </w:rPr>
        <w:t>3</w:t>
      </w:r>
      <w:r w:rsidR="00825AF8" w:rsidRPr="00B3459B">
        <w:t>.</w:t>
      </w:r>
      <w:r w:rsidR="00825AF8">
        <w:rPr>
          <w:noProof/>
        </w:rPr>
        <w:t>2</w:t>
      </w:r>
      <w:r w:rsidR="002553CE" w:rsidRPr="00B3459B">
        <w:rPr>
          <w:lang w:eastAsia="pl-PL"/>
        </w:rPr>
        <w:fldChar w:fldCharType="end"/>
      </w:r>
      <w:r w:rsidR="002553CE" w:rsidRPr="00B3459B">
        <w:rPr>
          <w:lang w:eastAsia="pl-PL"/>
        </w:rPr>
        <w:t xml:space="preserve">. </w:t>
      </w:r>
      <w:r w:rsidRPr="00B3459B">
        <w:rPr>
          <w:lang w:eastAsia="pl-PL"/>
        </w:rPr>
        <w:t>Wymagane wartości</w:t>
      </w:r>
      <w:r w:rsidR="00BF5129" w:rsidRPr="00B3459B">
        <w:rPr>
          <w:lang w:eastAsia="pl-PL"/>
        </w:rPr>
        <w:t xml:space="preserve"> </w:t>
      </w:r>
      <w:r w:rsidRPr="00B3459B">
        <w:rPr>
          <w:lang w:eastAsia="pl-PL"/>
        </w:rPr>
        <w:t>dopuszczalnego poziomu tła akustycznego odnoszą się do typowych źródeł hałasu, których widmo ma</w:t>
      </w:r>
      <w:r w:rsidR="0087699B" w:rsidRPr="00B3459B">
        <w:rPr>
          <w:lang w:eastAsia="pl-PL"/>
        </w:rPr>
        <w:t xml:space="preserve"> </w:t>
      </w:r>
      <w:r w:rsidRPr="00B3459B">
        <w:rPr>
          <w:lang w:eastAsia="pl-PL"/>
        </w:rPr>
        <w:t>charakter szerokopasmowy. W pomieszczeniach nie może być słyszalny hałas tonalny.</w:t>
      </w:r>
    </w:p>
    <w:p w14:paraId="63C38B51" w14:textId="0E4E866A" w:rsidR="009F4E8B" w:rsidRPr="00B3459B" w:rsidRDefault="009F4E8B" w:rsidP="00F44CFC">
      <w:pPr>
        <w:pStyle w:val="Legenda"/>
        <w:jc w:val="both"/>
      </w:pPr>
      <w:bookmarkStart w:id="68" w:name="_Ref354271691"/>
      <w:bookmarkStart w:id="69" w:name="_Toc358881475"/>
      <w:bookmarkStart w:id="70" w:name="_Toc359318973"/>
      <w:bookmarkStart w:id="71" w:name="_Toc369866065"/>
      <w:bookmarkStart w:id="72" w:name="_Toc44506404"/>
      <w:bookmarkStart w:id="73" w:name="_Toc342287962"/>
      <w:bookmarkStart w:id="74" w:name="_Toc343063418"/>
      <w:bookmarkStart w:id="75" w:name="_Toc344912581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3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1</w:t>
      </w:r>
      <w:r w:rsidR="00AC6A0B" w:rsidRPr="00B3459B">
        <w:rPr>
          <w:noProof/>
        </w:rPr>
        <w:fldChar w:fldCharType="end"/>
      </w:r>
      <w:bookmarkEnd w:id="68"/>
      <w:r w:rsidRPr="00B3459B">
        <w:t>. Dopuszczalny poziom tła akustycznego</w:t>
      </w:r>
      <w:bookmarkEnd w:id="69"/>
      <w:bookmarkEnd w:id="70"/>
      <w:bookmarkEnd w:id="71"/>
      <w:r w:rsidR="000852C5" w:rsidRPr="00B3459B">
        <w:t xml:space="preserve"> wyrażony za pomocą krzywych oceny hałasu NR oraz równoważnego poziomu dźwięku A</w:t>
      </w:r>
      <w:r w:rsidR="00EB5DA9" w:rsidRPr="00B3459B">
        <w:t xml:space="preserve"> – dotyczy pomieszczeń z etapu III</w:t>
      </w:r>
      <w:bookmarkEnd w:id="72"/>
    </w:p>
    <w:tbl>
      <w:tblPr>
        <w:tblStyle w:val="PA1"/>
        <w:tblW w:w="10206" w:type="dxa"/>
        <w:jc w:val="center"/>
        <w:tblLook w:val="0080" w:firstRow="0" w:lastRow="0" w:firstColumn="1" w:lastColumn="0" w:noHBand="0" w:noVBand="0"/>
      </w:tblPr>
      <w:tblGrid>
        <w:gridCol w:w="4572"/>
        <w:gridCol w:w="2817"/>
        <w:gridCol w:w="2817"/>
      </w:tblGrid>
      <w:tr w:rsidR="009F4E8B" w:rsidRPr="00B3459B" w14:paraId="5299C82C" w14:textId="77777777" w:rsidTr="00BC37A1">
        <w:trPr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2" w:type="dxa"/>
            <w:tcBorders>
              <w:bottom w:val="single" w:sz="12" w:space="0" w:color="auto"/>
            </w:tcBorders>
            <w:vAlign w:val="center"/>
          </w:tcPr>
          <w:p w14:paraId="5FC48DB9" w14:textId="77777777" w:rsidR="009F4E8B" w:rsidRPr="00B3459B" w:rsidRDefault="009F4E8B" w:rsidP="00B7164F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B3459B">
              <w:rPr>
                <w:b/>
              </w:rPr>
              <w:t>Pomieszczenie</w:t>
            </w:r>
          </w:p>
        </w:tc>
        <w:tc>
          <w:tcPr>
            <w:tcW w:w="2817" w:type="dxa"/>
            <w:tcBorders>
              <w:bottom w:val="single" w:sz="12" w:space="0" w:color="auto"/>
            </w:tcBorders>
            <w:vAlign w:val="center"/>
          </w:tcPr>
          <w:p w14:paraId="127DD03F" w14:textId="77777777" w:rsidR="009F4E8B" w:rsidRPr="00B3459B" w:rsidRDefault="009F4E8B" w:rsidP="00B7164F">
            <w:pPr>
              <w:pStyle w:val="Tabela-tekst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3459B">
              <w:rPr>
                <w:b/>
              </w:rPr>
              <w:t>Dopuszczalne całkowite tło akustyczne</w:t>
            </w:r>
          </w:p>
        </w:tc>
        <w:tc>
          <w:tcPr>
            <w:tcW w:w="2817" w:type="dxa"/>
            <w:tcBorders>
              <w:bottom w:val="single" w:sz="12" w:space="0" w:color="auto"/>
            </w:tcBorders>
            <w:vAlign w:val="center"/>
          </w:tcPr>
          <w:p w14:paraId="7FAAB2C9" w14:textId="77777777" w:rsidR="009F4E8B" w:rsidRPr="00B3459B" w:rsidRDefault="009F4E8B" w:rsidP="004654E0">
            <w:pPr>
              <w:pStyle w:val="Tabela-tekst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3459B">
              <w:rPr>
                <w:b/>
              </w:rPr>
              <w:t xml:space="preserve">Dopuszczalny łączny hałas od klimatyzacji, wentylacji </w:t>
            </w:r>
            <w:r w:rsidRPr="00B3459B">
              <w:rPr>
                <w:b/>
              </w:rPr>
              <w:br/>
              <w:t>i wyposażenia technicznego</w:t>
            </w:r>
          </w:p>
        </w:tc>
      </w:tr>
      <w:tr w:rsidR="006877EA" w:rsidRPr="00B3459B" w14:paraId="0F7E9005" w14:textId="77777777" w:rsidTr="006877E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2CEC5" w14:textId="4DB8E5D8" w:rsidR="006877EA" w:rsidRPr="00B3459B" w:rsidRDefault="006877EA" w:rsidP="00B7164F">
            <w:pPr>
              <w:pStyle w:val="Tabela-tekst"/>
              <w:jc w:val="center"/>
            </w:pPr>
            <w:r w:rsidRPr="00B3459B">
              <w:t>Sala do zajęć rytmicznych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346B7" w14:textId="49567BAA" w:rsidR="006877EA" w:rsidRPr="00B3459B" w:rsidRDefault="006877EA" w:rsidP="00B7164F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459B">
              <w:t>NR 30 (40 dB A)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CAABA" w14:textId="15D30DB0" w:rsidR="006877EA" w:rsidRPr="00B3459B" w:rsidRDefault="006877EA" w:rsidP="00B7164F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459B">
              <w:t>NR 25 (35 dB A)</w:t>
            </w:r>
          </w:p>
        </w:tc>
      </w:tr>
      <w:tr w:rsidR="006877EA" w:rsidRPr="00B3459B" w14:paraId="56633919" w14:textId="77777777" w:rsidTr="006877E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B18E9" w14:textId="24417F39" w:rsidR="006877EA" w:rsidRPr="00B3459B" w:rsidRDefault="006877EA" w:rsidP="00B7164F">
            <w:pPr>
              <w:pStyle w:val="Tabela-tekst"/>
              <w:jc w:val="center"/>
            </w:pPr>
            <w:r w:rsidRPr="00B3459B">
              <w:t>Sale do zajęć indywidualnych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78999" w14:textId="7FBA66CD" w:rsidR="006877EA" w:rsidRPr="00B3459B" w:rsidRDefault="006877EA" w:rsidP="00B7164F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459B">
              <w:t>NR 25 (35 dB A)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67C17" w14:textId="2D06B00C" w:rsidR="006877EA" w:rsidRPr="00B3459B" w:rsidRDefault="006877EA" w:rsidP="00B7164F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459B">
              <w:t>NR 20 (30 dB A)</w:t>
            </w:r>
          </w:p>
        </w:tc>
      </w:tr>
      <w:tr w:rsidR="006877EA" w:rsidRPr="00B3459B" w14:paraId="1577306D" w14:textId="77777777" w:rsidTr="009423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A49ABB2" w14:textId="327A5BB4" w:rsidR="006877EA" w:rsidRPr="00B3459B" w:rsidRDefault="006877EA" w:rsidP="00B7164F">
            <w:pPr>
              <w:pStyle w:val="Tabela-tekst"/>
              <w:jc w:val="center"/>
            </w:pPr>
            <w:r w:rsidRPr="00B3459B">
              <w:t>Sale komputerowe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74CC37A" w14:textId="1B1CD8CB" w:rsidR="006877EA" w:rsidRPr="00B3459B" w:rsidRDefault="006877EA" w:rsidP="00B7164F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459B">
              <w:t>NR 30 (40 dB A)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F3E3CE" w14:textId="3CB59367" w:rsidR="006877EA" w:rsidRPr="00B3459B" w:rsidRDefault="006877EA" w:rsidP="00B7164F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459B">
              <w:t>NR 25 (35 dB A)</w:t>
            </w:r>
          </w:p>
        </w:tc>
      </w:tr>
    </w:tbl>
    <w:p w14:paraId="4C6D077A" w14:textId="77777777" w:rsidR="00EC74CC" w:rsidRPr="00B3459B" w:rsidRDefault="00EC74CC" w:rsidP="00FC458A">
      <w:pPr>
        <w:pStyle w:val="Legenda"/>
      </w:pPr>
      <w:bookmarkStart w:id="76" w:name="_Ref354271690"/>
      <w:bookmarkStart w:id="77" w:name="_Ref354655744"/>
      <w:bookmarkStart w:id="78" w:name="_Ref10114416"/>
      <w:bookmarkStart w:id="79" w:name="_Toc358881476"/>
      <w:bookmarkStart w:id="80" w:name="_Toc361734944"/>
      <w:bookmarkStart w:id="81" w:name="_Toc361754276"/>
      <w:bookmarkStart w:id="82" w:name="_Toc369866066"/>
    </w:p>
    <w:p w14:paraId="76B94EB7" w14:textId="3D9D369C" w:rsidR="009F4E8B" w:rsidRPr="00B3459B" w:rsidRDefault="009F4E8B" w:rsidP="00FC458A">
      <w:pPr>
        <w:pStyle w:val="Legenda"/>
      </w:pPr>
      <w:bookmarkStart w:id="83" w:name="_Ref43367382"/>
      <w:bookmarkStart w:id="84" w:name="_Toc44506405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3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2</w:t>
      </w:r>
      <w:r w:rsidR="00AC6A0B" w:rsidRPr="00B3459B">
        <w:rPr>
          <w:noProof/>
        </w:rPr>
        <w:fldChar w:fldCharType="end"/>
      </w:r>
      <w:bookmarkEnd w:id="76"/>
      <w:bookmarkEnd w:id="77"/>
      <w:bookmarkEnd w:id="78"/>
      <w:bookmarkEnd w:id="83"/>
      <w:r w:rsidRPr="00B3459B">
        <w:t>. Wartości poziomu ciśnienia akustycznego dla krzywych oceny hałasu</w:t>
      </w:r>
      <w:bookmarkEnd w:id="79"/>
      <w:bookmarkEnd w:id="80"/>
      <w:bookmarkEnd w:id="81"/>
      <w:bookmarkEnd w:id="82"/>
      <w:r w:rsidR="00A84091" w:rsidRPr="00B3459B">
        <w:t xml:space="preserve"> NR</w:t>
      </w:r>
      <w:bookmarkEnd w:id="84"/>
    </w:p>
    <w:tbl>
      <w:tblPr>
        <w:tblStyle w:val="PA1"/>
        <w:tblW w:w="5000" w:type="pct"/>
        <w:tblLook w:val="0000" w:firstRow="0" w:lastRow="0" w:firstColumn="0" w:lastColumn="0" w:noHBand="0" w:noVBand="0"/>
      </w:tblPr>
      <w:tblGrid>
        <w:gridCol w:w="1130"/>
        <w:gridCol w:w="1132"/>
        <w:gridCol w:w="1132"/>
        <w:gridCol w:w="1132"/>
        <w:gridCol w:w="1131"/>
        <w:gridCol w:w="1131"/>
        <w:gridCol w:w="1131"/>
        <w:gridCol w:w="1131"/>
        <w:gridCol w:w="1125"/>
      </w:tblGrid>
      <w:tr w:rsidR="00203811" w:rsidRPr="00B3459B" w14:paraId="373C1DA4" w14:textId="77777777" w:rsidTr="00203811">
        <w:tc>
          <w:tcPr>
            <w:tcW w:w="555" w:type="pct"/>
            <w:tcBorders>
              <w:bottom w:val="single" w:sz="12" w:space="0" w:color="auto"/>
              <w:right w:val="single" w:sz="12" w:space="0" w:color="auto"/>
            </w:tcBorders>
          </w:tcPr>
          <w:p w14:paraId="3E0DC8FA" w14:textId="77777777" w:rsidR="00203811" w:rsidRPr="00B3459B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B3459B">
              <w:rPr>
                <w:b/>
              </w:rPr>
              <w:t xml:space="preserve">f [Hz] </w:t>
            </w:r>
            <w:r w:rsidRPr="00B3459B">
              <w:rPr>
                <w:b/>
              </w:rPr>
              <w:sym w:font="Symbol" w:char="F0AE"/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31E3FA75" w14:textId="77777777" w:rsidR="00203811" w:rsidRPr="00B3459B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B3459B">
              <w:rPr>
                <w:b/>
              </w:rPr>
              <w:t>63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120C39F7" w14:textId="77777777" w:rsidR="00203811" w:rsidRPr="00B3459B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B3459B">
              <w:rPr>
                <w:b/>
              </w:rPr>
              <w:t>125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7A187BF0" w14:textId="77777777" w:rsidR="00203811" w:rsidRPr="00B3459B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B3459B">
              <w:rPr>
                <w:b/>
              </w:rPr>
              <w:t>250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1857A3C5" w14:textId="77777777" w:rsidR="00203811" w:rsidRPr="00B3459B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B3459B">
              <w:rPr>
                <w:b/>
              </w:rPr>
              <w:t>500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75328086" w14:textId="77777777" w:rsidR="00203811" w:rsidRPr="00B3459B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B3459B">
              <w:rPr>
                <w:b/>
              </w:rPr>
              <w:t>1 000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2D798B38" w14:textId="77777777" w:rsidR="00203811" w:rsidRPr="00B3459B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B3459B">
              <w:rPr>
                <w:b/>
              </w:rPr>
              <w:t>2 000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2ADEA49C" w14:textId="77777777" w:rsidR="00203811" w:rsidRPr="00B3459B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B3459B">
              <w:rPr>
                <w:b/>
              </w:rPr>
              <w:t>4 000</w:t>
            </w:r>
          </w:p>
        </w:tc>
        <w:tc>
          <w:tcPr>
            <w:tcW w:w="553" w:type="pct"/>
            <w:tcBorders>
              <w:bottom w:val="single" w:sz="12" w:space="0" w:color="auto"/>
            </w:tcBorders>
          </w:tcPr>
          <w:p w14:paraId="3A5DB02A" w14:textId="77777777" w:rsidR="00203811" w:rsidRPr="00B3459B" w:rsidRDefault="00203811" w:rsidP="006E64D0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B3459B">
              <w:rPr>
                <w:b/>
              </w:rPr>
              <w:t>8 000</w:t>
            </w:r>
          </w:p>
        </w:tc>
      </w:tr>
      <w:tr w:rsidR="00203811" w:rsidRPr="00B3459B" w14:paraId="67044FCA" w14:textId="04C88038" w:rsidTr="00203811">
        <w:tc>
          <w:tcPr>
            <w:tcW w:w="555" w:type="pct"/>
            <w:tcBorders>
              <w:right w:val="single" w:sz="12" w:space="0" w:color="auto"/>
            </w:tcBorders>
          </w:tcPr>
          <w:p w14:paraId="1849E303" w14:textId="0D0F630B" w:rsidR="00203811" w:rsidRPr="00B3459B" w:rsidRDefault="00203811" w:rsidP="00C84B92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NR20 [dB]</w:t>
            </w:r>
          </w:p>
        </w:tc>
        <w:tc>
          <w:tcPr>
            <w:tcW w:w="556" w:type="pct"/>
          </w:tcPr>
          <w:p w14:paraId="6596BA09" w14:textId="22575485" w:rsidR="00203811" w:rsidRPr="00B3459B" w:rsidRDefault="00203811" w:rsidP="00C84B92">
            <w:pPr>
              <w:pStyle w:val="Tabela-tekst"/>
              <w:jc w:val="center"/>
            </w:pPr>
            <w:r w:rsidRPr="00B3459B">
              <w:t>51,3</w:t>
            </w:r>
          </w:p>
        </w:tc>
        <w:tc>
          <w:tcPr>
            <w:tcW w:w="556" w:type="pct"/>
          </w:tcPr>
          <w:p w14:paraId="626BE434" w14:textId="0B523CA6" w:rsidR="00203811" w:rsidRPr="00B3459B" w:rsidRDefault="00203811" w:rsidP="00C84B92">
            <w:pPr>
              <w:pStyle w:val="Tabela-tekst"/>
              <w:jc w:val="center"/>
            </w:pPr>
            <w:r w:rsidRPr="00B3459B">
              <w:t>39,4</w:t>
            </w:r>
          </w:p>
        </w:tc>
        <w:tc>
          <w:tcPr>
            <w:tcW w:w="556" w:type="pct"/>
          </w:tcPr>
          <w:p w14:paraId="601E7F2C" w14:textId="6CED66F9" w:rsidR="00203811" w:rsidRPr="00B3459B" w:rsidRDefault="00203811" w:rsidP="00C84B92">
            <w:pPr>
              <w:pStyle w:val="Tabela-tekst"/>
              <w:jc w:val="center"/>
            </w:pPr>
            <w:r w:rsidRPr="00B3459B">
              <w:t>30,6</w:t>
            </w:r>
          </w:p>
        </w:tc>
        <w:tc>
          <w:tcPr>
            <w:tcW w:w="556" w:type="pct"/>
          </w:tcPr>
          <w:p w14:paraId="0D01A47D" w14:textId="6A9440E9" w:rsidR="00203811" w:rsidRPr="00B3459B" w:rsidRDefault="00203811" w:rsidP="00C84B92">
            <w:pPr>
              <w:pStyle w:val="Tabela-tekst"/>
              <w:jc w:val="center"/>
            </w:pPr>
            <w:r w:rsidRPr="00B3459B">
              <w:t>24,3</w:t>
            </w:r>
          </w:p>
        </w:tc>
        <w:tc>
          <w:tcPr>
            <w:tcW w:w="556" w:type="pct"/>
          </w:tcPr>
          <w:p w14:paraId="130FF94C" w14:textId="548B1E8F" w:rsidR="00203811" w:rsidRPr="00B3459B" w:rsidRDefault="00203811" w:rsidP="00C84B92">
            <w:pPr>
              <w:pStyle w:val="Tabela-tekst"/>
              <w:jc w:val="center"/>
            </w:pPr>
            <w:r w:rsidRPr="00B3459B">
              <w:t>20,0</w:t>
            </w:r>
          </w:p>
        </w:tc>
        <w:tc>
          <w:tcPr>
            <w:tcW w:w="556" w:type="pct"/>
          </w:tcPr>
          <w:p w14:paraId="66DBA0B0" w14:textId="78202DB6" w:rsidR="00203811" w:rsidRPr="00B3459B" w:rsidRDefault="00203811" w:rsidP="00C84B92">
            <w:pPr>
              <w:pStyle w:val="Tabela-tekst"/>
              <w:jc w:val="center"/>
            </w:pPr>
            <w:r w:rsidRPr="00B3459B">
              <w:t>16,8</w:t>
            </w:r>
          </w:p>
        </w:tc>
        <w:tc>
          <w:tcPr>
            <w:tcW w:w="556" w:type="pct"/>
          </w:tcPr>
          <w:p w14:paraId="12B0761A" w14:textId="05869030" w:rsidR="00203811" w:rsidRPr="00B3459B" w:rsidRDefault="00203811" w:rsidP="00C84B92">
            <w:pPr>
              <w:pStyle w:val="Tabela-tekst"/>
              <w:jc w:val="center"/>
            </w:pPr>
            <w:r w:rsidRPr="00B3459B">
              <w:t>14,4</w:t>
            </w:r>
          </w:p>
        </w:tc>
        <w:tc>
          <w:tcPr>
            <w:tcW w:w="553" w:type="pct"/>
          </w:tcPr>
          <w:p w14:paraId="16AF8815" w14:textId="165638AA" w:rsidR="00203811" w:rsidRPr="00B3459B" w:rsidRDefault="00203811" w:rsidP="00C84B92">
            <w:pPr>
              <w:pStyle w:val="Tabela-tekst"/>
              <w:jc w:val="center"/>
            </w:pPr>
            <w:r w:rsidRPr="00B3459B">
              <w:t>12,6</w:t>
            </w:r>
          </w:p>
        </w:tc>
      </w:tr>
      <w:tr w:rsidR="00203811" w:rsidRPr="00B3459B" w14:paraId="1F89A4FD" w14:textId="77777777" w:rsidTr="00203811">
        <w:tc>
          <w:tcPr>
            <w:tcW w:w="555" w:type="pct"/>
            <w:tcBorders>
              <w:right w:val="single" w:sz="12" w:space="0" w:color="auto"/>
            </w:tcBorders>
          </w:tcPr>
          <w:p w14:paraId="2B75E122" w14:textId="77777777" w:rsidR="00203811" w:rsidRPr="00B3459B" w:rsidRDefault="00203811" w:rsidP="00C84B92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NR25 [dB]</w:t>
            </w:r>
          </w:p>
        </w:tc>
        <w:tc>
          <w:tcPr>
            <w:tcW w:w="556" w:type="pct"/>
          </w:tcPr>
          <w:p w14:paraId="644AACA4" w14:textId="77777777" w:rsidR="00203811" w:rsidRPr="00B3459B" w:rsidRDefault="00203811" w:rsidP="00C84B92">
            <w:pPr>
              <w:pStyle w:val="Tabela-tekst"/>
              <w:jc w:val="center"/>
            </w:pPr>
            <w:r w:rsidRPr="00B3459B">
              <w:t>55,2</w:t>
            </w:r>
          </w:p>
        </w:tc>
        <w:tc>
          <w:tcPr>
            <w:tcW w:w="556" w:type="pct"/>
          </w:tcPr>
          <w:p w14:paraId="1FCE00DF" w14:textId="77777777" w:rsidR="00203811" w:rsidRPr="00B3459B" w:rsidRDefault="00203811" w:rsidP="00C84B92">
            <w:pPr>
              <w:pStyle w:val="Tabela-tekst"/>
              <w:jc w:val="center"/>
            </w:pPr>
            <w:r w:rsidRPr="00B3459B">
              <w:t>43,7</w:t>
            </w:r>
          </w:p>
        </w:tc>
        <w:tc>
          <w:tcPr>
            <w:tcW w:w="556" w:type="pct"/>
          </w:tcPr>
          <w:p w14:paraId="3D043710" w14:textId="77777777" w:rsidR="00203811" w:rsidRPr="00B3459B" w:rsidRDefault="00203811" w:rsidP="00C84B92">
            <w:pPr>
              <w:pStyle w:val="Tabela-tekst"/>
              <w:jc w:val="center"/>
            </w:pPr>
            <w:r w:rsidRPr="00B3459B">
              <w:t>35,2</w:t>
            </w:r>
          </w:p>
        </w:tc>
        <w:tc>
          <w:tcPr>
            <w:tcW w:w="556" w:type="pct"/>
          </w:tcPr>
          <w:p w14:paraId="65C148A9" w14:textId="77777777" w:rsidR="00203811" w:rsidRPr="00B3459B" w:rsidRDefault="00203811" w:rsidP="00C84B92">
            <w:pPr>
              <w:pStyle w:val="Tabela-tekst"/>
              <w:jc w:val="center"/>
            </w:pPr>
            <w:r w:rsidRPr="00B3459B">
              <w:t>29,2</w:t>
            </w:r>
          </w:p>
        </w:tc>
        <w:tc>
          <w:tcPr>
            <w:tcW w:w="556" w:type="pct"/>
          </w:tcPr>
          <w:p w14:paraId="430D7228" w14:textId="77777777" w:rsidR="00203811" w:rsidRPr="00B3459B" w:rsidRDefault="00203811" w:rsidP="00C84B92">
            <w:pPr>
              <w:pStyle w:val="Tabela-tekst"/>
              <w:jc w:val="center"/>
            </w:pPr>
            <w:r w:rsidRPr="00B3459B">
              <w:t>25,0</w:t>
            </w:r>
          </w:p>
        </w:tc>
        <w:tc>
          <w:tcPr>
            <w:tcW w:w="556" w:type="pct"/>
          </w:tcPr>
          <w:p w14:paraId="75E13E8C" w14:textId="77777777" w:rsidR="00203811" w:rsidRPr="00B3459B" w:rsidRDefault="00203811" w:rsidP="00C84B92">
            <w:pPr>
              <w:pStyle w:val="Tabela-tekst"/>
              <w:jc w:val="center"/>
            </w:pPr>
            <w:r w:rsidRPr="00B3459B">
              <w:t>21,9</w:t>
            </w:r>
          </w:p>
        </w:tc>
        <w:tc>
          <w:tcPr>
            <w:tcW w:w="556" w:type="pct"/>
          </w:tcPr>
          <w:p w14:paraId="5D296EC7" w14:textId="77777777" w:rsidR="00203811" w:rsidRPr="00B3459B" w:rsidRDefault="00203811" w:rsidP="00C84B92">
            <w:pPr>
              <w:pStyle w:val="Tabela-tekst"/>
              <w:jc w:val="center"/>
            </w:pPr>
            <w:r w:rsidRPr="00B3459B">
              <w:t>19,5</w:t>
            </w:r>
          </w:p>
        </w:tc>
        <w:tc>
          <w:tcPr>
            <w:tcW w:w="553" w:type="pct"/>
          </w:tcPr>
          <w:p w14:paraId="198BB41E" w14:textId="77777777" w:rsidR="00203811" w:rsidRPr="00B3459B" w:rsidRDefault="00203811" w:rsidP="00C84B92">
            <w:pPr>
              <w:pStyle w:val="Tabela-tekst"/>
              <w:jc w:val="center"/>
            </w:pPr>
            <w:r w:rsidRPr="00B3459B">
              <w:t>17,7</w:t>
            </w:r>
          </w:p>
        </w:tc>
      </w:tr>
      <w:tr w:rsidR="006741D4" w:rsidRPr="00B3459B" w14:paraId="35C68833" w14:textId="77777777" w:rsidTr="00203811">
        <w:tc>
          <w:tcPr>
            <w:tcW w:w="555" w:type="pct"/>
            <w:tcBorders>
              <w:right w:val="single" w:sz="12" w:space="0" w:color="auto"/>
            </w:tcBorders>
          </w:tcPr>
          <w:p w14:paraId="3FB5A56D" w14:textId="1C63DDAD" w:rsidR="006741D4" w:rsidRPr="00B3459B" w:rsidRDefault="006741D4" w:rsidP="006741D4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NR30 [dB]</w:t>
            </w:r>
          </w:p>
        </w:tc>
        <w:tc>
          <w:tcPr>
            <w:tcW w:w="556" w:type="pct"/>
          </w:tcPr>
          <w:p w14:paraId="369814D3" w14:textId="0401D173" w:rsidR="006741D4" w:rsidRPr="00B3459B" w:rsidRDefault="006741D4" w:rsidP="006741D4">
            <w:pPr>
              <w:pStyle w:val="Tabela-tekst"/>
              <w:jc w:val="center"/>
            </w:pPr>
            <w:r w:rsidRPr="00B3459B">
              <w:t>59,2</w:t>
            </w:r>
          </w:p>
        </w:tc>
        <w:tc>
          <w:tcPr>
            <w:tcW w:w="556" w:type="pct"/>
          </w:tcPr>
          <w:p w14:paraId="0363AE69" w14:textId="54CCCACB" w:rsidR="006741D4" w:rsidRPr="00B3459B" w:rsidRDefault="006741D4" w:rsidP="006741D4">
            <w:pPr>
              <w:pStyle w:val="Tabela-tekst"/>
              <w:jc w:val="center"/>
            </w:pPr>
            <w:r w:rsidRPr="00B3459B">
              <w:t>48,1</w:t>
            </w:r>
          </w:p>
        </w:tc>
        <w:tc>
          <w:tcPr>
            <w:tcW w:w="556" w:type="pct"/>
          </w:tcPr>
          <w:p w14:paraId="222697C3" w14:textId="4F8CB96B" w:rsidR="006741D4" w:rsidRPr="00B3459B" w:rsidRDefault="006741D4" w:rsidP="006741D4">
            <w:pPr>
              <w:pStyle w:val="Tabela-tekst"/>
              <w:jc w:val="center"/>
            </w:pPr>
            <w:r w:rsidRPr="00B3459B">
              <w:t>39,9</w:t>
            </w:r>
          </w:p>
        </w:tc>
        <w:tc>
          <w:tcPr>
            <w:tcW w:w="556" w:type="pct"/>
          </w:tcPr>
          <w:p w14:paraId="3D98CE5C" w14:textId="64B21862" w:rsidR="006741D4" w:rsidRPr="00B3459B" w:rsidRDefault="006741D4" w:rsidP="006741D4">
            <w:pPr>
              <w:pStyle w:val="Tabela-tekst"/>
              <w:jc w:val="center"/>
            </w:pPr>
            <w:r w:rsidRPr="00B3459B">
              <w:t>34,0</w:t>
            </w:r>
          </w:p>
        </w:tc>
        <w:tc>
          <w:tcPr>
            <w:tcW w:w="556" w:type="pct"/>
          </w:tcPr>
          <w:p w14:paraId="2A3173F1" w14:textId="1F5E51A1" w:rsidR="006741D4" w:rsidRPr="00B3459B" w:rsidRDefault="006741D4" w:rsidP="006741D4">
            <w:pPr>
              <w:pStyle w:val="Tabela-tekst"/>
              <w:jc w:val="center"/>
            </w:pPr>
            <w:r w:rsidRPr="00B3459B">
              <w:t>30,0</w:t>
            </w:r>
          </w:p>
        </w:tc>
        <w:tc>
          <w:tcPr>
            <w:tcW w:w="556" w:type="pct"/>
          </w:tcPr>
          <w:p w14:paraId="4639BA32" w14:textId="006E41CB" w:rsidR="006741D4" w:rsidRPr="00B3459B" w:rsidRDefault="006741D4" w:rsidP="006741D4">
            <w:pPr>
              <w:pStyle w:val="Tabela-tekst"/>
              <w:jc w:val="center"/>
            </w:pPr>
            <w:r w:rsidRPr="00B3459B">
              <w:t>26,9</w:t>
            </w:r>
          </w:p>
        </w:tc>
        <w:tc>
          <w:tcPr>
            <w:tcW w:w="556" w:type="pct"/>
          </w:tcPr>
          <w:p w14:paraId="2FA8DB3E" w14:textId="20DEB3FB" w:rsidR="006741D4" w:rsidRPr="00B3459B" w:rsidRDefault="006741D4" w:rsidP="006741D4">
            <w:pPr>
              <w:pStyle w:val="Tabela-tekst"/>
              <w:jc w:val="center"/>
            </w:pPr>
            <w:r w:rsidRPr="00B3459B">
              <w:t>24,7</w:t>
            </w:r>
          </w:p>
        </w:tc>
        <w:tc>
          <w:tcPr>
            <w:tcW w:w="553" w:type="pct"/>
          </w:tcPr>
          <w:p w14:paraId="7BEFB382" w14:textId="1AAB769C" w:rsidR="006741D4" w:rsidRPr="00B3459B" w:rsidRDefault="006741D4" w:rsidP="006741D4">
            <w:pPr>
              <w:pStyle w:val="Tabela-tekst"/>
              <w:jc w:val="center"/>
            </w:pPr>
            <w:r w:rsidRPr="00B3459B">
              <w:t>22,9</w:t>
            </w:r>
          </w:p>
        </w:tc>
      </w:tr>
    </w:tbl>
    <w:p w14:paraId="39F2B04C" w14:textId="77777777" w:rsidR="000852C5" w:rsidRPr="00B3459B" w:rsidRDefault="000852C5" w:rsidP="00476FB8">
      <w:bookmarkStart w:id="85" w:name="_Toc361734899"/>
      <w:bookmarkStart w:id="86" w:name="_Toc361754231"/>
      <w:bookmarkStart w:id="87" w:name="_Toc369866011"/>
      <w:bookmarkStart w:id="88" w:name="_Toc346609056"/>
      <w:bookmarkEnd w:id="73"/>
      <w:bookmarkEnd w:id="74"/>
      <w:bookmarkEnd w:id="75"/>
    </w:p>
    <w:p w14:paraId="2E6222A9" w14:textId="77777777" w:rsidR="00476FB8" w:rsidRPr="00B3459B" w:rsidRDefault="00476FB8" w:rsidP="00476FB8">
      <w:pPr>
        <w:pStyle w:val="Nagwek2"/>
      </w:pPr>
      <w:bookmarkStart w:id="89" w:name="_Toc44506380"/>
      <w:r w:rsidRPr="00B3459B">
        <w:t>Wymagana izolacyjność akustyczna przegród budowlanych</w:t>
      </w:r>
      <w:bookmarkEnd w:id="89"/>
    </w:p>
    <w:p w14:paraId="05D87913" w14:textId="1E12963B" w:rsidR="00971C77" w:rsidRPr="00B3459B" w:rsidRDefault="00971C77" w:rsidP="00971C77">
      <w:r w:rsidRPr="00B3459B">
        <w:t xml:space="preserve">W </w:t>
      </w:r>
      <w:r w:rsidR="001822D7" w:rsidRPr="00B3459B">
        <w:fldChar w:fldCharType="begin"/>
      </w:r>
      <w:r w:rsidR="001822D7" w:rsidRPr="00B3459B">
        <w:instrText xml:space="preserve"> REF _Ref10538585 \h </w:instrText>
      </w:r>
      <w:r w:rsidR="00B3459B">
        <w:instrText xml:space="preserve"> \* MERGEFORMAT </w:instrText>
      </w:r>
      <w:r w:rsidR="001822D7" w:rsidRPr="00B3459B">
        <w:fldChar w:fldCharType="separate"/>
      </w:r>
      <w:r w:rsidR="00825AF8" w:rsidRPr="00B3459B">
        <w:t xml:space="preserve">Tab. </w:t>
      </w:r>
      <w:r w:rsidR="00825AF8">
        <w:rPr>
          <w:noProof/>
        </w:rPr>
        <w:t>3</w:t>
      </w:r>
      <w:r w:rsidR="00825AF8" w:rsidRPr="00B3459B">
        <w:t>.</w:t>
      </w:r>
      <w:r w:rsidR="00825AF8">
        <w:rPr>
          <w:noProof/>
        </w:rPr>
        <w:t>3</w:t>
      </w:r>
      <w:r w:rsidR="001822D7" w:rsidRPr="00B3459B">
        <w:fldChar w:fldCharType="end"/>
      </w:r>
      <w:r w:rsidRPr="00B3459B">
        <w:t xml:space="preserve"> podano wymagane wartości izolacyjności </w:t>
      </w:r>
      <w:r w:rsidR="00F97F25" w:rsidRPr="00B3459B">
        <w:t>akustycznej przegród budowlanych dla opisywanych pomieszczeń. Wymaganą izolacyjność akustyczną wyznaczono w zależności od funkcji pomieszczeń chronionych oraz rodzaju zakłóceń w pomieszczeniach sąsiadujących.</w:t>
      </w:r>
    </w:p>
    <w:p w14:paraId="5CA992E9" w14:textId="19C51A5B" w:rsidR="000852C5" w:rsidRPr="00B3459B" w:rsidRDefault="00971C77" w:rsidP="00971C77">
      <w:r w:rsidRPr="00B3459B">
        <w:t>Wymagana izolacyjność akustyczna</w:t>
      </w:r>
      <w:r w:rsidR="001C6D91" w:rsidRPr="00B3459B">
        <w:t>,</w:t>
      </w:r>
      <w:r w:rsidRPr="00B3459B">
        <w:t xml:space="preserve"> wyrażona jest poprzez jednoliczbowy wskaźnik oceny przybliżonej izolacyjności akustycznej właściwej R’</w:t>
      </w:r>
      <w:r w:rsidRPr="00B3459B">
        <w:rPr>
          <w:vertAlign w:val="subscript"/>
        </w:rPr>
        <w:t>A1</w:t>
      </w:r>
      <w:r w:rsidR="001C26F0" w:rsidRPr="00B3459B">
        <w:t xml:space="preserve"> </w:t>
      </w:r>
      <w:r w:rsidRPr="00B3459B">
        <w:t>oraz poprzez wskaźnik ważony poziomu uderzeniowego znormalizowanego przybliżonego L’</w:t>
      </w:r>
      <w:r w:rsidRPr="00B3459B">
        <w:rPr>
          <w:vertAlign w:val="subscript"/>
        </w:rPr>
        <w:t>n,w</w:t>
      </w:r>
      <w:r w:rsidRPr="00B3459B">
        <w:t>.</w:t>
      </w:r>
    </w:p>
    <w:p w14:paraId="742B8972" w14:textId="66666DCE" w:rsidR="001822D7" w:rsidRPr="00B3459B" w:rsidRDefault="001822D7" w:rsidP="001822D7">
      <w:pPr>
        <w:pStyle w:val="Legenda"/>
        <w:keepNext/>
      </w:pPr>
      <w:bookmarkStart w:id="90" w:name="_Ref10538585"/>
      <w:bookmarkStart w:id="91" w:name="_Toc44506406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3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3</w:t>
      </w:r>
      <w:r w:rsidR="00AC6A0B" w:rsidRPr="00B3459B">
        <w:rPr>
          <w:noProof/>
        </w:rPr>
        <w:fldChar w:fldCharType="end"/>
      </w:r>
      <w:bookmarkEnd w:id="90"/>
      <w:r w:rsidRPr="00B3459B">
        <w:t xml:space="preserve"> Wymagana izolacyjność akustyczna przegród budowlanych pomiędzy pomieszczeniami</w:t>
      </w:r>
      <w:bookmarkEnd w:id="91"/>
    </w:p>
    <w:tbl>
      <w:tblPr>
        <w:tblStyle w:val="PA1"/>
        <w:tblW w:w="5000" w:type="pct"/>
        <w:jc w:val="center"/>
        <w:tblLook w:val="0600" w:firstRow="0" w:lastRow="0" w:firstColumn="0" w:lastColumn="0" w:noHBand="1" w:noVBand="1"/>
      </w:tblPr>
      <w:tblGrid>
        <w:gridCol w:w="2035"/>
        <w:gridCol w:w="1809"/>
        <w:gridCol w:w="2214"/>
        <w:gridCol w:w="2214"/>
        <w:gridCol w:w="1903"/>
      </w:tblGrid>
      <w:tr w:rsidR="00D442B4" w:rsidRPr="00B3459B" w14:paraId="6AD92277" w14:textId="77777777" w:rsidTr="00C858F4">
        <w:trPr>
          <w:trHeight w:val="649"/>
          <w:jc w:val="center"/>
        </w:trPr>
        <w:tc>
          <w:tcPr>
            <w:tcW w:w="1000" w:type="pct"/>
            <w:vMerge w:val="restart"/>
            <w:tcBorders>
              <w:right w:val="single" w:sz="4" w:space="0" w:color="auto"/>
            </w:tcBorders>
            <w:vAlign w:val="center"/>
          </w:tcPr>
          <w:p w14:paraId="7573CE33" w14:textId="74D4485B" w:rsidR="00D442B4" w:rsidRPr="00B3459B" w:rsidRDefault="00D442B4" w:rsidP="00C858F4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 xml:space="preserve">Pomieszczenie </w:t>
            </w:r>
          </w:p>
        </w:tc>
        <w:tc>
          <w:tcPr>
            <w:tcW w:w="88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A6E24" w14:textId="77777777" w:rsidR="00D442B4" w:rsidRPr="00B3459B" w:rsidRDefault="00D442B4" w:rsidP="00C858F4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Pomieszczenie sąsiednie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03F68" w14:textId="77777777" w:rsidR="00D442B4" w:rsidRPr="00B3459B" w:rsidRDefault="00D442B4" w:rsidP="00C858F4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Wskaźnik oceny przybliżonej izolacyjności akustycznej właściwej dla przegród budowlanych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D5B04" w14:textId="77777777" w:rsidR="00D442B4" w:rsidRPr="00B3459B" w:rsidRDefault="00D442B4" w:rsidP="00C858F4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Wskaźnik ważony poziomu uderzeniowego znormalizowanego przybliżonego</w:t>
            </w:r>
          </w:p>
        </w:tc>
        <w:tc>
          <w:tcPr>
            <w:tcW w:w="935" w:type="pct"/>
            <w:vMerge w:val="restart"/>
            <w:tcBorders>
              <w:left w:val="single" w:sz="4" w:space="0" w:color="auto"/>
            </w:tcBorders>
            <w:vAlign w:val="center"/>
          </w:tcPr>
          <w:p w14:paraId="080960F4" w14:textId="77777777" w:rsidR="00D442B4" w:rsidRPr="00B3459B" w:rsidRDefault="00D442B4" w:rsidP="00C858F4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Uwagi:</w:t>
            </w:r>
          </w:p>
        </w:tc>
      </w:tr>
      <w:tr w:rsidR="00D442B4" w:rsidRPr="00B3459B" w14:paraId="20304BA6" w14:textId="77777777" w:rsidTr="00C858F4">
        <w:trPr>
          <w:trHeight w:val="47"/>
          <w:jc w:val="center"/>
        </w:trPr>
        <w:tc>
          <w:tcPr>
            <w:tcW w:w="1000" w:type="pct"/>
            <w:vMerge/>
            <w:tcBorders>
              <w:right w:val="single" w:sz="4" w:space="0" w:color="auto"/>
            </w:tcBorders>
            <w:vAlign w:val="center"/>
          </w:tcPr>
          <w:p w14:paraId="270C276B" w14:textId="77777777" w:rsidR="00D442B4" w:rsidRPr="00B3459B" w:rsidRDefault="00D442B4" w:rsidP="00C858F4">
            <w:pPr>
              <w:pStyle w:val="Tabela-tekst"/>
              <w:jc w:val="center"/>
              <w:rPr>
                <w:b/>
              </w:rPr>
            </w:pPr>
          </w:p>
        </w:tc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0F4D6" w14:textId="77777777" w:rsidR="00D442B4" w:rsidRPr="00B3459B" w:rsidRDefault="00D442B4" w:rsidP="00C858F4">
            <w:pPr>
              <w:pStyle w:val="Tabela-tekst"/>
              <w:jc w:val="center"/>
              <w:rPr>
                <w:b/>
              </w:rPr>
            </w:pP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D7BB9" w14:textId="77777777" w:rsidR="00D442B4" w:rsidRPr="00B3459B" w:rsidRDefault="00D442B4" w:rsidP="00C858F4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R’</w:t>
            </w:r>
            <w:r w:rsidRPr="00B3459B">
              <w:rPr>
                <w:b/>
                <w:vertAlign w:val="subscript"/>
              </w:rPr>
              <w:t>A1</w:t>
            </w:r>
            <w:r w:rsidRPr="00B3459B">
              <w:rPr>
                <w:b/>
              </w:rPr>
              <w:t xml:space="preserve"> [dB]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05B13" w14:textId="77777777" w:rsidR="00D442B4" w:rsidRPr="00B3459B" w:rsidRDefault="00D442B4" w:rsidP="00C858F4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L’</w:t>
            </w:r>
            <w:r w:rsidRPr="00B3459B">
              <w:rPr>
                <w:b/>
                <w:vertAlign w:val="subscript"/>
              </w:rPr>
              <w:t>n,w</w:t>
            </w:r>
            <w:r w:rsidRPr="00B3459B">
              <w:rPr>
                <w:b/>
              </w:rPr>
              <w:t xml:space="preserve"> [dB]</w:t>
            </w:r>
          </w:p>
        </w:tc>
        <w:tc>
          <w:tcPr>
            <w:tcW w:w="935" w:type="pct"/>
            <w:vMerge/>
            <w:tcBorders>
              <w:left w:val="single" w:sz="4" w:space="0" w:color="auto"/>
            </w:tcBorders>
            <w:vAlign w:val="center"/>
          </w:tcPr>
          <w:p w14:paraId="3082ACEA" w14:textId="77777777" w:rsidR="00D442B4" w:rsidRPr="00B3459B" w:rsidRDefault="00D442B4" w:rsidP="00C858F4">
            <w:pPr>
              <w:pStyle w:val="Tabela-tekst"/>
              <w:jc w:val="center"/>
              <w:rPr>
                <w:b/>
              </w:rPr>
            </w:pPr>
          </w:p>
        </w:tc>
      </w:tr>
      <w:tr w:rsidR="001E1694" w:rsidRPr="00B3459B" w14:paraId="6D4CF5AA" w14:textId="77777777" w:rsidTr="00C858F4">
        <w:trPr>
          <w:trHeight w:val="47"/>
          <w:jc w:val="center"/>
        </w:trPr>
        <w:tc>
          <w:tcPr>
            <w:tcW w:w="1000" w:type="pct"/>
            <w:vAlign w:val="center"/>
          </w:tcPr>
          <w:p w14:paraId="77D2F372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Sala kameralna</w:t>
            </w:r>
          </w:p>
        </w:tc>
        <w:tc>
          <w:tcPr>
            <w:tcW w:w="889" w:type="pct"/>
            <w:vAlign w:val="center"/>
          </w:tcPr>
          <w:p w14:paraId="72D25BF0" w14:textId="0788CB47" w:rsidR="001E1694" w:rsidRPr="00B3459B" w:rsidRDefault="001E1694" w:rsidP="001E1694">
            <w:pPr>
              <w:pStyle w:val="Tabela-tekst"/>
              <w:jc w:val="center"/>
            </w:pPr>
            <w:r w:rsidRPr="00B3459B">
              <w:t>Sale do zajęć indywidualnych</w:t>
            </w:r>
          </w:p>
        </w:tc>
        <w:tc>
          <w:tcPr>
            <w:tcW w:w="1088" w:type="pct"/>
            <w:vAlign w:val="center"/>
          </w:tcPr>
          <w:p w14:paraId="0B1E0C63" w14:textId="443E43B5" w:rsidR="001E1694" w:rsidRPr="00B3459B" w:rsidRDefault="001E1694" w:rsidP="001E1694">
            <w:pPr>
              <w:pStyle w:val="Tabela-tekst"/>
              <w:jc w:val="center"/>
            </w:pPr>
            <w:r w:rsidRPr="00B3459B">
              <w:t>≥ 68</w:t>
            </w:r>
          </w:p>
        </w:tc>
        <w:tc>
          <w:tcPr>
            <w:tcW w:w="1088" w:type="pct"/>
            <w:vAlign w:val="center"/>
          </w:tcPr>
          <w:p w14:paraId="1ACDF1BB" w14:textId="0EE8C665" w:rsidR="001E1694" w:rsidRPr="00B3459B" w:rsidRDefault="00C84F65" w:rsidP="001E1694">
            <w:pPr>
              <w:pStyle w:val="Tabela-tekst"/>
              <w:jc w:val="center"/>
            </w:pPr>
            <w:r w:rsidRPr="00B3459B">
              <w:t>≤ 35</w:t>
            </w:r>
          </w:p>
        </w:tc>
        <w:tc>
          <w:tcPr>
            <w:tcW w:w="935" w:type="pct"/>
            <w:vAlign w:val="center"/>
          </w:tcPr>
          <w:p w14:paraId="69BF5C83" w14:textId="6AC5B3EA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463BC597" w14:textId="77777777" w:rsidTr="00C858F4">
        <w:trPr>
          <w:trHeight w:val="47"/>
          <w:jc w:val="center"/>
        </w:trPr>
        <w:tc>
          <w:tcPr>
            <w:tcW w:w="1000" w:type="pct"/>
            <w:vMerge w:val="restart"/>
            <w:vAlign w:val="center"/>
          </w:tcPr>
          <w:p w14:paraId="4A9D778D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Sala do zajęć rytmicznych</w:t>
            </w:r>
          </w:p>
        </w:tc>
        <w:tc>
          <w:tcPr>
            <w:tcW w:w="889" w:type="pct"/>
            <w:vAlign w:val="center"/>
          </w:tcPr>
          <w:p w14:paraId="16003B4F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Komunikacja</w:t>
            </w:r>
          </w:p>
        </w:tc>
        <w:tc>
          <w:tcPr>
            <w:tcW w:w="1088" w:type="pct"/>
            <w:vAlign w:val="center"/>
          </w:tcPr>
          <w:p w14:paraId="21F00C6F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48</w:t>
            </w:r>
          </w:p>
        </w:tc>
        <w:tc>
          <w:tcPr>
            <w:tcW w:w="1088" w:type="pct"/>
            <w:vAlign w:val="center"/>
          </w:tcPr>
          <w:p w14:paraId="1119C3C9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  <w:tc>
          <w:tcPr>
            <w:tcW w:w="935" w:type="pct"/>
            <w:vAlign w:val="center"/>
          </w:tcPr>
          <w:p w14:paraId="2478B81C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4927B7EC" w14:textId="77777777" w:rsidTr="00C858F4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7E180D44" w14:textId="77777777" w:rsidR="001E1694" w:rsidRPr="00B3459B" w:rsidRDefault="001E1694" w:rsidP="001E1694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7BC1DA9E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Przebieralnia</w:t>
            </w:r>
          </w:p>
        </w:tc>
        <w:tc>
          <w:tcPr>
            <w:tcW w:w="1088" w:type="pct"/>
            <w:vAlign w:val="center"/>
          </w:tcPr>
          <w:p w14:paraId="56ECD569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40</w:t>
            </w:r>
          </w:p>
        </w:tc>
        <w:tc>
          <w:tcPr>
            <w:tcW w:w="1088" w:type="pct"/>
            <w:vAlign w:val="center"/>
          </w:tcPr>
          <w:p w14:paraId="56C3FA48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  <w:tc>
          <w:tcPr>
            <w:tcW w:w="935" w:type="pct"/>
            <w:vAlign w:val="center"/>
          </w:tcPr>
          <w:p w14:paraId="37656D87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45CE0BCB" w14:textId="77777777" w:rsidTr="00C858F4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13C7B772" w14:textId="77777777" w:rsidR="001E1694" w:rsidRPr="00B3459B" w:rsidRDefault="001E1694" w:rsidP="001E1694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6FD55AAA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Pomieszczenia administracji</w:t>
            </w:r>
          </w:p>
        </w:tc>
        <w:tc>
          <w:tcPr>
            <w:tcW w:w="1088" w:type="pct"/>
            <w:vAlign w:val="center"/>
          </w:tcPr>
          <w:p w14:paraId="67042C2F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58</w:t>
            </w:r>
          </w:p>
        </w:tc>
        <w:tc>
          <w:tcPr>
            <w:tcW w:w="1088" w:type="pct"/>
            <w:vAlign w:val="center"/>
          </w:tcPr>
          <w:p w14:paraId="261FEDCE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  <w:tc>
          <w:tcPr>
            <w:tcW w:w="935" w:type="pct"/>
            <w:vAlign w:val="center"/>
          </w:tcPr>
          <w:p w14:paraId="31F2AC70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33A3ECB0" w14:textId="77777777" w:rsidTr="00C858F4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0CA7530D" w14:textId="77777777" w:rsidR="001E1694" w:rsidRPr="00B3459B" w:rsidRDefault="001E1694" w:rsidP="001E1694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0A29C735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Sale do zajęć indywidualnych</w:t>
            </w:r>
          </w:p>
        </w:tc>
        <w:tc>
          <w:tcPr>
            <w:tcW w:w="1088" w:type="pct"/>
            <w:vAlign w:val="center"/>
          </w:tcPr>
          <w:p w14:paraId="7FCBF98B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60</w:t>
            </w:r>
          </w:p>
        </w:tc>
        <w:tc>
          <w:tcPr>
            <w:tcW w:w="1088" w:type="pct"/>
            <w:vAlign w:val="center"/>
          </w:tcPr>
          <w:p w14:paraId="4F3139AA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≤ 40</w:t>
            </w:r>
          </w:p>
        </w:tc>
        <w:tc>
          <w:tcPr>
            <w:tcW w:w="935" w:type="pct"/>
            <w:vAlign w:val="center"/>
          </w:tcPr>
          <w:p w14:paraId="2E7E0574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7A2503F2" w14:textId="77777777" w:rsidTr="00C858F4">
        <w:trPr>
          <w:trHeight w:val="270"/>
          <w:jc w:val="center"/>
        </w:trPr>
        <w:tc>
          <w:tcPr>
            <w:tcW w:w="1000" w:type="pct"/>
            <w:vMerge w:val="restart"/>
            <w:vAlign w:val="center"/>
          </w:tcPr>
          <w:p w14:paraId="32BBE299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lastRenderedPageBreak/>
              <w:t>Sala organowa</w:t>
            </w:r>
          </w:p>
        </w:tc>
        <w:tc>
          <w:tcPr>
            <w:tcW w:w="889" w:type="pct"/>
            <w:vAlign w:val="center"/>
          </w:tcPr>
          <w:p w14:paraId="6CF0C612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Komunikacja</w:t>
            </w:r>
          </w:p>
        </w:tc>
        <w:tc>
          <w:tcPr>
            <w:tcW w:w="1088" w:type="pct"/>
            <w:vAlign w:val="center"/>
          </w:tcPr>
          <w:p w14:paraId="6BEB8D1C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50</w:t>
            </w:r>
          </w:p>
        </w:tc>
        <w:tc>
          <w:tcPr>
            <w:tcW w:w="1088" w:type="pct"/>
            <w:vAlign w:val="center"/>
          </w:tcPr>
          <w:p w14:paraId="46914CA7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  <w:tc>
          <w:tcPr>
            <w:tcW w:w="935" w:type="pct"/>
            <w:vAlign w:val="center"/>
          </w:tcPr>
          <w:p w14:paraId="4F3688A5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46B2D6ED" w14:textId="77777777" w:rsidTr="00C858F4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79154B3A" w14:textId="77777777" w:rsidR="001E1694" w:rsidRPr="00B3459B" w:rsidRDefault="001E1694" w:rsidP="001E1694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40F3FB10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Sale do zajęć indywidualnych</w:t>
            </w:r>
          </w:p>
        </w:tc>
        <w:tc>
          <w:tcPr>
            <w:tcW w:w="1088" w:type="pct"/>
            <w:vAlign w:val="center"/>
          </w:tcPr>
          <w:p w14:paraId="6AF36C8D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60</w:t>
            </w:r>
          </w:p>
        </w:tc>
        <w:tc>
          <w:tcPr>
            <w:tcW w:w="1088" w:type="pct"/>
            <w:vAlign w:val="center"/>
          </w:tcPr>
          <w:p w14:paraId="179851F7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≤ 40</w:t>
            </w:r>
          </w:p>
        </w:tc>
        <w:tc>
          <w:tcPr>
            <w:tcW w:w="935" w:type="pct"/>
            <w:vAlign w:val="center"/>
          </w:tcPr>
          <w:p w14:paraId="498D2435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083080C2" w14:textId="77777777" w:rsidTr="00C858F4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55EC1B7C" w14:textId="77777777" w:rsidR="001E1694" w:rsidRPr="00B3459B" w:rsidRDefault="001E1694" w:rsidP="001E1694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5DE758A2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Sale do zajęć teoretycznych</w:t>
            </w:r>
          </w:p>
        </w:tc>
        <w:tc>
          <w:tcPr>
            <w:tcW w:w="1088" w:type="pct"/>
            <w:vAlign w:val="center"/>
          </w:tcPr>
          <w:p w14:paraId="0F4030F8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60</w:t>
            </w:r>
          </w:p>
        </w:tc>
        <w:tc>
          <w:tcPr>
            <w:tcW w:w="1088" w:type="pct"/>
            <w:vAlign w:val="center"/>
          </w:tcPr>
          <w:p w14:paraId="2CA36613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≤ 40</w:t>
            </w:r>
          </w:p>
        </w:tc>
        <w:tc>
          <w:tcPr>
            <w:tcW w:w="935" w:type="pct"/>
            <w:vAlign w:val="center"/>
          </w:tcPr>
          <w:p w14:paraId="138FA16D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0E9D4523" w14:textId="77777777" w:rsidTr="00C858F4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47C841C2" w14:textId="77777777" w:rsidR="001E1694" w:rsidRPr="00B3459B" w:rsidRDefault="001E1694" w:rsidP="001E1694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688F7A8D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Pomieszczenia administracji</w:t>
            </w:r>
          </w:p>
        </w:tc>
        <w:tc>
          <w:tcPr>
            <w:tcW w:w="1088" w:type="pct"/>
            <w:vAlign w:val="center"/>
          </w:tcPr>
          <w:p w14:paraId="635D7393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55</w:t>
            </w:r>
          </w:p>
        </w:tc>
        <w:tc>
          <w:tcPr>
            <w:tcW w:w="1088" w:type="pct"/>
            <w:vAlign w:val="center"/>
          </w:tcPr>
          <w:p w14:paraId="1327AE04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  <w:tc>
          <w:tcPr>
            <w:tcW w:w="935" w:type="pct"/>
            <w:vAlign w:val="center"/>
          </w:tcPr>
          <w:p w14:paraId="744B7A3C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543B87A9" w14:textId="77777777" w:rsidTr="00C858F4">
        <w:trPr>
          <w:trHeight w:val="47"/>
          <w:jc w:val="center"/>
        </w:trPr>
        <w:tc>
          <w:tcPr>
            <w:tcW w:w="1000" w:type="pct"/>
            <w:vMerge w:val="restart"/>
            <w:vAlign w:val="center"/>
          </w:tcPr>
          <w:p w14:paraId="42721493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Sale do zajęć indywidualnych</w:t>
            </w:r>
          </w:p>
        </w:tc>
        <w:tc>
          <w:tcPr>
            <w:tcW w:w="889" w:type="pct"/>
            <w:vAlign w:val="center"/>
          </w:tcPr>
          <w:p w14:paraId="2D8C2278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Komunikacja</w:t>
            </w:r>
          </w:p>
        </w:tc>
        <w:tc>
          <w:tcPr>
            <w:tcW w:w="1088" w:type="pct"/>
            <w:vAlign w:val="center"/>
          </w:tcPr>
          <w:p w14:paraId="741331FA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50</w:t>
            </w:r>
          </w:p>
        </w:tc>
        <w:tc>
          <w:tcPr>
            <w:tcW w:w="1088" w:type="pct"/>
            <w:vAlign w:val="center"/>
          </w:tcPr>
          <w:p w14:paraId="1F71429A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  <w:tc>
          <w:tcPr>
            <w:tcW w:w="935" w:type="pct"/>
            <w:vAlign w:val="center"/>
          </w:tcPr>
          <w:p w14:paraId="5714CE4F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4522F7EE" w14:textId="77777777" w:rsidTr="00C858F4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0AD04BDE" w14:textId="77777777" w:rsidR="001E1694" w:rsidRPr="00B3459B" w:rsidRDefault="001E1694" w:rsidP="001E1694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73FB4595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Sale do zajęć indywidualnych</w:t>
            </w:r>
          </w:p>
        </w:tc>
        <w:tc>
          <w:tcPr>
            <w:tcW w:w="1088" w:type="pct"/>
            <w:vAlign w:val="center"/>
          </w:tcPr>
          <w:p w14:paraId="09A95F57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60</w:t>
            </w:r>
          </w:p>
        </w:tc>
        <w:tc>
          <w:tcPr>
            <w:tcW w:w="1088" w:type="pct"/>
            <w:vAlign w:val="center"/>
          </w:tcPr>
          <w:p w14:paraId="41BB49F9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≤ 40</w:t>
            </w:r>
          </w:p>
        </w:tc>
        <w:tc>
          <w:tcPr>
            <w:tcW w:w="935" w:type="pct"/>
            <w:vAlign w:val="center"/>
          </w:tcPr>
          <w:p w14:paraId="4911A63B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251626D1" w14:textId="77777777" w:rsidTr="00C858F4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698E3EC6" w14:textId="77777777" w:rsidR="001E1694" w:rsidRPr="00B3459B" w:rsidRDefault="001E1694" w:rsidP="001E1694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110B1F8E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Sale do zajęć teoretycznych</w:t>
            </w:r>
          </w:p>
        </w:tc>
        <w:tc>
          <w:tcPr>
            <w:tcW w:w="1088" w:type="pct"/>
            <w:vAlign w:val="center"/>
          </w:tcPr>
          <w:p w14:paraId="72C63418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60</w:t>
            </w:r>
          </w:p>
        </w:tc>
        <w:tc>
          <w:tcPr>
            <w:tcW w:w="1088" w:type="pct"/>
            <w:vAlign w:val="center"/>
          </w:tcPr>
          <w:p w14:paraId="38C96EAF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≤ 40</w:t>
            </w:r>
          </w:p>
        </w:tc>
        <w:tc>
          <w:tcPr>
            <w:tcW w:w="935" w:type="pct"/>
            <w:vAlign w:val="center"/>
          </w:tcPr>
          <w:p w14:paraId="22A8140E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5E52942E" w14:textId="77777777" w:rsidTr="00C858F4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5DDBEF93" w14:textId="77777777" w:rsidR="001E1694" w:rsidRPr="00B3459B" w:rsidRDefault="001E1694" w:rsidP="001E1694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5982B776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Sale komputerowe</w:t>
            </w:r>
          </w:p>
        </w:tc>
        <w:tc>
          <w:tcPr>
            <w:tcW w:w="1088" w:type="pct"/>
            <w:vAlign w:val="center"/>
          </w:tcPr>
          <w:p w14:paraId="06C51AA3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60</w:t>
            </w:r>
          </w:p>
        </w:tc>
        <w:tc>
          <w:tcPr>
            <w:tcW w:w="1088" w:type="pct"/>
            <w:vAlign w:val="center"/>
          </w:tcPr>
          <w:p w14:paraId="529BA0DA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≤ 40</w:t>
            </w:r>
          </w:p>
        </w:tc>
        <w:tc>
          <w:tcPr>
            <w:tcW w:w="935" w:type="pct"/>
            <w:vAlign w:val="center"/>
          </w:tcPr>
          <w:p w14:paraId="3776A988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10C60589" w14:textId="77777777" w:rsidTr="00C858F4">
        <w:trPr>
          <w:trHeight w:val="47"/>
          <w:jc w:val="center"/>
        </w:trPr>
        <w:tc>
          <w:tcPr>
            <w:tcW w:w="1000" w:type="pct"/>
            <w:vMerge w:val="restart"/>
            <w:vAlign w:val="center"/>
          </w:tcPr>
          <w:p w14:paraId="210B9762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Sale do zajęć teoretycznych</w:t>
            </w:r>
          </w:p>
        </w:tc>
        <w:tc>
          <w:tcPr>
            <w:tcW w:w="889" w:type="pct"/>
            <w:vAlign w:val="center"/>
          </w:tcPr>
          <w:p w14:paraId="54BB48F1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Komunikacja</w:t>
            </w:r>
          </w:p>
        </w:tc>
        <w:tc>
          <w:tcPr>
            <w:tcW w:w="1088" w:type="pct"/>
            <w:vAlign w:val="center"/>
          </w:tcPr>
          <w:p w14:paraId="2FEA2430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48</w:t>
            </w:r>
          </w:p>
        </w:tc>
        <w:tc>
          <w:tcPr>
            <w:tcW w:w="1088" w:type="pct"/>
            <w:vAlign w:val="center"/>
          </w:tcPr>
          <w:p w14:paraId="447B08B9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  <w:tc>
          <w:tcPr>
            <w:tcW w:w="935" w:type="pct"/>
            <w:vAlign w:val="center"/>
          </w:tcPr>
          <w:p w14:paraId="3F0A7F64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239890D3" w14:textId="77777777" w:rsidTr="00C858F4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17CF02F5" w14:textId="77777777" w:rsidR="001E1694" w:rsidRPr="00B3459B" w:rsidRDefault="001E1694" w:rsidP="001E1694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7BB12E97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Sale do zajęć indywidualnych</w:t>
            </w:r>
          </w:p>
        </w:tc>
        <w:tc>
          <w:tcPr>
            <w:tcW w:w="1088" w:type="pct"/>
            <w:vAlign w:val="center"/>
          </w:tcPr>
          <w:p w14:paraId="575562E5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60</w:t>
            </w:r>
          </w:p>
        </w:tc>
        <w:tc>
          <w:tcPr>
            <w:tcW w:w="1088" w:type="pct"/>
            <w:vAlign w:val="center"/>
          </w:tcPr>
          <w:p w14:paraId="01BFD7C4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≤ 40</w:t>
            </w:r>
          </w:p>
        </w:tc>
        <w:tc>
          <w:tcPr>
            <w:tcW w:w="935" w:type="pct"/>
            <w:vAlign w:val="center"/>
          </w:tcPr>
          <w:p w14:paraId="37C5353F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6B071430" w14:textId="77777777" w:rsidTr="00C858F4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2EF8BE74" w14:textId="77777777" w:rsidR="001E1694" w:rsidRPr="00B3459B" w:rsidRDefault="001E1694" w:rsidP="001E1694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17AF2CC7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Sale do zajęć teoretycznych</w:t>
            </w:r>
          </w:p>
        </w:tc>
        <w:tc>
          <w:tcPr>
            <w:tcW w:w="1088" w:type="pct"/>
            <w:vAlign w:val="center"/>
          </w:tcPr>
          <w:p w14:paraId="36559075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55</w:t>
            </w:r>
          </w:p>
        </w:tc>
        <w:tc>
          <w:tcPr>
            <w:tcW w:w="1088" w:type="pct"/>
            <w:vAlign w:val="center"/>
          </w:tcPr>
          <w:p w14:paraId="0B939AE5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  <w:tc>
          <w:tcPr>
            <w:tcW w:w="935" w:type="pct"/>
            <w:vAlign w:val="center"/>
          </w:tcPr>
          <w:p w14:paraId="38A9F41F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3A0C0E6B" w14:textId="77777777" w:rsidTr="00C858F4">
        <w:trPr>
          <w:trHeight w:val="47"/>
          <w:jc w:val="center"/>
        </w:trPr>
        <w:tc>
          <w:tcPr>
            <w:tcW w:w="1000" w:type="pct"/>
            <w:vMerge w:val="restart"/>
            <w:vAlign w:val="center"/>
          </w:tcPr>
          <w:p w14:paraId="099E67DB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Sale komputerowe</w:t>
            </w:r>
          </w:p>
        </w:tc>
        <w:tc>
          <w:tcPr>
            <w:tcW w:w="889" w:type="pct"/>
            <w:vAlign w:val="center"/>
          </w:tcPr>
          <w:p w14:paraId="1D02FE20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Komunikacja</w:t>
            </w:r>
          </w:p>
        </w:tc>
        <w:tc>
          <w:tcPr>
            <w:tcW w:w="1088" w:type="pct"/>
            <w:vAlign w:val="center"/>
          </w:tcPr>
          <w:p w14:paraId="16DBC2A2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48</w:t>
            </w:r>
          </w:p>
        </w:tc>
        <w:tc>
          <w:tcPr>
            <w:tcW w:w="1088" w:type="pct"/>
            <w:vAlign w:val="center"/>
          </w:tcPr>
          <w:p w14:paraId="07C66C63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  <w:tc>
          <w:tcPr>
            <w:tcW w:w="935" w:type="pct"/>
            <w:vAlign w:val="center"/>
          </w:tcPr>
          <w:p w14:paraId="6238D9E5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4E09F6E3" w14:textId="77777777" w:rsidTr="00C858F4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7B91EBBF" w14:textId="77777777" w:rsidR="001E1694" w:rsidRPr="00B3459B" w:rsidRDefault="001E1694" w:rsidP="001E1694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280DE62A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Sale do zajęć indywidualnych</w:t>
            </w:r>
          </w:p>
        </w:tc>
        <w:tc>
          <w:tcPr>
            <w:tcW w:w="1088" w:type="pct"/>
            <w:vAlign w:val="center"/>
          </w:tcPr>
          <w:p w14:paraId="3843A2C3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60</w:t>
            </w:r>
          </w:p>
        </w:tc>
        <w:tc>
          <w:tcPr>
            <w:tcW w:w="1088" w:type="pct"/>
            <w:vAlign w:val="center"/>
          </w:tcPr>
          <w:p w14:paraId="15C7F3F3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≤ 40</w:t>
            </w:r>
          </w:p>
        </w:tc>
        <w:tc>
          <w:tcPr>
            <w:tcW w:w="935" w:type="pct"/>
            <w:vAlign w:val="center"/>
          </w:tcPr>
          <w:p w14:paraId="32E67457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662A8051" w14:textId="77777777" w:rsidTr="00C858F4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6F512EAA" w14:textId="77777777" w:rsidR="001E1694" w:rsidRPr="00B3459B" w:rsidRDefault="001E1694" w:rsidP="001E1694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1878258C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Sale do zajęć teoretycznych</w:t>
            </w:r>
          </w:p>
        </w:tc>
        <w:tc>
          <w:tcPr>
            <w:tcW w:w="1088" w:type="pct"/>
            <w:vAlign w:val="center"/>
          </w:tcPr>
          <w:p w14:paraId="54453404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55</w:t>
            </w:r>
          </w:p>
        </w:tc>
        <w:tc>
          <w:tcPr>
            <w:tcW w:w="1088" w:type="pct"/>
            <w:vAlign w:val="center"/>
          </w:tcPr>
          <w:p w14:paraId="7DE95437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  <w:tc>
          <w:tcPr>
            <w:tcW w:w="935" w:type="pct"/>
            <w:vAlign w:val="center"/>
          </w:tcPr>
          <w:p w14:paraId="7B50CF38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4A1F27F1" w14:textId="77777777" w:rsidTr="00C858F4">
        <w:trPr>
          <w:trHeight w:val="47"/>
          <w:jc w:val="center"/>
        </w:trPr>
        <w:tc>
          <w:tcPr>
            <w:tcW w:w="1000" w:type="pct"/>
            <w:vMerge w:val="restart"/>
            <w:vAlign w:val="center"/>
          </w:tcPr>
          <w:p w14:paraId="07898FB3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Biblioteka</w:t>
            </w:r>
          </w:p>
        </w:tc>
        <w:tc>
          <w:tcPr>
            <w:tcW w:w="889" w:type="pct"/>
            <w:vAlign w:val="center"/>
          </w:tcPr>
          <w:p w14:paraId="435A8B90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Komunikacja</w:t>
            </w:r>
          </w:p>
        </w:tc>
        <w:tc>
          <w:tcPr>
            <w:tcW w:w="1088" w:type="pct"/>
            <w:vAlign w:val="center"/>
          </w:tcPr>
          <w:p w14:paraId="03A8DC5F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50</w:t>
            </w:r>
          </w:p>
        </w:tc>
        <w:tc>
          <w:tcPr>
            <w:tcW w:w="1088" w:type="pct"/>
            <w:vAlign w:val="center"/>
          </w:tcPr>
          <w:p w14:paraId="001ADFD0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  <w:tc>
          <w:tcPr>
            <w:tcW w:w="935" w:type="pct"/>
            <w:vAlign w:val="center"/>
          </w:tcPr>
          <w:p w14:paraId="2208E3FD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1E1694" w:rsidRPr="00B3459B" w14:paraId="6DB58C43" w14:textId="77777777" w:rsidTr="00C858F4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284C3845" w14:textId="77777777" w:rsidR="001E1694" w:rsidRPr="00B3459B" w:rsidRDefault="001E1694" w:rsidP="001E1694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0F17823D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Sale do zajęć indywidualnych</w:t>
            </w:r>
          </w:p>
        </w:tc>
        <w:tc>
          <w:tcPr>
            <w:tcW w:w="1088" w:type="pct"/>
            <w:vAlign w:val="center"/>
          </w:tcPr>
          <w:p w14:paraId="13EC2977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≥ 60</w:t>
            </w:r>
          </w:p>
        </w:tc>
        <w:tc>
          <w:tcPr>
            <w:tcW w:w="1088" w:type="pct"/>
            <w:vAlign w:val="center"/>
          </w:tcPr>
          <w:p w14:paraId="65FF82C2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  <w:tc>
          <w:tcPr>
            <w:tcW w:w="935" w:type="pct"/>
            <w:vAlign w:val="center"/>
          </w:tcPr>
          <w:p w14:paraId="16484617" w14:textId="77777777" w:rsidR="001E1694" w:rsidRPr="00B3459B" w:rsidRDefault="001E1694" w:rsidP="001E1694">
            <w:pPr>
              <w:pStyle w:val="Tabela-tekst"/>
              <w:jc w:val="center"/>
            </w:pPr>
            <w:r w:rsidRPr="00B3459B">
              <w:t>–</w:t>
            </w:r>
          </w:p>
        </w:tc>
      </w:tr>
    </w:tbl>
    <w:p w14:paraId="65C5E317" w14:textId="77777777" w:rsidR="009F4E8B" w:rsidRPr="00B3459B" w:rsidRDefault="009F4E8B" w:rsidP="009F4E8B">
      <w:pPr>
        <w:pStyle w:val="Nagwek2"/>
      </w:pPr>
      <w:bookmarkStart w:id="92" w:name="_Toc44506381"/>
      <w:r w:rsidRPr="00B3459B">
        <w:t>Wymagana izolacyjność akustyczna stolarki drzwiowej</w:t>
      </w:r>
      <w:bookmarkEnd w:id="85"/>
      <w:bookmarkEnd w:id="86"/>
      <w:bookmarkEnd w:id="87"/>
      <w:bookmarkEnd w:id="92"/>
    </w:p>
    <w:p w14:paraId="73A5D134" w14:textId="130FC392" w:rsidR="0091473F" w:rsidRPr="00B3459B" w:rsidRDefault="0091473F" w:rsidP="0091473F">
      <w:r w:rsidRPr="00B3459B">
        <w:t>W poniższej tabeli przedstawiono wymagania indywidualne</w:t>
      </w:r>
      <w:r w:rsidR="00855C21" w:rsidRPr="00B3459B">
        <w:t>,</w:t>
      </w:r>
      <w:r w:rsidRPr="00B3459B">
        <w:t xml:space="preserve"> dotyczące minimalnych wartości izolacyjności akustycznej dla stolarki drzwiowej.</w:t>
      </w:r>
    </w:p>
    <w:p w14:paraId="3B57AEA7" w14:textId="7C7C10A1" w:rsidR="00DC72EA" w:rsidRPr="00B3459B" w:rsidRDefault="0091473F" w:rsidP="00827E0D">
      <w:r w:rsidRPr="00B3459B">
        <w:t>Wymagana izolacyjność akustyczna stolarki drzwiowej wyrażona jest poprzez</w:t>
      </w:r>
      <w:r w:rsidR="00855C21" w:rsidRPr="00B3459B">
        <w:t xml:space="preserve"> wskaźnik</w:t>
      </w:r>
      <w:r w:rsidR="00DE7F2D" w:rsidRPr="00B3459B">
        <w:t xml:space="preserve"> R</w:t>
      </w:r>
      <w:r w:rsidR="00DE7F2D" w:rsidRPr="00B3459B">
        <w:rPr>
          <w:vertAlign w:val="subscript"/>
        </w:rPr>
        <w:t>A,1,R</w:t>
      </w:r>
      <w:r w:rsidR="00DE7F2D" w:rsidRPr="00B3459B">
        <w:t xml:space="preserve"> –</w:t>
      </w:r>
      <w:r w:rsidRPr="00B3459B">
        <w:t xml:space="preserve"> </w:t>
      </w:r>
      <w:r w:rsidR="00DE7F2D" w:rsidRPr="00B3459B">
        <w:t>projektowy wskaźnik oceny izolacyjności akustycznej właściwej R</w:t>
      </w:r>
      <w:r w:rsidR="00DE7F2D" w:rsidRPr="00B3459B">
        <w:rPr>
          <w:vertAlign w:val="subscript"/>
        </w:rPr>
        <w:t>A,1</w:t>
      </w:r>
      <w:r w:rsidR="00DE7F2D" w:rsidRPr="00B3459B">
        <w:t xml:space="preserve"> </w:t>
      </w:r>
      <w:r w:rsidR="00D26F47" w:rsidRPr="00B3459B">
        <w:fldChar w:fldCharType="begin"/>
      </w:r>
      <w:r w:rsidR="00D26F47" w:rsidRPr="00B3459B">
        <w:instrText xml:space="preserve"> REF _Ref463253973 \r \h  \* MERGEFORMAT </w:instrText>
      </w:r>
      <w:r w:rsidR="00D26F47" w:rsidRPr="00B3459B">
        <w:fldChar w:fldCharType="separate"/>
      </w:r>
      <w:r w:rsidR="00825AF8">
        <w:t>[6]</w:t>
      </w:r>
      <w:r w:rsidR="00D26F47" w:rsidRPr="00B3459B">
        <w:fldChar w:fldCharType="end"/>
      </w:r>
      <w:r w:rsidR="004269DB" w:rsidRPr="00B3459B">
        <w:t>,</w:t>
      </w:r>
      <w:r w:rsidR="00DE7F2D" w:rsidRPr="00B3459B">
        <w:t xml:space="preserve"> </w:t>
      </w:r>
      <w:r w:rsidR="00D26F47" w:rsidRPr="00B3459B">
        <w:fldChar w:fldCharType="begin"/>
      </w:r>
      <w:r w:rsidR="00D26F47" w:rsidRPr="00B3459B">
        <w:instrText xml:space="preserve"> REF _Ref460418965 \r \h  \* MERGEFORMAT </w:instrText>
      </w:r>
      <w:r w:rsidR="00D26F47" w:rsidRPr="00B3459B">
        <w:fldChar w:fldCharType="separate"/>
      </w:r>
      <w:r w:rsidR="00825AF8">
        <w:t>[10]</w:t>
      </w:r>
      <w:r w:rsidR="00D26F47" w:rsidRPr="00B3459B">
        <w:fldChar w:fldCharType="end"/>
      </w:r>
      <w:r w:rsidRPr="00B3459B">
        <w:t>.</w:t>
      </w:r>
      <w:bookmarkEnd w:id="88"/>
    </w:p>
    <w:p w14:paraId="2DD412C3" w14:textId="5295D2FC" w:rsidR="00FE5939" w:rsidRPr="00B3459B" w:rsidRDefault="00FE5939" w:rsidP="00FE5939">
      <w:pPr>
        <w:pStyle w:val="Legenda"/>
        <w:keepNext/>
      </w:pPr>
      <w:bookmarkStart w:id="93" w:name="_Toc44506407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3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4</w:t>
      </w:r>
      <w:r w:rsidR="00AC6A0B" w:rsidRPr="00B3459B">
        <w:rPr>
          <w:noProof/>
        </w:rPr>
        <w:fldChar w:fldCharType="end"/>
      </w:r>
      <w:r w:rsidR="009D4E2E" w:rsidRPr="00B3459B">
        <w:t>.</w:t>
      </w:r>
      <w:r w:rsidRPr="00B3459B">
        <w:t xml:space="preserve"> </w:t>
      </w:r>
      <w:r w:rsidR="00464345" w:rsidRPr="00B3459B">
        <w:t>M</w:t>
      </w:r>
      <w:r w:rsidRPr="00B3459B">
        <w:t>inimalna izolacyjność akustyczna stolarki drzwiowej</w:t>
      </w:r>
      <w:bookmarkEnd w:id="93"/>
    </w:p>
    <w:tbl>
      <w:tblPr>
        <w:tblStyle w:val="PA1"/>
        <w:tblW w:w="5000" w:type="pct"/>
        <w:tblLook w:val="0600" w:firstRow="0" w:lastRow="0" w:firstColumn="0" w:lastColumn="0" w:noHBand="1" w:noVBand="1"/>
      </w:tblPr>
      <w:tblGrid>
        <w:gridCol w:w="2379"/>
        <w:gridCol w:w="2157"/>
        <w:gridCol w:w="2629"/>
        <w:gridCol w:w="3010"/>
      </w:tblGrid>
      <w:tr w:rsidR="00F97F25" w:rsidRPr="00B3459B" w14:paraId="1FFF29E1" w14:textId="77777777" w:rsidTr="00834790">
        <w:trPr>
          <w:trHeight w:val="649"/>
        </w:trPr>
        <w:tc>
          <w:tcPr>
            <w:tcW w:w="1169" w:type="pct"/>
            <w:tcBorders>
              <w:right w:val="single" w:sz="4" w:space="0" w:color="auto"/>
            </w:tcBorders>
            <w:vAlign w:val="center"/>
          </w:tcPr>
          <w:p w14:paraId="20BDD2A0" w14:textId="77777777" w:rsidR="00F97F25" w:rsidRPr="00B3459B" w:rsidRDefault="00F97F25" w:rsidP="00834790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Pomieszczenie chronione</w:t>
            </w:r>
          </w:p>
        </w:tc>
        <w:tc>
          <w:tcPr>
            <w:tcW w:w="10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60C6F" w14:textId="77777777" w:rsidR="00F97F25" w:rsidRPr="00B3459B" w:rsidRDefault="00F97F25" w:rsidP="00834790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Pomieszczenie sąsiednie</w:t>
            </w:r>
          </w:p>
        </w:tc>
        <w:tc>
          <w:tcPr>
            <w:tcW w:w="12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7BCA9" w14:textId="77777777" w:rsidR="00F97F25" w:rsidRPr="00B3459B" w:rsidRDefault="00F97F25" w:rsidP="00834790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Izolacyjność stolarki drzwiowej</w:t>
            </w:r>
          </w:p>
          <w:p w14:paraId="07EDA465" w14:textId="77777777" w:rsidR="00F97F25" w:rsidRPr="00B3459B" w:rsidRDefault="00F97F25" w:rsidP="00834790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R</w:t>
            </w:r>
            <w:r w:rsidRPr="00B3459B">
              <w:rPr>
                <w:b/>
                <w:vertAlign w:val="subscript"/>
              </w:rPr>
              <w:t>A,1,R</w:t>
            </w:r>
            <w:r w:rsidRPr="00B3459B">
              <w:rPr>
                <w:b/>
              </w:rPr>
              <w:t xml:space="preserve"> [dB]</w:t>
            </w:r>
          </w:p>
        </w:tc>
        <w:tc>
          <w:tcPr>
            <w:tcW w:w="1479" w:type="pct"/>
            <w:tcBorders>
              <w:left w:val="single" w:sz="4" w:space="0" w:color="auto"/>
            </w:tcBorders>
            <w:vAlign w:val="center"/>
          </w:tcPr>
          <w:p w14:paraId="42C87A0D" w14:textId="77777777" w:rsidR="00F97F25" w:rsidRPr="00B3459B" w:rsidRDefault="00F97F25" w:rsidP="00834790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Uwagi:</w:t>
            </w:r>
          </w:p>
        </w:tc>
      </w:tr>
      <w:tr w:rsidR="00F97F25" w:rsidRPr="00B3459B" w14:paraId="6A021045" w14:textId="77777777" w:rsidTr="00834790">
        <w:trPr>
          <w:trHeight w:val="435"/>
        </w:trPr>
        <w:tc>
          <w:tcPr>
            <w:tcW w:w="1169" w:type="pct"/>
            <w:tcBorders>
              <w:top w:val="single" w:sz="4" w:space="0" w:color="auto"/>
            </w:tcBorders>
            <w:vAlign w:val="center"/>
          </w:tcPr>
          <w:p w14:paraId="4E9651FF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Sale do zajęć indywidualnych</w:t>
            </w:r>
          </w:p>
        </w:tc>
        <w:tc>
          <w:tcPr>
            <w:tcW w:w="1060" w:type="pct"/>
            <w:vAlign w:val="center"/>
          </w:tcPr>
          <w:p w14:paraId="77D47DFF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Komunikacja</w:t>
            </w:r>
          </w:p>
        </w:tc>
        <w:tc>
          <w:tcPr>
            <w:tcW w:w="1292" w:type="pct"/>
            <w:vAlign w:val="center"/>
          </w:tcPr>
          <w:p w14:paraId="2DF2A217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≥ 36</w:t>
            </w:r>
          </w:p>
        </w:tc>
        <w:tc>
          <w:tcPr>
            <w:tcW w:w="1479" w:type="pct"/>
            <w:vAlign w:val="center"/>
          </w:tcPr>
          <w:p w14:paraId="504108F9" w14:textId="1FCC26D2" w:rsidR="00F97F25" w:rsidRPr="00B3459B" w:rsidRDefault="00464345" w:rsidP="00834790">
            <w:pPr>
              <w:pStyle w:val="Tabela-tekst"/>
              <w:jc w:val="center"/>
            </w:pPr>
            <w:r w:rsidRPr="00B3459B">
              <w:t>Zostaną zastosowane</w:t>
            </w:r>
            <w:r w:rsidR="00F97F25" w:rsidRPr="00B3459B">
              <w:t xml:space="preserve"> dwie pary drzwi w formie śluzy akustycznej</w:t>
            </w:r>
          </w:p>
        </w:tc>
      </w:tr>
      <w:tr w:rsidR="00F97F25" w:rsidRPr="00B3459B" w14:paraId="7C227AAB" w14:textId="77777777" w:rsidTr="00834790">
        <w:trPr>
          <w:trHeight w:val="413"/>
        </w:trPr>
        <w:tc>
          <w:tcPr>
            <w:tcW w:w="1169" w:type="pct"/>
            <w:vAlign w:val="center"/>
          </w:tcPr>
          <w:p w14:paraId="6C3722C5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Sale do zajęć teoretycznych</w:t>
            </w:r>
          </w:p>
        </w:tc>
        <w:tc>
          <w:tcPr>
            <w:tcW w:w="1060" w:type="pct"/>
            <w:vAlign w:val="center"/>
          </w:tcPr>
          <w:p w14:paraId="1A3DDB80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Komunikacja</w:t>
            </w:r>
          </w:p>
        </w:tc>
        <w:tc>
          <w:tcPr>
            <w:tcW w:w="1292" w:type="pct"/>
            <w:vAlign w:val="center"/>
          </w:tcPr>
          <w:p w14:paraId="521A81C2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≥ 35</w:t>
            </w:r>
          </w:p>
        </w:tc>
        <w:tc>
          <w:tcPr>
            <w:tcW w:w="1479" w:type="pct"/>
            <w:vAlign w:val="center"/>
          </w:tcPr>
          <w:p w14:paraId="5DF0DB86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F97F25" w:rsidRPr="00B3459B" w14:paraId="73AFE6B0" w14:textId="77777777" w:rsidTr="00834790">
        <w:trPr>
          <w:trHeight w:val="413"/>
        </w:trPr>
        <w:tc>
          <w:tcPr>
            <w:tcW w:w="1169" w:type="pct"/>
            <w:vAlign w:val="center"/>
          </w:tcPr>
          <w:p w14:paraId="51C8EDE7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Sale komputerowe</w:t>
            </w:r>
          </w:p>
        </w:tc>
        <w:tc>
          <w:tcPr>
            <w:tcW w:w="1060" w:type="pct"/>
            <w:vAlign w:val="center"/>
          </w:tcPr>
          <w:p w14:paraId="245B9375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Komunikacja</w:t>
            </w:r>
          </w:p>
        </w:tc>
        <w:tc>
          <w:tcPr>
            <w:tcW w:w="1292" w:type="pct"/>
            <w:vAlign w:val="center"/>
          </w:tcPr>
          <w:p w14:paraId="6834AF7E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≥ 35</w:t>
            </w:r>
          </w:p>
        </w:tc>
        <w:tc>
          <w:tcPr>
            <w:tcW w:w="1479" w:type="pct"/>
            <w:vAlign w:val="center"/>
          </w:tcPr>
          <w:p w14:paraId="483D5342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F97F25" w:rsidRPr="00B3459B" w14:paraId="4F931F5B" w14:textId="77777777" w:rsidTr="00834790">
        <w:trPr>
          <w:trHeight w:val="413"/>
        </w:trPr>
        <w:tc>
          <w:tcPr>
            <w:tcW w:w="1169" w:type="pct"/>
            <w:vAlign w:val="center"/>
          </w:tcPr>
          <w:p w14:paraId="3E31D45D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Sala do zajęć rytmicznych</w:t>
            </w:r>
          </w:p>
        </w:tc>
        <w:tc>
          <w:tcPr>
            <w:tcW w:w="1060" w:type="pct"/>
            <w:vAlign w:val="center"/>
          </w:tcPr>
          <w:p w14:paraId="18ACD951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Garderoba</w:t>
            </w:r>
          </w:p>
        </w:tc>
        <w:tc>
          <w:tcPr>
            <w:tcW w:w="1292" w:type="pct"/>
            <w:vAlign w:val="center"/>
          </w:tcPr>
          <w:p w14:paraId="3A19B09F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≥ 30</w:t>
            </w:r>
          </w:p>
        </w:tc>
        <w:tc>
          <w:tcPr>
            <w:tcW w:w="1479" w:type="pct"/>
            <w:vAlign w:val="center"/>
          </w:tcPr>
          <w:p w14:paraId="0699A672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–</w:t>
            </w:r>
          </w:p>
        </w:tc>
      </w:tr>
      <w:tr w:rsidR="00F97F25" w:rsidRPr="00B3459B" w14:paraId="75731E82" w14:textId="77777777" w:rsidTr="00834790">
        <w:trPr>
          <w:trHeight w:val="413"/>
        </w:trPr>
        <w:tc>
          <w:tcPr>
            <w:tcW w:w="1169" w:type="pct"/>
            <w:vAlign w:val="center"/>
          </w:tcPr>
          <w:p w14:paraId="5A26CBE3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Sala organowa</w:t>
            </w:r>
          </w:p>
        </w:tc>
        <w:tc>
          <w:tcPr>
            <w:tcW w:w="1060" w:type="pct"/>
            <w:vAlign w:val="center"/>
          </w:tcPr>
          <w:p w14:paraId="1D689789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Komunikacja</w:t>
            </w:r>
          </w:p>
        </w:tc>
        <w:tc>
          <w:tcPr>
            <w:tcW w:w="1292" w:type="pct"/>
            <w:vAlign w:val="center"/>
          </w:tcPr>
          <w:p w14:paraId="508A34F7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≥ 38</w:t>
            </w:r>
          </w:p>
        </w:tc>
        <w:tc>
          <w:tcPr>
            <w:tcW w:w="1479" w:type="pct"/>
            <w:vAlign w:val="center"/>
          </w:tcPr>
          <w:p w14:paraId="611ECB89" w14:textId="31EB0283" w:rsidR="00F97F25" w:rsidRPr="00B3459B" w:rsidRDefault="00464345" w:rsidP="00834790">
            <w:pPr>
              <w:pStyle w:val="Tabela-tekst"/>
              <w:jc w:val="center"/>
            </w:pPr>
            <w:r w:rsidRPr="00B3459B">
              <w:t>Zostaną zastosowane</w:t>
            </w:r>
            <w:r w:rsidR="00F97F25" w:rsidRPr="00B3459B">
              <w:t xml:space="preserve"> dwie pary drzwi w formie śluzy akustycznej</w:t>
            </w:r>
          </w:p>
        </w:tc>
      </w:tr>
      <w:tr w:rsidR="00F97F25" w:rsidRPr="00B3459B" w14:paraId="06550475" w14:textId="77777777" w:rsidTr="00834790">
        <w:trPr>
          <w:trHeight w:val="413"/>
        </w:trPr>
        <w:tc>
          <w:tcPr>
            <w:tcW w:w="1169" w:type="pct"/>
            <w:vAlign w:val="center"/>
          </w:tcPr>
          <w:p w14:paraId="5C6655F7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Biblioteka</w:t>
            </w:r>
          </w:p>
        </w:tc>
        <w:tc>
          <w:tcPr>
            <w:tcW w:w="1060" w:type="pct"/>
            <w:vAlign w:val="center"/>
          </w:tcPr>
          <w:p w14:paraId="5CFCBE91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Komunikacja</w:t>
            </w:r>
          </w:p>
        </w:tc>
        <w:tc>
          <w:tcPr>
            <w:tcW w:w="1292" w:type="pct"/>
            <w:vAlign w:val="center"/>
          </w:tcPr>
          <w:p w14:paraId="6727B8B5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≥ 35</w:t>
            </w:r>
          </w:p>
        </w:tc>
        <w:tc>
          <w:tcPr>
            <w:tcW w:w="1479" w:type="pct"/>
            <w:vAlign w:val="center"/>
          </w:tcPr>
          <w:p w14:paraId="79E5F781" w14:textId="77777777" w:rsidR="00F97F25" w:rsidRPr="00B3459B" w:rsidRDefault="00F97F25" w:rsidP="00834790">
            <w:pPr>
              <w:pStyle w:val="Tabela-tekst"/>
              <w:jc w:val="center"/>
            </w:pPr>
            <w:r w:rsidRPr="00B3459B">
              <w:t>–</w:t>
            </w:r>
          </w:p>
        </w:tc>
      </w:tr>
    </w:tbl>
    <w:p w14:paraId="67B16610" w14:textId="77777777" w:rsidR="002553CE" w:rsidRPr="00B3459B" w:rsidRDefault="002553CE" w:rsidP="00E37473"/>
    <w:p w14:paraId="1712144F" w14:textId="4111ECAC" w:rsidR="00155B87" w:rsidRPr="00B3459B" w:rsidRDefault="00827E0D" w:rsidP="00E37473">
      <w:r w:rsidRPr="00B3459B">
        <w:lastRenderedPageBreak/>
        <w:t>Montaż stolarki należy powierzyć instalatorowi certyfikowanemu przez producenta wybranych drzwi, co</w:t>
      </w:r>
      <w:r w:rsidR="00BC2487" w:rsidRPr="00B3459B">
        <w:t> </w:t>
      </w:r>
      <w:r w:rsidRPr="00B3459B">
        <w:t>zapewni uzyskanie deklarowanych w dokumentacji produktu parametrów izolacyjności akustycznej.</w:t>
      </w:r>
    </w:p>
    <w:p w14:paraId="696B7BFB" w14:textId="77777777" w:rsidR="00F97F25" w:rsidRPr="00B3459B" w:rsidRDefault="00F97F25" w:rsidP="00F97F25">
      <w:r w:rsidRPr="00B3459B">
        <w:t>W przypadku kiedy należy stosować dwie pary drzwi w formie śluzy akustycznej, podany wskaźnik izolacyjności akustycznej dotyczy każdej z dwóch par drzwi.</w:t>
      </w:r>
    </w:p>
    <w:p w14:paraId="39CA4300" w14:textId="59BAFECC" w:rsidR="000476A9" w:rsidRPr="00B3459B" w:rsidRDefault="000476A9" w:rsidP="002F4CA7">
      <w:pPr>
        <w:pStyle w:val="Nagwek2"/>
      </w:pPr>
      <w:bookmarkStart w:id="94" w:name="_Toc44506382"/>
      <w:r w:rsidRPr="00B3459B">
        <w:t>Struktury przegród budowlanych</w:t>
      </w:r>
      <w:bookmarkEnd w:id="94"/>
    </w:p>
    <w:p w14:paraId="75CDB192" w14:textId="0BE92DCF" w:rsidR="000476A9" w:rsidRPr="00B3459B" w:rsidRDefault="000476A9" w:rsidP="000476A9">
      <w:r w:rsidRPr="00B3459B">
        <w:t>Poniżej przedstawiono specyfikacje techniczne przegród budowlanych dobranych pod kątem wymaganej i</w:t>
      </w:r>
      <w:r w:rsidR="002F4CA7" w:rsidRPr="00B3459B">
        <w:t xml:space="preserve"> </w:t>
      </w:r>
      <w:r w:rsidRPr="00B3459B">
        <w:t xml:space="preserve">optymalnej izolacyjności akustycznej. </w:t>
      </w:r>
      <w:r w:rsidR="002F4CA7" w:rsidRPr="00B3459B">
        <w:t xml:space="preserve">Dobór odpowiednich przegród </w:t>
      </w:r>
      <w:r w:rsidR="00AF553C" w:rsidRPr="00B3459B">
        <w:t>uwzględnia</w:t>
      </w:r>
      <w:r w:rsidR="002F4CA7" w:rsidRPr="00B3459B">
        <w:t xml:space="preserve"> przeznaczenie pomieszczeń sąsiadujących. </w:t>
      </w:r>
    </w:p>
    <w:p w14:paraId="26EF1458" w14:textId="636C0FEB" w:rsidR="00C858F4" w:rsidRPr="00B3459B" w:rsidRDefault="00C858F4" w:rsidP="00C858F4">
      <w:pPr>
        <w:pStyle w:val="Legenda"/>
        <w:keepNext/>
      </w:pPr>
      <w:bookmarkStart w:id="95" w:name="_Ref22632156"/>
      <w:bookmarkStart w:id="96" w:name="_Toc44506408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3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5</w:t>
      </w:r>
      <w:r w:rsidR="00AC6A0B" w:rsidRPr="00B3459B">
        <w:rPr>
          <w:noProof/>
        </w:rPr>
        <w:fldChar w:fldCharType="end"/>
      </w:r>
      <w:bookmarkEnd w:id="95"/>
      <w:r w:rsidRPr="00B3459B">
        <w:t>. Specyfikacja techniczna podłogi pływającej</w:t>
      </w:r>
      <w:bookmarkEnd w:id="96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165"/>
        <w:gridCol w:w="969"/>
        <w:gridCol w:w="2041"/>
      </w:tblGrid>
      <w:tr w:rsidR="00EB5DA9" w:rsidRPr="00B3459B" w14:paraId="3A3DBE36" w14:textId="77777777" w:rsidTr="00EB5DA9">
        <w:tc>
          <w:tcPr>
            <w:tcW w:w="35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3CEC2C64" w14:textId="77777777" w:rsidR="00EB5DA9" w:rsidRPr="00B3459B" w:rsidRDefault="00EB5DA9" w:rsidP="00C858F4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Specyfikacja techniczna podłogi pływającej</w:t>
            </w:r>
          </w:p>
        </w:tc>
        <w:tc>
          <w:tcPr>
            <w:tcW w:w="1479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A93FC2B" w14:textId="546EDDE9" w:rsidR="00EB5DA9" w:rsidRPr="00B3459B" w:rsidRDefault="00D42370" w:rsidP="00C858F4">
            <w:pPr>
              <w:pStyle w:val="Tabela-tekst"/>
              <w:ind w:left="360"/>
              <w:jc w:val="right"/>
              <w:rPr>
                <w:b/>
              </w:rPr>
            </w:pPr>
            <w:r w:rsidRPr="00B3459B">
              <w:rPr>
                <w:b/>
              </w:rPr>
              <w:t>≥</w:t>
            </w:r>
            <w:r w:rsidR="00EB5DA9" w:rsidRPr="00B3459B">
              <w:rPr>
                <w:b/>
              </w:rPr>
              <w:t xml:space="preserve"> </w:t>
            </w:r>
            <w:r w:rsidRPr="00B3459B">
              <w:rPr>
                <w:b/>
              </w:rPr>
              <w:t>155</w:t>
            </w:r>
            <w:r w:rsidR="00EB5DA9" w:rsidRPr="00B3459B">
              <w:rPr>
                <w:b/>
              </w:rPr>
              <w:t xml:space="preserve"> mm</w:t>
            </w:r>
          </w:p>
        </w:tc>
      </w:tr>
      <w:tr w:rsidR="00C858F4" w:rsidRPr="00B3459B" w14:paraId="0E862CB0" w14:textId="77777777" w:rsidTr="00C858F4">
        <w:tc>
          <w:tcPr>
            <w:tcW w:w="35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B6E71F" w14:textId="71C13D02" w:rsidR="00C858F4" w:rsidRPr="00B3459B" w:rsidRDefault="00C858F4" w:rsidP="00C858F4">
            <w:pPr>
              <w:pStyle w:val="Tabela-tekst"/>
              <w:jc w:val="left"/>
            </w:pPr>
            <w:r w:rsidRPr="00B3459B">
              <w:t xml:space="preserve">Wykończenie podłogi </w:t>
            </w:r>
            <w:r w:rsidR="00D42370" w:rsidRPr="00B3459B">
              <w:t>–</w:t>
            </w:r>
            <w:r w:rsidRPr="00B3459B">
              <w:t xml:space="preserve"> </w:t>
            </w:r>
            <w:r w:rsidR="00D42370" w:rsidRPr="00B3459B">
              <w:t>wykładzina PCV</w:t>
            </w:r>
          </w:p>
        </w:tc>
        <w:tc>
          <w:tcPr>
            <w:tcW w:w="476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CCD715F" w14:textId="77777777" w:rsidR="00C858F4" w:rsidRPr="00B3459B" w:rsidRDefault="00C858F4" w:rsidP="00C858F4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830C93" w14:textId="4B731348" w:rsidR="00C858F4" w:rsidRPr="00B3459B" w:rsidRDefault="00C858F4" w:rsidP="00C858F4">
            <w:pPr>
              <w:pStyle w:val="Tabela-tekst"/>
              <w:jc w:val="right"/>
            </w:pPr>
            <w:r w:rsidRPr="00B3459B">
              <w:t>-</w:t>
            </w:r>
          </w:p>
        </w:tc>
      </w:tr>
      <w:tr w:rsidR="00C858F4" w:rsidRPr="00B3459B" w14:paraId="5C7653C4" w14:textId="77777777" w:rsidTr="00C858F4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C6D01C7" w14:textId="2F6E5A38" w:rsidR="00C858F4" w:rsidRPr="00B3459B" w:rsidRDefault="00D42370" w:rsidP="00C858F4">
            <w:pPr>
              <w:pStyle w:val="Tabela-tekst"/>
              <w:jc w:val="left"/>
            </w:pPr>
            <w:r w:rsidRPr="00B3459B">
              <w:t>Pyta gipsowo-włóknowa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E9FEB8" w14:textId="77777777" w:rsidR="00C858F4" w:rsidRPr="00B3459B" w:rsidRDefault="00C858F4" w:rsidP="00C858F4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7DDA101" w14:textId="7D39DC50" w:rsidR="00C858F4" w:rsidRPr="00B3459B" w:rsidRDefault="00D42370" w:rsidP="00C858F4">
            <w:pPr>
              <w:pStyle w:val="Tabela-tekst"/>
              <w:jc w:val="right"/>
            </w:pPr>
            <w:r w:rsidRPr="00B3459B">
              <w:t>10 mm</w:t>
            </w:r>
          </w:p>
        </w:tc>
      </w:tr>
      <w:tr w:rsidR="00C858F4" w:rsidRPr="00B3459B" w14:paraId="187F3719" w14:textId="77777777" w:rsidTr="00C858F4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2786D14" w14:textId="45337F91" w:rsidR="00C858F4" w:rsidRPr="00B3459B" w:rsidRDefault="00D42370" w:rsidP="00C858F4">
            <w:pPr>
              <w:pStyle w:val="Tabela-tekst"/>
              <w:jc w:val="left"/>
            </w:pPr>
            <w:r w:rsidRPr="00B3459B">
              <w:t>Pyta gipsowo-włóknowa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FD812B" w14:textId="77777777" w:rsidR="00C858F4" w:rsidRPr="00B3459B" w:rsidRDefault="00C858F4" w:rsidP="00C858F4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8510D7D" w14:textId="17748EA7" w:rsidR="00C858F4" w:rsidRPr="00B3459B" w:rsidRDefault="00D42370" w:rsidP="00C858F4">
            <w:pPr>
              <w:pStyle w:val="Tabela-tekst"/>
              <w:jc w:val="right"/>
            </w:pPr>
            <w:r w:rsidRPr="00B3459B">
              <w:t xml:space="preserve">2 × 12,5 mm </w:t>
            </w:r>
          </w:p>
        </w:tc>
      </w:tr>
      <w:tr w:rsidR="00C858F4" w:rsidRPr="00B3459B" w14:paraId="409AFBEE" w14:textId="77777777" w:rsidTr="00C858F4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7186E2" w14:textId="539743A0" w:rsidR="00C858F4" w:rsidRPr="00B3459B" w:rsidRDefault="00C858F4" w:rsidP="00C858F4">
            <w:pPr>
              <w:pStyle w:val="Tabela-tekst"/>
              <w:jc w:val="left"/>
            </w:pPr>
            <w:r w:rsidRPr="00B3459B">
              <w:t xml:space="preserve">Podłogowa wełna mineralna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506CE9" w14:textId="77777777" w:rsidR="00C858F4" w:rsidRPr="00B3459B" w:rsidRDefault="00C858F4" w:rsidP="00C858F4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96EF432" w14:textId="196AB11C" w:rsidR="00C858F4" w:rsidRPr="00B3459B" w:rsidRDefault="00C858F4" w:rsidP="00C858F4">
            <w:pPr>
              <w:pStyle w:val="Tabela-tekst"/>
              <w:jc w:val="right"/>
            </w:pPr>
            <w:r w:rsidRPr="00B3459B">
              <w:t>40 mm</w:t>
            </w:r>
          </w:p>
        </w:tc>
      </w:tr>
      <w:tr w:rsidR="00C858F4" w:rsidRPr="00B3459B" w14:paraId="2E2D73BF" w14:textId="77777777" w:rsidTr="00C858F4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B70AEF6" w14:textId="169962A2" w:rsidR="00C858F4" w:rsidRPr="00B3459B" w:rsidRDefault="00C858F4" w:rsidP="00C858F4">
            <w:pPr>
              <w:pStyle w:val="Tabela-tekst"/>
              <w:jc w:val="left"/>
            </w:pPr>
            <w:r w:rsidRPr="00B3459B">
              <w:t>Płyta stropowa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F4C770" w14:textId="77777777" w:rsidR="00C858F4" w:rsidRPr="00B3459B" w:rsidRDefault="00C858F4" w:rsidP="00C858F4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5941D1B" w14:textId="56C1076C" w:rsidR="00C858F4" w:rsidRPr="00B3459B" w:rsidRDefault="00D42370" w:rsidP="00C858F4">
            <w:pPr>
              <w:pStyle w:val="Tabela-tekst"/>
              <w:ind w:left="360"/>
              <w:jc w:val="right"/>
            </w:pPr>
            <w:r w:rsidRPr="00B3459B">
              <w:t>≥</w:t>
            </w:r>
            <w:r w:rsidR="00C858F4" w:rsidRPr="00B3459B">
              <w:t xml:space="preserve"> 80 mm</w:t>
            </w:r>
          </w:p>
        </w:tc>
      </w:tr>
      <w:tr w:rsidR="00C858F4" w:rsidRPr="00B3459B" w14:paraId="4C3F9B25" w14:textId="77777777" w:rsidTr="00C858F4">
        <w:trPr>
          <w:trHeight w:val="663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BFA42B" w14:textId="77777777" w:rsidR="00C858F4" w:rsidRPr="00B3459B" w:rsidRDefault="00C858F4" w:rsidP="00C858F4">
            <w:pPr>
              <w:pStyle w:val="Tabela-tekst"/>
              <w:jc w:val="left"/>
              <w:rPr>
                <w:b/>
              </w:rPr>
            </w:pPr>
            <w:r w:rsidRPr="00B3459B">
              <w:rPr>
                <w:b/>
              </w:rPr>
              <w:t>Uwagi:</w:t>
            </w:r>
          </w:p>
          <w:p w14:paraId="1709BCC5" w14:textId="77777777" w:rsidR="00C858F4" w:rsidRPr="00B3459B" w:rsidRDefault="00C858F4" w:rsidP="00C858F4">
            <w:pPr>
              <w:pStyle w:val="Tabela-tekst"/>
              <w:jc w:val="left"/>
            </w:pPr>
            <w:r w:rsidRPr="00B3459B">
              <w:t>– Wykończenie podłogi oraz warstwy płyt gipsowo-włóknowych dylatowane po obwodzie pomieszczenia.</w:t>
            </w:r>
          </w:p>
          <w:p w14:paraId="6B9B9F6A" w14:textId="77777777" w:rsidR="00C858F4" w:rsidRPr="00B3459B" w:rsidRDefault="00C858F4" w:rsidP="00C858F4">
            <w:pPr>
              <w:pStyle w:val="Tabela-tekst"/>
              <w:jc w:val="left"/>
            </w:pPr>
            <w:r w:rsidRPr="00B3459B">
              <w:t>– Dylatacja wypełniona wełną mineralną o wysokiej gęstości i grubości ok 1 cm.</w:t>
            </w:r>
          </w:p>
        </w:tc>
      </w:tr>
    </w:tbl>
    <w:p w14:paraId="53010C29" w14:textId="77777777" w:rsidR="00EC74CC" w:rsidRPr="00B3459B" w:rsidRDefault="00EC74CC" w:rsidP="002F3F30">
      <w:pPr>
        <w:pStyle w:val="Legenda"/>
        <w:keepNext/>
      </w:pPr>
    </w:p>
    <w:p w14:paraId="5BEDC551" w14:textId="4266E9F0" w:rsidR="002F3F30" w:rsidRPr="00B3459B" w:rsidRDefault="002F3F30" w:rsidP="002F3F30">
      <w:pPr>
        <w:pStyle w:val="Legenda"/>
        <w:keepNext/>
      </w:pPr>
      <w:bookmarkStart w:id="97" w:name="_Toc44506409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3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6</w:t>
      </w:r>
      <w:r w:rsidR="00AC6A0B" w:rsidRPr="00B3459B">
        <w:rPr>
          <w:noProof/>
        </w:rPr>
        <w:fldChar w:fldCharType="end"/>
      </w:r>
      <w:r w:rsidRPr="00B3459B">
        <w:t xml:space="preserve">. Specyfikacja techniczna podłogi </w:t>
      </w:r>
      <w:r w:rsidR="00BC1BFD" w:rsidRPr="00B3459B">
        <w:t xml:space="preserve">baletowej </w:t>
      </w:r>
      <w:r w:rsidRPr="00B3459B">
        <w:t>w sali do zajęć rytmicznych</w:t>
      </w:r>
      <w:bookmarkEnd w:id="97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165"/>
        <w:gridCol w:w="969"/>
        <w:gridCol w:w="2041"/>
      </w:tblGrid>
      <w:tr w:rsidR="00EB5DA9" w:rsidRPr="00B3459B" w14:paraId="37C59BA6" w14:textId="77777777" w:rsidTr="00EB5DA9">
        <w:tc>
          <w:tcPr>
            <w:tcW w:w="35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4BB7917D" w14:textId="373F8947" w:rsidR="00EB5DA9" w:rsidRPr="00B3459B" w:rsidRDefault="00EB5DA9" w:rsidP="004D10EC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Specyfikacja techniczna podłogi baletowej</w:t>
            </w:r>
          </w:p>
        </w:tc>
        <w:tc>
          <w:tcPr>
            <w:tcW w:w="1479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B8B3D90" w14:textId="59FFEBC8" w:rsidR="00EB5DA9" w:rsidRPr="00B3459B" w:rsidRDefault="00EB5DA9" w:rsidP="00FA47E2">
            <w:pPr>
              <w:pStyle w:val="Tabela-tekst"/>
              <w:ind w:left="360"/>
              <w:jc w:val="right"/>
              <w:rPr>
                <w:b/>
              </w:rPr>
            </w:pPr>
            <w:r w:rsidRPr="00B3459B">
              <w:rPr>
                <w:b/>
              </w:rPr>
              <w:t xml:space="preserve">&gt; </w:t>
            </w:r>
            <w:r w:rsidR="0009110F" w:rsidRPr="00B3459B">
              <w:rPr>
                <w:b/>
              </w:rPr>
              <w:t>116</w:t>
            </w:r>
            <w:r w:rsidRPr="00B3459B">
              <w:rPr>
                <w:b/>
              </w:rPr>
              <w:t xml:space="preserve"> mm</w:t>
            </w:r>
          </w:p>
        </w:tc>
      </w:tr>
      <w:tr w:rsidR="002F3F30" w:rsidRPr="00B3459B" w14:paraId="5687E0AD" w14:textId="77777777" w:rsidTr="00FA47E2">
        <w:tc>
          <w:tcPr>
            <w:tcW w:w="35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F0FD15" w14:textId="6D6BA7BB" w:rsidR="002F3F30" w:rsidRPr="00B3459B" w:rsidRDefault="00464345" w:rsidP="00FA47E2">
            <w:pPr>
              <w:pStyle w:val="Tabela-tekst"/>
              <w:jc w:val="left"/>
            </w:pPr>
            <w:r w:rsidRPr="00B3459B">
              <w:t>Wykładzina taneczna, antypoślizgowa</w:t>
            </w:r>
          </w:p>
        </w:tc>
        <w:tc>
          <w:tcPr>
            <w:tcW w:w="476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6229D6EF" w14:textId="77777777" w:rsidR="002F3F30" w:rsidRPr="00B3459B" w:rsidRDefault="002F3F30" w:rsidP="00FA47E2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A277386" w14:textId="560EA200" w:rsidR="002F3F30" w:rsidRPr="00B3459B" w:rsidRDefault="00BC1BFD" w:rsidP="00FA47E2">
            <w:pPr>
              <w:pStyle w:val="Tabela-tekst"/>
              <w:jc w:val="right"/>
            </w:pPr>
            <w:r w:rsidRPr="00B3459B">
              <w:t>≥ 1 mm</w:t>
            </w:r>
          </w:p>
        </w:tc>
      </w:tr>
      <w:tr w:rsidR="002F3F30" w:rsidRPr="00B3459B" w14:paraId="7BFFD20C" w14:textId="77777777" w:rsidTr="00FA47E2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88E640" w14:textId="0A69B797" w:rsidR="002F3F30" w:rsidRPr="00B3459B" w:rsidRDefault="00BC1BFD" w:rsidP="00FA47E2">
            <w:pPr>
              <w:pStyle w:val="Tabela-tekst"/>
              <w:jc w:val="left"/>
            </w:pPr>
            <w:r w:rsidRPr="00B3459B">
              <w:t>Płyta drewnopochodna</w:t>
            </w:r>
            <w:r w:rsidR="002F3F30" w:rsidRPr="00B3459B">
              <w:t xml:space="preserve">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F60D66" w14:textId="77777777" w:rsidR="002F3F30" w:rsidRPr="00B3459B" w:rsidRDefault="002F3F30" w:rsidP="00FA47E2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66CEE53" w14:textId="76C22A36" w:rsidR="002F3F30" w:rsidRPr="00B3459B" w:rsidRDefault="00BC1BFD" w:rsidP="00FA47E2">
            <w:pPr>
              <w:pStyle w:val="Tabela-tekst"/>
              <w:jc w:val="right"/>
            </w:pPr>
            <w:r w:rsidRPr="00B3459B">
              <w:t>≥</w:t>
            </w:r>
            <w:r w:rsidR="002F3F30" w:rsidRPr="00B3459B">
              <w:t xml:space="preserve"> </w:t>
            </w:r>
            <w:r w:rsidRPr="00B3459B">
              <w:t>15</w:t>
            </w:r>
            <w:r w:rsidR="002F3F30" w:rsidRPr="00B3459B">
              <w:t xml:space="preserve"> mm</w:t>
            </w:r>
          </w:p>
        </w:tc>
      </w:tr>
      <w:tr w:rsidR="00BC1BFD" w:rsidRPr="00B3459B" w14:paraId="6331CFAA" w14:textId="77777777" w:rsidTr="00FA47E2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8DA0DE4" w14:textId="4A2A592C" w:rsidR="00BC1BFD" w:rsidRPr="00B3459B" w:rsidDel="00BC1BFD" w:rsidRDefault="00BC1BFD" w:rsidP="00FA47E2">
            <w:pPr>
              <w:pStyle w:val="Tabela-tekst"/>
              <w:jc w:val="left"/>
            </w:pPr>
            <w:r w:rsidRPr="00B3459B">
              <w:t xml:space="preserve">Podkładki elastomerowe, rozmieszczenie i ilość zgodne z przyjętym rozwiązaniem systemowym dostarczonym przez producenta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53A085" w14:textId="77777777" w:rsidR="00BC1BFD" w:rsidRPr="00B3459B" w:rsidRDefault="00BC1BFD" w:rsidP="00FA47E2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41ED1B" w14:textId="38E4B784" w:rsidR="00BC1BFD" w:rsidRPr="00B3459B" w:rsidRDefault="00BC1BFD" w:rsidP="00FA47E2">
            <w:pPr>
              <w:pStyle w:val="Tabela-tekst"/>
              <w:jc w:val="right"/>
            </w:pPr>
            <w:r w:rsidRPr="00B3459B">
              <w:t>≥ 20 mm</w:t>
            </w:r>
          </w:p>
        </w:tc>
      </w:tr>
      <w:tr w:rsidR="002F3F30" w:rsidRPr="00B3459B" w14:paraId="3CD068E2" w14:textId="77777777" w:rsidTr="00FA47E2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02A05C8" w14:textId="11DA60F1" w:rsidR="002F3F30" w:rsidRPr="00B3459B" w:rsidRDefault="00BC1BFD" w:rsidP="00FA47E2">
            <w:pPr>
              <w:pStyle w:val="Tabela-tekst"/>
              <w:jc w:val="left"/>
            </w:pPr>
            <w:r w:rsidRPr="00B3459B">
              <w:t>Wylewka wyrównująca na płycie stropowej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2C8108" w14:textId="77777777" w:rsidR="002F3F30" w:rsidRPr="00B3459B" w:rsidRDefault="002F3F30" w:rsidP="00FA47E2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15ECC4C" w14:textId="01C5B2D4" w:rsidR="002F3F30" w:rsidRPr="00B3459B" w:rsidRDefault="00BC1BFD" w:rsidP="00FA47E2">
            <w:pPr>
              <w:pStyle w:val="Tabela-tekst"/>
              <w:ind w:left="360"/>
              <w:jc w:val="right"/>
            </w:pPr>
            <w:r w:rsidRPr="00B3459B">
              <w:t>–</w:t>
            </w:r>
          </w:p>
        </w:tc>
      </w:tr>
      <w:tr w:rsidR="0009110F" w:rsidRPr="00B3459B" w14:paraId="0789D933" w14:textId="77777777" w:rsidTr="00FA47E2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E7328E" w14:textId="2AF78BB1" w:rsidR="0009110F" w:rsidRPr="00B3459B" w:rsidRDefault="0009110F" w:rsidP="0009110F">
            <w:pPr>
              <w:pStyle w:val="Tabela-tekst"/>
              <w:jc w:val="left"/>
            </w:pPr>
            <w:r w:rsidRPr="00B3459B">
              <w:t>Płyta stropowa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8B5324" w14:textId="77777777" w:rsidR="0009110F" w:rsidRPr="00B3459B" w:rsidRDefault="0009110F" w:rsidP="0009110F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0178F3" w14:textId="75B6CFC7" w:rsidR="0009110F" w:rsidRPr="00B3459B" w:rsidRDefault="0009110F" w:rsidP="0009110F">
            <w:pPr>
              <w:pStyle w:val="Tabela-tekst"/>
              <w:ind w:left="360"/>
              <w:jc w:val="right"/>
            </w:pPr>
            <w:r w:rsidRPr="00B3459B">
              <w:t>&gt; 80 mm</w:t>
            </w:r>
          </w:p>
        </w:tc>
      </w:tr>
      <w:tr w:rsidR="002F3F30" w:rsidRPr="00B3459B" w14:paraId="1FB7E89A" w14:textId="77777777" w:rsidTr="00AE1E5A">
        <w:trPr>
          <w:trHeight w:val="328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BB066E8" w14:textId="186A281D" w:rsidR="00BC1BFD" w:rsidRPr="00B3459B" w:rsidRDefault="002F3F30" w:rsidP="00BC1BFD">
            <w:pPr>
              <w:pStyle w:val="Tabela-tekst"/>
              <w:jc w:val="left"/>
              <w:rPr>
                <w:b/>
              </w:rPr>
            </w:pPr>
            <w:r w:rsidRPr="00B3459B">
              <w:rPr>
                <w:b/>
              </w:rPr>
              <w:t>Uwagi:</w:t>
            </w:r>
          </w:p>
          <w:p w14:paraId="11525C9F" w14:textId="2AB695C8" w:rsidR="002F3F30" w:rsidRPr="00B3459B" w:rsidRDefault="00BC1BFD" w:rsidP="00BC1BFD">
            <w:pPr>
              <w:pStyle w:val="Tabela-tekst"/>
              <w:jc w:val="left"/>
            </w:pPr>
            <w:r w:rsidRPr="00B3459B">
              <w:rPr>
                <w:bCs/>
              </w:rPr>
              <w:t>– Warst</w:t>
            </w:r>
            <w:r w:rsidR="00BC04DF" w:rsidRPr="00B3459B">
              <w:rPr>
                <w:bCs/>
              </w:rPr>
              <w:t>w</w:t>
            </w:r>
            <w:r w:rsidRPr="00B3459B">
              <w:rPr>
                <w:bCs/>
              </w:rPr>
              <w:t>y podłogi powinny stanowić elementy rozwiązania systemowego, wykończone i wykonane zgodnie z zaleceniami producenta.</w:t>
            </w:r>
          </w:p>
        </w:tc>
      </w:tr>
    </w:tbl>
    <w:p w14:paraId="6B70C4D6" w14:textId="77777777" w:rsidR="00EC74CC" w:rsidRPr="00B3459B" w:rsidRDefault="00EC74CC" w:rsidP="001C1F5F">
      <w:pPr>
        <w:pStyle w:val="Legenda"/>
        <w:keepNext/>
      </w:pPr>
    </w:p>
    <w:p w14:paraId="13E18EB5" w14:textId="03D1E6E2" w:rsidR="001C1F5F" w:rsidRPr="00B3459B" w:rsidRDefault="001C1F5F" w:rsidP="001C1F5F">
      <w:pPr>
        <w:pStyle w:val="Legenda"/>
        <w:keepNext/>
      </w:pPr>
      <w:bookmarkStart w:id="98" w:name="_Toc44506410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3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7</w:t>
      </w:r>
      <w:r w:rsidR="00AC6A0B" w:rsidRPr="00B3459B">
        <w:rPr>
          <w:noProof/>
        </w:rPr>
        <w:fldChar w:fldCharType="end"/>
      </w:r>
      <w:r w:rsidRPr="00B3459B">
        <w:t xml:space="preserve">. Specyfikacja techniczna </w:t>
      </w:r>
      <w:r w:rsidR="00062F70" w:rsidRPr="00B3459B">
        <w:t xml:space="preserve">nowoprojektowanych </w:t>
      </w:r>
      <w:r w:rsidR="000D6E85" w:rsidRPr="00B3459B">
        <w:t xml:space="preserve">pionowych </w:t>
      </w:r>
      <w:r w:rsidRPr="00B3459B">
        <w:t>przegr</w:t>
      </w:r>
      <w:r w:rsidR="00062F70" w:rsidRPr="00B3459B">
        <w:t>ód</w:t>
      </w:r>
      <w:r w:rsidRPr="00B3459B">
        <w:t xml:space="preserve"> budowlan</w:t>
      </w:r>
      <w:r w:rsidR="00062F70" w:rsidRPr="00B3459B">
        <w:t>ych</w:t>
      </w:r>
      <w:bookmarkEnd w:id="98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165"/>
        <w:gridCol w:w="969"/>
        <w:gridCol w:w="2041"/>
      </w:tblGrid>
      <w:tr w:rsidR="00EB5DA9" w:rsidRPr="00B3459B" w14:paraId="7471C398" w14:textId="77777777" w:rsidTr="00EB5DA9">
        <w:tc>
          <w:tcPr>
            <w:tcW w:w="35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23A3193D" w14:textId="77777777" w:rsidR="00EB5DA9" w:rsidRPr="00B3459B" w:rsidRDefault="00EB5DA9" w:rsidP="00C858F4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 xml:space="preserve">Specyfikacja przegrody budowlanej </w:t>
            </w:r>
          </w:p>
        </w:tc>
        <w:tc>
          <w:tcPr>
            <w:tcW w:w="1479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D62054A" w14:textId="052E2BFE" w:rsidR="00EB5DA9" w:rsidRPr="00B3459B" w:rsidRDefault="00EB5DA9" w:rsidP="0016528F">
            <w:pPr>
              <w:pStyle w:val="Tabela-tekst"/>
              <w:ind w:left="360"/>
              <w:jc w:val="right"/>
              <w:rPr>
                <w:b/>
              </w:rPr>
            </w:pPr>
            <w:r w:rsidRPr="00B3459B">
              <w:rPr>
                <w:b/>
              </w:rPr>
              <w:t>&gt; 200 mm</w:t>
            </w:r>
          </w:p>
        </w:tc>
      </w:tr>
      <w:tr w:rsidR="0016528F" w:rsidRPr="00B3459B" w14:paraId="75C057D8" w14:textId="77777777" w:rsidTr="00C858F4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B6984A5" w14:textId="77777777" w:rsidR="0016528F" w:rsidRPr="00B3459B" w:rsidRDefault="0016528F" w:rsidP="00C858F4">
            <w:pPr>
              <w:pStyle w:val="Tabela-tekst"/>
              <w:jc w:val="left"/>
            </w:pPr>
            <w:r w:rsidRPr="00B3459B">
              <w:t>2 × płyta gipsowo - włóknowa o gęstości &gt; 1100 kg/m</w:t>
            </w:r>
            <w:r w:rsidRPr="00B3459B">
              <w:rPr>
                <w:vertAlign w:val="superscript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129379" w14:textId="77777777" w:rsidR="0016528F" w:rsidRPr="00B3459B" w:rsidRDefault="0016528F" w:rsidP="00C858F4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B04128" w14:textId="1510ED89" w:rsidR="0016528F" w:rsidRPr="00B3459B" w:rsidRDefault="0016528F" w:rsidP="00C858F4">
            <w:pPr>
              <w:pStyle w:val="Tabela-tekst"/>
              <w:jc w:val="right"/>
            </w:pPr>
            <w:r w:rsidRPr="00B3459B">
              <w:t xml:space="preserve"> 12,5 + 10 mm</w:t>
            </w:r>
          </w:p>
        </w:tc>
      </w:tr>
      <w:tr w:rsidR="0016528F" w:rsidRPr="00B3459B" w14:paraId="4184C2BE" w14:textId="77777777" w:rsidTr="00C858F4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EF70223" w14:textId="16DD54AC" w:rsidR="0016528F" w:rsidRPr="00B3459B" w:rsidRDefault="0016528F" w:rsidP="00C858F4">
            <w:pPr>
              <w:pStyle w:val="Tabela-tekst"/>
              <w:jc w:val="left"/>
            </w:pPr>
            <w:r w:rsidRPr="00B3459B">
              <w:t>Niezależna konstrukcja nośna z profili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19DE8C" w14:textId="77777777" w:rsidR="0016528F" w:rsidRPr="00B3459B" w:rsidRDefault="0016528F" w:rsidP="00C858F4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C7B4EA5" w14:textId="00A5D847" w:rsidR="0016528F" w:rsidRPr="00B3459B" w:rsidRDefault="0016528F" w:rsidP="00C858F4">
            <w:pPr>
              <w:pStyle w:val="Tabela-tekst"/>
              <w:jc w:val="right"/>
            </w:pPr>
            <w:r w:rsidRPr="00B3459B">
              <w:t xml:space="preserve"> 75 mm</w:t>
            </w:r>
          </w:p>
        </w:tc>
      </w:tr>
      <w:tr w:rsidR="0016528F" w:rsidRPr="00B3459B" w14:paraId="779053BB" w14:textId="77777777" w:rsidTr="00C858F4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D2FD2B6" w14:textId="77777777" w:rsidR="0016528F" w:rsidRPr="00B3459B" w:rsidRDefault="0016528F" w:rsidP="00C858F4">
            <w:pPr>
              <w:pStyle w:val="Tabela-tekst"/>
              <w:jc w:val="left"/>
            </w:pPr>
            <w:r w:rsidRPr="00B3459B">
              <w:t>Pustka powietrzna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B341DE" w14:textId="77777777" w:rsidR="0016528F" w:rsidRPr="00B3459B" w:rsidRDefault="0016528F" w:rsidP="00C858F4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F2D2DD" w14:textId="028F4E3D" w:rsidR="0016528F" w:rsidRPr="00B3459B" w:rsidRDefault="0016528F" w:rsidP="00C858F4">
            <w:pPr>
              <w:pStyle w:val="Tabela-tekst"/>
              <w:jc w:val="right"/>
            </w:pPr>
            <w:r w:rsidRPr="00B3459B">
              <w:t>&gt; 5 mm</w:t>
            </w:r>
          </w:p>
        </w:tc>
      </w:tr>
      <w:tr w:rsidR="0016528F" w:rsidRPr="00B3459B" w14:paraId="1FA4284D" w14:textId="77777777" w:rsidTr="00C858F4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6E918E7" w14:textId="13030574" w:rsidR="0016528F" w:rsidRPr="00B3459B" w:rsidRDefault="0016528F" w:rsidP="00D55847">
            <w:pPr>
              <w:pStyle w:val="Tabela-tekst"/>
              <w:jc w:val="left"/>
            </w:pPr>
            <w:r w:rsidRPr="00B3459B">
              <w:t xml:space="preserve">Niezależna konstrukcja nośna z profili z wypełnieniem z wełny mineralnej o gęstości </w:t>
            </w:r>
            <w:r w:rsidR="00D55847" w:rsidRPr="00B3459B">
              <w:t>40 – 60 </w:t>
            </w:r>
            <w:r w:rsidRPr="00B3459B">
              <w:t>kg/m</w:t>
            </w:r>
            <w:r w:rsidRPr="00B3459B">
              <w:rPr>
                <w:vertAlign w:val="superscript"/>
              </w:rPr>
              <w:t>3</w:t>
            </w:r>
            <w:r w:rsidR="003A0981" w:rsidRPr="00B3459B">
              <w:t xml:space="preserve"> i grubości minimum 50 mm.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6D4C61" w14:textId="77777777" w:rsidR="0016528F" w:rsidRPr="00B3459B" w:rsidRDefault="0016528F" w:rsidP="00C858F4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71805D2" w14:textId="2F18EEE9" w:rsidR="0016528F" w:rsidRPr="00B3459B" w:rsidRDefault="0016528F" w:rsidP="00C858F4">
            <w:pPr>
              <w:pStyle w:val="Tabela-tekst"/>
              <w:jc w:val="right"/>
            </w:pPr>
            <w:r w:rsidRPr="00B3459B">
              <w:t xml:space="preserve"> 75 mm</w:t>
            </w:r>
          </w:p>
        </w:tc>
      </w:tr>
      <w:tr w:rsidR="0016528F" w:rsidRPr="00B3459B" w14:paraId="55770FEA" w14:textId="77777777" w:rsidTr="00C858F4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7AAD1BC" w14:textId="1163AF64" w:rsidR="0016528F" w:rsidRPr="00B3459B" w:rsidRDefault="0016528F" w:rsidP="00C858F4">
            <w:pPr>
              <w:pStyle w:val="Tabela-tekst"/>
              <w:jc w:val="left"/>
            </w:pPr>
            <w:r w:rsidRPr="00B3459B">
              <w:t>2 × płyta gipsowo - włóknowa o gęstości &gt; 1</w:t>
            </w:r>
            <w:r w:rsidR="00E95B12" w:rsidRPr="00B3459B">
              <w:t> </w:t>
            </w:r>
            <w:r w:rsidRPr="00B3459B">
              <w:t>100 kg/m</w:t>
            </w:r>
            <w:r w:rsidRPr="00B3459B">
              <w:rPr>
                <w:vertAlign w:val="superscript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3D093D" w14:textId="77777777" w:rsidR="0016528F" w:rsidRPr="00B3459B" w:rsidRDefault="0016528F" w:rsidP="00C858F4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985163" w14:textId="45754CC1" w:rsidR="0016528F" w:rsidRPr="00B3459B" w:rsidRDefault="0016528F" w:rsidP="00C858F4">
            <w:pPr>
              <w:pStyle w:val="Tabela-tekst"/>
              <w:jc w:val="right"/>
            </w:pPr>
            <w:r w:rsidRPr="00B3459B">
              <w:t xml:space="preserve"> 12,5 + 10 mm</w:t>
            </w:r>
          </w:p>
        </w:tc>
      </w:tr>
      <w:tr w:rsidR="0016528F" w:rsidRPr="00B3459B" w14:paraId="3317F3CF" w14:textId="77777777" w:rsidTr="00C858F4">
        <w:trPr>
          <w:trHeight w:val="663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AA72C0" w14:textId="77777777" w:rsidR="0016528F" w:rsidRPr="00B3459B" w:rsidRDefault="0016528F" w:rsidP="00C858F4">
            <w:pPr>
              <w:pStyle w:val="Tabela-tekst"/>
              <w:jc w:val="left"/>
              <w:rPr>
                <w:b/>
              </w:rPr>
            </w:pPr>
            <w:r w:rsidRPr="00B3459B">
              <w:rPr>
                <w:b/>
              </w:rPr>
              <w:t>Uwagi:</w:t>
            </w:r>
          </w:p>
          <w:p w14:paraId="4D011B6C" w14:textId="23CA1206" w:rsidR="0016528F" w:rsidRPr="00B3459B" w:rsidRDefault="0016528F" w:rsidP="00C858F4">
            <w:pPr>
              <w:pStyle w:val="Tabela-tekst"/>
              <w:jc w:val="left"/>
            </w:pPr>
            <w:r w:rsidRPr="00B3459B">
              <w:t>– Opłytowanie przegrody lekkiej mocować do dwóch</w:t>
            </w:r>
            <w:r w:rsidR="003A0981" w:rsidRPr="00B3459B">
              <w:t xml:space="preserve"> niezależnych</w:t>
            </w:r>
            <w:r w:rsidRPr="00B3459B">
              <w:t xml:space="preserve"> konstrukcji samonośnych.</w:t>
            </w:r>
          </w:p>
          <w:p w14:paraId="3E85D8C0" w14:textId="77777777" w:rsidR="0016528F" w:rsidRPr="00B3459B" w:rsidRDefault="0016528F" w:rsidP="00C858F4">
            <w:pPr>
              <w:pStyle w:val="Tabela-tekst"/>
              <w:jc w:val="left"/>
            </w:pPr>
            <w:r w:rsidRPr="00B3459B">
              <w:t>– Na konstrukcji obwodowej należy stosować taśmę uszczelniającą piankową lub taśmę izolacyjną z wełny mineralnej.</w:t>
            </w:r>
          </w:p>
          <w:p w14:paraId="5AD584F3" w14:textId="77777777" w:rsidR="0016528F" w:rsidRPr="00B3459B" w:rsidRDefault="0016528F" w:rsidP="00C858F4">
            <w:pPr>
              <w:pStyle w:val="Tabela-tekst"/>
              <w:jc w:val="left"/>
            </w:pPr>
            <w:r w:rsidRPr="00B3459B">
              <w:t>– Połączenia między płytami należy uszczelnić masą trwale elastyczną, najlepiej materiałem zalecanym przez producenta.</w:t>
            </w:r>
          </w:p>
          <w:p w14:paraId="74FEBBB1" w14:textId="77777777" w:rsidR="003A0981" w:rsidRPr="00B3459B" w:rsidRDefault="003A0981" w:rsidP="00C858F4">
            <w:pPr>
              <w:pStyle w:val="Tabela-tekst"/>
              <w:jc w:val="left"/>
            </w:pPr>
            <w:r w:rsidRPr="00B3459B">
              <w:lastRenderedPageBreak/>
              <w:t xml:space="preserve">– </w:t>
            </w:r>
            <w:r w:rsidR="00062F70" w:rsidRPr="00B3459B">
              <w:t>Druga warstwa płyt układana z przesunięciem łączeń względem pierwszej warstwy.</w:t>
            </w:r>
          </w:p>
          <w:p w14:paraId="781BEBEC" w14:textId="77777777" w:rsidR="000D6E85" w:rsidRPr="00B3459B" w:rsidRDefault="000D6E85" w:rsidP="00C858F4">
            <w:pPr>
              <w:pStyle w:val="Tabela-tekst"/>
              <w:jc w:val="left"/>
            </w:pPr>
            <w:r w:rsidRPr="00B3459B">
              <w:t>– W przypadku montowania gniazdek i wyłączników, należy stosować gniazda natynkowe lub inne rozwiązania nie obniżające izolacyjności akustycznej przegrody.</w:t>
            </w:r>
          </w:p>
          <w:p w14:paraId="2FD90169" w14:textId="129A9642" w:rsidR="000D6E85" w:rsidRPr="00B3459B" w:rsidRDefault="000D6E85" w:rsidP="00C858F4">
            <w:pPr>
              <w:pStyle w:val="Tabela-tekst"/>
              <w:jc w:val="left"/>
            </w:pPr>
            <w:r w:rsidRPr="00B3459B">
              <w:t>– Wyznaczona obliczeniowo wartość izolacyjności akustycznej: R</w:t>
            </w:r>
            <w:r w:rsidRPr="00B3459B">
              <w:rPr>
                <w:vertAlign w:val="subscript"/>
              </w:rPr>
              <w:t>W</w:t>
            </w:r>
            <w:r w:rsidRPr="00B3459B">
              <w:t xml:space="preserve"> (C, </w:t>
            </w:r>
            <w:proofErr w:type="spellStart"/>
            <w:r w:rsidRPr="00B3459B">
              <w:t>C</w:t>
            </w:r>
            <w:r w:rsidRPr="00B3459B">
              <w:rPr>
                <w:vertAlign w:val="subscript"/>
              </w:rPr>
              <w:t>tr</w:t>
            </w:r>
            <w:proofErr w:type="spellEnd"/>
            <w:r w:rsidRPr="00B3459B">
              <w:t>) = 64 (-3, -7) dB</w:t>
            </w:r>
            <w:r w:rsidR="00BC04DF" w:rsidRPr="00B3459B">
              <w:t>.</w:t>
            </w:r>
          </w:p>
        </w:tc>
      </w:tr>
    </w:tbl>
    <w:p w14:paraId="4E260A0F" w14:textId="6D630F32" w:rsidR="001C1F5F" w:rsidRPr="00B3459B" w:rsidRDefault="001C1F5F" w:rsidP="0016528F">
      <w:pPr>
        <w:spacing w:after="0" w:line="240" w:lineRule="auto"/>
        <w:jc w:val="left"/>
      </w:pPr>
    </w:p>
    <w:p w14:paraId="2F5C3A99" w14:textId="77777777" w:rsidR="008B41C9" w:rsidRPr="00B3459B" w:rsidRDefault="008B41C9" w:rsidP="006E3814">
      <w:pPr>
        <w:pStyle w:val="Nagwek2"/>
      </w:pPr>
      <w:bookmarkStart w:id="99" w:name="_Toc369866020"/>
      <w:bookmarkStart w:id="100" w:name="_Toc44506383"/>
      <w:r w:rsidRPr="00B3459B">
        <w:t>Ogólne wytyczne dla instalacji elektrycznych i oświetleniowych dotyczące ochrony przeciwdźwiękowej</w:t>
      </w:r>
      <w:bookmarkEnd w:id="99"/>
      <w:bookmarkEnd w:id="100"/>
    </w:p>
    <w:p w14:paraId="0040BF0D" w14:textId="77777777" w:rsidR="00241430" w:rsidRPr="00B3459B" w:rsidRDefault="00241430" w:rsidP="00241430">
      <w:bookmarkStart w:id="101" w:name="_Toc344912590"/>
      <w:bookmarkStart w:id="102" w:name="_Toc361734903"/>
      <w:bookmarkStart w:id="103" w:name="_Toc361754234"/>
      <w:bookmarkStart w:id="104" w:name="_Toc369866019"/>
      <w:r w:rsidRPr="00B3459B">
        <w:t xml:space="preserve">Przewody elektryczne i osprzęt instalacyjny nie może obniżać izolacyjności akustycznej przegród w pomieszczeniach chronionych przed hałasem. </w:t>
      </w:r>
    </w:p>
    <w:p w14:paraId="4EEE036E" w14:textId="77777777" w:rsidR="00241430" w:rsidRPr="00B3459B" w:rsidRDefault="00241430" w:rsidP="00241430">
      <w:r w:rsidRPr="00B3459B">
        <w:t>Zaleca się prowadzić przewody instalacji elektrycznej natynkowo. W przypadku prowadzenia instalacji pod tynkiem w przegrodach ciężkich bruzda pod instalacje nie może być głębsza od 1/10 grubości przegrody.</w:t>
      </w:r>
    </w:p>
    <w:p w14:paraId="1C066529" w14:textId="77777777" w:rsidR="00241430" w:rsidRPr="00B3459B" w:rsidRDefault="00241430" w:rsidP="00241430">
      <w:r w:rsidRPr="00B3459B">
        <w:t>Nie należy umieszczać styczników, przekaźników, transformatorów oświetleniowych ani sygnalizacyjnych w pomieszczeniach do wykonywania i odsłuchu muzyki.</w:t>
      </w:r>
    </w:p>
    <w:bookmarkEnd w:id="101"/>
    <w:p w14:paraId="3C63A1B9" w14:textId="77777777" w:rsidR="00241430" w:rsidRPr="00B3459B" w:rsidRDefault="00241430" w:rsidP="00241430">
      <w:r w:rsidRPr="00B3459B">
        <w:t xml:space="preserve">W przypadku montowania gniazdek i wyłączników w </w:t>
      </w:r>
      <w:r w:rsidR="00347B7B" w:rsidRPr="00B3459B">
        <w:t xml:space="preserve">lekkich </w:t>
      </w:r>
      <w:r w:rsidRPr="00B3459B">
        <w:t>ścianach warstwowych pomiędzy pomieszczeniami, należy stosować gniazda natynkowe. Ewentualnie można stosować osprzęt podtynkowy, przy zagwarantowaniu ciągłości ochrony przeciwdźwiękow</w:t>
      </w:r>
      <w:r w:rsidR="00347B7B" w:rsidRPr="00B3459B">
        <w:t>ej otworowanych warstw przegród.</w:t>
      </w:r>
    </w:p>
    <w:p w14:paraId="55400927" w14:textId="77777777" w:rsidR="00241430" w:rsidRPr="00B3459B" w:rsidRDefault="00241430" w:rsidP="00241430">
      <w:r w:rsidRPr="00B3459B">
        <w:t>Zamontowane oświetlenie musi spełniać podstawowe wymagania dotyczące emisji hałasu określone dla poszczególnych pomieszczeń.</w:t>
      </w:r>
    </w:p>
    <w:p w14:paraId="14ABF9EF" w14:textId="77777777" w:rsidR="009F4E8B" w:rsidRPr="00B3459B" w:rsidRDefault="009F4E8B" w:rsidP="009F4E8B">
      <w:pPr>
        <w:pStyle w:val="Nagwek2"/>
      </w:pPr>
      <w:bookmarkStart w:id="105" w:name="_Toc44506384"/>
      <w:r w:rsidRPr="00B3459B">
        <w:t>Ogólne wytyczne dla instalacji wentylacyjnej dotyczące ochrony przeciwdźwiękowej</w:t>
      </w:r>
      <w:bookmarkEnd w:id="102"/>
      <w:bookmarkEnd w:id="103"/>
      <w:bookmarkEnd w:id="104"/>
      <w:bookmarkEnd w:id="105"/>
    </w:p>
    <w:p w14:paraId="249FF45B" w14:textId="77777777" w:rsidR="00241430" w:rsidRPr="00B3459B" w:rsidRDefault="00241430" w:rsidP="00241430">
      <w:bookmarkStart w:id="106" w:name="_Toc309312228"/>
      <w:bookmarkStart w:id="107" w:name="_Toc322094717"/>
      <w:bookmarkStart w:id="108" w:name="_Toc361734904"/>
      <w:bookmarkStart w:id="109" w:name="_Toc361754235"/>
      <w:r w:rsidRPr="00B3459B">
        <w:t>Hałas z instalacji wentylacyjnej nie może przekraczać wartości dopuszczalnych określonych dla poszczególnych pomieszczeń.</w:t>
      </w:r>
    </w:p>
    <w:p w14:paraId="276E192F" w14:textId="77777777" w:rsidR="00241430" w:rsidRPr="00B3459B" w:rsidRDefault="00241430" w:rsidP="00241430">
      <w:r w:rsidRPr="00B3459B">
        <w:t>Przejścia przewodów i kanałów przez ściany i stropy należy uszczelnić akustycznie, zapewniając zachowanie izolacyjności akustycznej przegrody i eliminując sztywne połączenia przewodu z przegrodą.</w:t>
      </w:r>
    </w:p>
    <w:p w14:paraId="45C8D68C" w14:textId="77777777" w:rsidR="00241430" w:rsidRPr="00B3459B" w:rsidRDefault="00241430" w:rsidP="00241430">
      <w:r w:rsidRPr="00B3459B">
        <w:t>W miejscu podłączenia przewodów i kanałów do urządzeń, stanowiących źródło drgań, należy stosować łączniki (kompensatory elastyczne) przeciwdziałające przenoszeniu się drgań z urządzeń na strukturę przewodów i kanałów.</w:t>
      </w:r>
    </w:p>
    <w:p w14:paraId="44DB94B9" w14:textId="77777777" w:rsidR="00241430" w:rsidRPr="00B3459B" w:rsidRDefault="00241430" w:rsidP="00241430">
      <w:r w:rsidRPr="00B3459B">
        <w:t>Należy stosować wyłącznie elastyczne podparcia i podwieszenia przewodów i kanałów instalacyjnych, najlepiej rozwiązania systemowe.</w:t>
      </w:r>
    </w:p>
    <w:p w14:paraId="36E54B35" w14:textId="7EB92E9A" w:rsidR="00241430" w:rsidRPr="00B3459B" w:rsidRDefault="00241430" w:rsidP="00241430">
      <w:r w:rsidRPr="00B3459B">
        <w:t xml:space="preserve">Niedopuszczalne jest prowadzenie kanałów wentylacyjnych tranzytem przez przegrody </w:t>
      </w:r>
      <w:r w:rsidR="00E4727B" w:rsidRPr="00B3459B">
        <w:t>o podwyższonej izolacyjności akustycznej</w:t>
      </w:r>
      <w:r w:rsidRPr="00B3459B">
        <w:t>. Przez przegrodę dźwiękoizolacyjną dopuszczalne jest tylko przejście kanału wlotowego/wylotowego obsługującego bezpośrednio dane pomieszczenie. Przejście należy zaprojektować z zachowaniem wymaganej izolacyjności przegrody.</w:t>
      </w:r>
    </w:p>
    <w:p w14:paraId="15830D78" w14:textId="6F8EB25D" w:rsidR="00241430" w:rsidRPr="00B3459B" w:rsidRDefault="00241430" w:rsidP="00241430">
      <w:r w:rsidRPr="00B3459B">
        <w:t>W przypadku projektowania wspólnej instalacji wentylacyjnej / klimatyzacyjnej dla różnych pomieszczeń</w:t>
      </w:r>
      <w:r w:rsidR="009B41BC" w:rsidRPr="00B3459B">
        <w:t xml:space="preserve"> </w:t>
      </w:r>
      <w:r w:rsidRPr="00B3459B">
        <w:t>należy zastosować odpowiednio zaprojektowane tłumiki akustyczne w instalacji pomiędzy pomieszczeniami, eliminujące przesłuchy</w:t>
      </w:r>
      <w:r w:rsidR="00E4727B" w:rsidRPr="00B3459B">
        <w:t xml:space="preserve"> poprzez kanały</w:t>
      </w:r>
      <w:r w:rsidRPr="00B3459B">
        <w:t xml:space="preserve"> pomiędzy pomieszczeniami.</w:t>
      </w:r>
    </w:p>
    <w:p w14:paraId="5FA86692" w14:textId="77777777" w:rsidR="00241430" w:rsidRPr="00B3459B" w:rsidRDefault="00241430" w:rsidP="00241430">
      <w:r w:rsidRPr="00B3459B">
        <w:t>Urządzenia generujące drgania należy umieszczać na odpowiednio dobranych wibroizolatorach.</w:t>
      </w:r>
    </w:p>
    <w:p w14:paraId="5A73CECC" w14:textId="77777777" w:rsidR="00241430" w:rsidRPr="00B3459B" w:rsidRDefault="00241430" w:rsidP="00241430">
      <w:r w:rsidRPr="00B3459B">
        <w:t>W celu unikania generacji hałasu aerodynamicznego w kanałach, należy stosować łagodne zmiany kierunku i przekroju kanałów, unikać przepustnic, kryz oraz innych przewężeń wewnątrz kanałów.</w:t>
      </w:r>
    </w:p>
    <w:p w14:paraId="27D14732" w14:textId="77777777" w:rsidR="00241430" w:rsidRPr="00B3459B" w:rsidRDefault="00241430" w:rsidP="00241430">
      <w:r w:rsidRPr="00B3459B">
        <w:lastRenderedPageBreak/>
        <w:t>Zaleca się stosowanie kanałów wentylacyjnych wyłożonych od wewnątrz materiałem dźwiękochłonnym, zwłaszcza na końcowych odcinkach.</w:t>
      </w:r>
    </w:p>
    <w:p w14:paraId="22A50FE6" w14:textId="77777777" w:rsidR="00241430" w:rsidRPr="00B3459B" w:rsidRDefault="00241430" w:rsidP="00241430">
      <w:r w:rsidRPr="00B3459B">
        <w:t>W przypadku wentylacyjnych kanałów blaszanych, w miarę możliwości należy stosować kanały o przekroju zbliżonym do kwadratu lub okrągłe.</w:t>
      </w:r>
    </w:p>
    <w:p w14:paraId="3EF04B8A" w14:textId="77777777" w:rsidR="009F4E8B" w:rsidRPr="00B3459B" w:rsidRDefault="000C2478" w:rsidP="009F4E8B">
      <w:pPr>
        <w:pStyle w:val="Nagwek2"/>
      </w:pPr>
      <w:bookmarkStart w:id="110" w:name="_Toc44506385"/>
      <w:bookmarkEnd w:id="106"/>
      <w:bookmarkEnd w:id="107"/>
      <w:bookmarkEnd w:id="108"/>
      <w:bookmarkEnd w:id="109"/>
      <w:r w:rsidRPr="00B3459B">
        <w:t>Ogólne wytyczne dla pozostałych instalacji technicznych</w:t>
      </w:r>
      <w:bookmarkEnd w:id="110"/>
    </w:p>
    <w:p w14:paraId="238ECEEB" w14:textId="77777777" w:rsidR="00241430" w:rsidRPr="00B3459B" w:rsidRDefault="00241430" w:rsidP="00241430">
      <w:r w:rsidRPr="00B3459B">
        <w:t>Niedopuszczalne jest prowadzenie instalacji wodno-kanalizacyjnej oraz montowanie urządzeń i armatury na</w:t>
      </w:r>
      <w:r w:rsidR="00A15361" w:rsidRPr="00B3459B">
        <w:t>/w ścianach</w:t>
      </w:r>
      <w:r w:rsidRPr="00B3459B">
        <w:t xml:space="preserve"> oraz stropach pomieszczeń chronionych przeciwdźwiękowo.</w:t>
      </w:r>
    </w:p>
    <w:p w14:paraId="38A4C26C" w14:textId="4D5B421F" w:rsidR="00241430" w:rsidRPr="00B3459B" w:rsidRDefault="00241430" w:rsidP="00241430">
      <w:r w:rsidRPr="00B3459B">
        <w:t>Rury i elementy instalacji najlepiej mocować do wydzielonych ścianek instalacyjnych z płyt GK</w:t>
      </w:r>
      <w:r w:rsidR="006A7671" w:rsidRPr="00B3459B">
        <w:t xml:space="preserve"> lub GW</w:t>
      </w:r>
      <w:r w:rsidRPr="00B3459B">
        <w:t xml:space="preserve"> przy użyciu uchwytów </w:t>
      </w:r>
      <w:r w:rsidR="00A24A41" w:rsidRPr="00B3459B">
        <w:t>z przekładkami wibroizolującymi/</w:t>
      </w:r>
      <w:r w:rsidRPr="00B3459B">
        <w:t>gumowymi.</w:t>
      </w:r>
    </w:p>
    <w:p w14:paraId="23C373CA" w14:textId="77777777" w:rsidR="00241430" w:rsidRPr="00B3459B" w:rsidRDefault="00241430" w:rsidP="00241430">
      <w:r w:rsidRPr="00B3459B">
        <w:t>W całym budynku zaleca się stosowanie kanalizacji niskoszumowej.</w:t>
      </w:r>
    </w:p>
    <w:p w14:paraId="1C3DDBF6" w14:textId="77777777" w:rsidR="00241430" w:rsidRPr="00B3459B" w:rsidRDefault="00241430" w:rsidP="00241430">
      <w:r w:rsidRPr="00B3459B">
        <w:t>Należy stosować systemowe uchwyty do kanalizacji niskoszumowej, zawierające elementy elastyczne, przeciwdziałające przenoszeniu drgań i hałasu na ścianę. W przypadku pozostałych instalacji również konieczne jest, aby pomiędzy przewodem a wewnętrzną powierzchnią uchwytu znajdowała się przekładka elastyczna, najlepiej systemowa.</w:t>
      </w:r>
    </w:p>
    <w:p w14:paraId="0C2C1C1A" w14:textId="77777777" w:rsidR="00241430" w:rsidRPr="00B3459B" w:rsidRDefault="00241430" w:rsidP="00241430">
      <w:r w:rsidRPr="00B3459B">
        <w:t>Ograniczenia dotyczące prowadzenia rur dotyczą także rur spustowych.</w:t>
      </w:r>
    </w:p>
    <w:p w14:paraId="133EB99C" w14:textId="6B5EA51C" w:rsidR="00241430" w:rsidRPr="00B3459B" w:rsidRDefault="00241430" w:rsidP="00241430">
      <w:r w:rsidRPr="00B3459B">
        <w:t>Rury przechodzące przez pomieszczenia chronione należy szczelnie obudować. Szczegóły dotyczące konstrukcji obudowy należy ustalić z projektantem akustyki na etapie projektowym.</w:t>
      </w:r>
    </w:p>
    <w:p w14:paraId="686356EF" w14:textId="77777777" w:rsidR="006E3814" w:rsidRPr="00B3459B" w:rsidRDefault="006E3814" w:rsidP="006E3814">
      <w:pPr>
        <w:pStyle w:val="Nagwek2"/>
      </w:pPr>
      <w:bookmarkStart w:id="111" w:name="_Toc44506386"/>
      <w:r w:rsidRPr="00B3459B">
        <w:t>Otwory na instalacje w przegrodach budowlanych</w:t>
      </w:r>
      <w:bookmarkEnd w:id="111"/>
    </w:p>
    <w:p w14:paraId="460AF0AE" w14:textId="77777777" w:rsidR="00241430" w:rsidRPr="00B3459B" w:rsidRDefault="00241430" w:rsidP="00241430">
      <w:r w:rsidRPr="00B3459B">
        <w:t>Przejścia kanałów wentylacyjnych oraz wszelkich przelotów kablowych przez ściany m</w:t>
      </w:r>
      <w:r w:rsidR="00A35674" w:rsidRPr="00B3459B">
        <w:t>uszą być dokładnie uszczelnione.</w:t>
      </w:r>
    </w:p>
    <w:p w14:paraId="2CC02598" w14:textId="20E7F9A2" w:rsidR="00241430" w:rsidRPr="00B3459B" w:rsidRDefault="00241430" w:rsidP="00241430">
      <w:r w:rsidRPr="00B3459B">
        <w:t>Technologie montażu elementów</w:t>
      </w:r>
      <w:r w:rsidR="006A7671" w:rsidRPr="00B3459B">
        <w:t>,</w:t>
      </w:r>
      <w:r w:rsidRPr="00B3459B">
        <w:t xml:space="preserve"> które naruszają konstrukcję przegród, należy konsultować z projektantami akustyki architektonicznej.</w:t>
      </w:r>
    </w:p>
    <w:p w14:paraId="626EFEA6" w14:textId="77777777" w:rsidR="00F43868" w:rsidRPr="00B3459B" w:rsidRDefault="00F43868" w:rsidP="00F43868">
      <w:bookmarkStart w:id="112" w:name="_Toc369866022"/>
    </w:p>
    <w:p w14:paraId="572C1C9E" w14:textId="77777777" w:rsidR="00F43868" w:rsidRPr="00B3459B" w:rsidRDefault="00F43868" w:rsidP="00F43868"/>
    <w:p w14:paraId="5252ABF8" w14:textId="77777777" w:rsidR="00F43868" w:rsidRPr="00B3459B" w:rsidRDefault="00F43868" w:rsidP="00DC60DE">
      <w:pPr>
        <w:pStyle w:val="Nagwek1"/>
        <w:sectPr w:rsidR="00F43868" w:rsidRPr="00B3459B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489C2960" w14:textId="77777777" w:rsidR="009F4E8B" w:rsidRPr="00B3459B" w:rsidRDefault="009F4E8B" w:rsidP="00DC60DE">
      <w:pPr>
        <w:pStyle w:val="Nagwek1"/>
      </w:pPr>
      <w:bookmarkStart w:id="113" w:name="_Toc44506387"/>
      <w:r w:rsidRPr="00B3459B">
        <w:lastRenderedPageBreak/>
        <w:t>Akustyka wnętrz</w:t>
      </w:r>
      <w:bookmarkEnd w:id="112"/>
      <w:bookmarkEnd w:id="113"/>
    </w:p>
    <w:p w14:paraId="51E9BBFB" w14:textId="4F77036F" w:rsidR="00E4335B" w:rsidRPr="00B3459B" w:rsidRDefault="00834790" w:rsidP="00834790">
      <w:pPr>
        <w:pStyle w:val="Nagwek2"/>
      </w:pPr>
      <w:bookmarkStart w:id="114" w:name="_Toc44506388"/>
      <w:r w:rsidRPr="00B3459B">
        <w:t>Sale do zajęć indywidualnych</w:t>
      </w:r>
      <w:bookmarkEnd w:id="114"/>
    </w:p>
    <w:p w14:paraId="22D17675" w14:textId="77777777" w:rsidR="00834790" w:rsidRPr="00B3459B" w:rsidRDefault="00834790" w:rsidP="00834790">
      <w:r w:rsidRPr="00B3459B">
        <w:t>Sale zajęć indywidualnych przeznaczone są przede wszystkim do prowadzenia lekcji lub samodzielnych ćwiczeń na różnych instrumentach. Sale mają zróżnicowaną kubaturę.</w:t>
      </w:r>
    </w:p>
    <w:p w14:paraId="6090EA25" w14:textId="255E88A8" w:rsidR="00EC4DC4" w:rsidRPr="00B3459B" w:rsidRDefault="00EC4DC4" w:rsidP="00EC4DC4">
      <w:r w:rsidRPr="00B3459B">
        <w:t>Powierzchnia użytkowa sali do ćwiczeń powinna wynosić co najmniej 5 m</w:t>
      </w:r>
      <w:r w:rsidRPr="00B3459B">
        <w:rPr>
          <w:vertAlign w:val="superscript"/>
        </w:rPr>
        <w:t>2</w:t>
      </w:r>
      <w:r w:rsidRPr="00B3459B">
        <w:t xml:space="preserve"> w przypadku sal do gry indywidualnej na instrumencie. W przypadku sal do ćwiczeń na fortepianie lub sal przeznaczonych do ćwiczeń dla większej liczby osób, powierzchnia użytkowa powinna wynosić co najmniej 10 m</w:t>
      </w:r>
      <w:r w:rsidRPr="00B3459B">
        <w:rPr>
          <w:vertAlign w:val="superscript"/>
        </w:rPr>
        <w:t>2</w:t>
      </w:r>
      <w:r w:rsidRPr="00B3459B">
        <w:t xml:space="preserve"> </w:t>
      </w:r>
      <w:r w:rsidRPr="00B3459B">
        <w:fldChar w:fldCharType="begin"/>
      </w:r>
      <w:r w:rsidRPr="00B3459B">
        <w:instrText xml:space="preserve"> REF _Ref364166586 \r \h </w:instrText>
      </w:r>
      <w:r w:rsidR="00B3459B">
        <w:instrText xml:space="preserve"> \* MERGEFORMAT </w:instrText>
      </w:r>
      <w:r w:rsidRPr="00B3459B">
        <w:fldChar w:fldCharType="separate"/>
      </w:r>
      <w:r w:rsidR="00825AF8">
        <w:t>[21]</w:t>
      </w:r>
      <w:r w:rsidRPr="00B3459B">
        <w:fldChar w:fldCharType="end"/>
      </w:r>
      <w:r w:rsidRPr="00B3459B">
        <w:t>. W obecnym układzie warunek wymaganej minimalnej powierzchni jest spełniony we wszystkich salach.</w:t>
      </w:r>
    </w:p>
    <w:p w14:paraId="1133FC7C" w14:textId="77777777" w:rsidR="00EC4DC4" w:rsidRPr="00B3459B" w:rsidRDefault="00EC4DC4" w:rsidP="00EC4DC4">
      <w:r w:rsidRPr="00B3459B">
        <w:t>Wartość projektowa czasu pogłosu dla sal do zajęć indywidualnych wynosi T</w:t>
      </w:r>
      <w:r w:rsidRPr="00B3459B">
        <w:rPr>
          <w:vertAlign w:val="subscript"/>
        </w:rPr>
        <w:t>m</w:t>
      </w:r>
      <w:r w:rsidRPr="00B3459B">
        <w:t xml:space="preserve"> = 0,4 s. </w:t>
      </w:r>
    </w:p>
    <w:p w14:paraId="724D6618" w14:textId="406065B2" w:rsidR="002F77FE" w:rsidRPr="00B3459B" w:rsidRDefault="00834790" w:rsidP="00EC4DC4">
      <w:r w:rsidRPr="00B3459B">
        <w:t xml:space="preserve">Wymagana wartość czasu pogłosu </w:t>
      </w:r>
      <w:r w:rsidR="00EE5AF9" w:rsidRPr="00B3459B">
        <w:t xml:space="preserve">została </w:t>
      </w:r>
      <w:r w:rsidRPr="00B3459B">
        <w:t xml:space="preserve">osiągnięta poprzez odpowiedni dobór i rozmieszczenie materiałów oraz ustrojów dźwiękochłonnych. Żywość i naturalność brzmienia </w:t>
      </w:r>
      <w:r w:rsidR="00EE5AF9" w:rsidRPr="00B3459B">
        <w:t xml:space="preserve">została </w:t>
      </w:r>
      <w:r w:rsidRPr="00B3459B">
        <w:t xml:space="preserve">uzyskana poprzez zastosowanie ustrojów rozpraszających dźwięk. Zaprojektowana adaptacja akustyczna </w:t>
      </w:r>
      <w:r w:rsidR="00EE5AF9" w:rsidRPr="00B3459B">
        <w:t xml:space="preserve">zapewnia </w:t>
      </w:r>
      <w:r w:rsidRPr="00B3459B">
        <w:t>wyeliminowanie niekorzystnych zjawisk akustycznych, np. takich jak trzepoczące echo czy efekt filtru grzebieniowego.</w:t>
      </w:r>
    </w:p>
    <w:p w14:paraId="5AC266FA" w14:textId="69392909" w:rsidR="006A04EC" w:rsidRPr="00B3459B" w:rsidRDefault="006A04EC" w:rsidP="00C97A4A">
      <w:r w:rsidRPr="00B3459B">
        <w:t xml:space="preserve">Na poniższym rysunku przedstawiono wykres tolerancji czasu pogłosu </w:t>
      </w:r>
      <w:r w:rsidR="0009110F" w:rsidRPr="00B3459B">
        <w:t xml:space="preserve">w salach do zajęć indywidualnych </w:t>
      </w:r>
      <w:r w:rsidRPr="00B3459B">
        <w:t>dla wartości T</w:t>
      </w:r>
      <w:r w:rsidRPr="00B3459B">
        <w:rPr>
          <w:vertAlign w:val="subscript"/>
        </w:rPr>
        <w:t>m</w:t>
      </w:r>
      <w:r w:rsidR="00BC04DF" w:rsidRPr="00B3459B">
        <w:rPr>
          <w:vertAlign w:val="subscript"/>
        </w:rPr>
        <w:t xml:space="preserve"> </w:t>
      </w:r>
      <w:r w:rsidRPr="00B3459B">
        <w:t>=</w:t>
      </w:r>
      <w:r w:rsidR="00BC04DF" w:rsidRPr="00B3459B">
        <w:t xml:space="preserve"> </w:t>
      </w:r>
      <w:r w:rsidRPr="00B3459B">
        <w:t>0,4 s.</w:t>
      </w:r>
    </w:p>
    <w:p w14:paraId="13D19BCF" w14:textId="77777777" w:rsidR="006A04EC" w:rsidRPr="00B3459B" w:rsidRDefault="006A04EC" w:rsidP="006A04EC">
      <w:pPr>
        <w:pStyle w:val="Tabela-tekst"/>
        <w:keepNext/>
        <w:jc w:val="center"/>
      </w:pPr>
      <w:r w:rsidRPr="00B3459B">
        <w:rPr>
          <w:noProof/>
          <w:lang w:eastAsia="pl-PL"/>
        </w:rPr>
        <w:drawing>
          <wp:inline distT="0" distB="0" distL="0" distR="0" wp14:anchorId="1BD27B11" wp14:editId="65D53DC2">
            <wp:extent cx="4924800" cy="324000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8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DBB35" w14:textId="0AC737F7" w:rsidR="006A04EC" w:rsidRPr="00B3459B" w:rsidRDefault="006A04EC" w:rsidP="006A04EC">
      <w:pPr>
        <w:pStyle w:val="Legenda"/>
        <w:jc w:val="center"/>
      </w:pPr>
      <w:bookmarkStart w:id="115" w:name="_Toc44506422"/>
      <w:r w:rsidRPr="00B3459B">
        <w:t xml:space="preserve">Rys. </w:t>
      </w:r>
      <w:r w:rsidR="005C184A" w:rsidRPr="00B3459B">
        <w:rPr>
          <w:noProof/>
        </w:rPr>
        <w:fldChar w:fldCharType="begin"/>
      </w:r>
      <w:r w:rsidR="005C184A" w:rsidRPr="00B3459B">
        <w:rPr>
          <w:noProof/>
        </w:rPr>
        <w:instrText xml:space="preserve"> STYLEREF 1 \s </w:instrText>
      </w:r>
      <w:r w:rsidR="005C184A" w:rsidRPr="00B3459B">
        <w:rPr>
          <w:noProof/>
        </w:rPr>
        <w:fldChar w:fldCharType="separate"/>
      </w:r>
      <w:r w:rsidR="00825AF8">
        <w:rPr>
          <w:noProof/>
        </w:rPr>
        <w:t>4</w:t>
      </w:r>
      <w:r w:rsidR="005C184A" w:rsidRPr="00B3459B">
        <w:rPr>
          <w:noProof/>
        </w:rPr>
        <w:fldChar w:fldCharType="end"/>
      </w:r>
      <w:r w:rsidR="00687ACF" w:rsidRPr="00B3459B">
        <w:t>.</w:t>
      </w:r>
      <w:r w:rsidR="005C184A" w:rsidRPr="00B3459B">
        <w:rPr>
          <w:noProof/>
        </w:rPr>
        <w:fldChar w:fldCharType="begin"/>
      </w:r>
      <w:r w:rsidR="005C184A" w:rsidRPr="00B3459B">
        <w:rPr>
          <w:noProof/>
        </w:rPr>
        <w:instrText xml:space="preserve"> SEQ Rys. \* ARABIC \s 1 </w:instrText>
      </w:r>
      <w:r w:rsidR="005C184A" w:rsidRPr="00B3459B">
        <w:rPr>
          <w:noProof/>
        </w:rPr>
        <w:fldChar w:fldCharType="separate"/>
      </w:r>
      <w:r w:rsidR="00825AF8">
        <w:rPr>
          <w:noProof/>
        </w:rPr>
        <w:t>1</w:t>
      </w:r>
      <w:r w:rsidR="005C184A" w:rsidRPr="00B3459B">
        <w:rPr>
          <w:noProof/>
        </w:rPr>
        <w:fldChar w:fldCharType="end"/>
      </w:r>
      <w:r w:rsidRPr="00B3459B">
        <w:t>. Wykres tolerancji czasu pogłosu dla sal do zajęć indywidualnych</w:t>
      </w:r>
      <w:bookmarkEnd w:id="115"/>
    </w:p>
    <w:p w14:paraId="7BA039EB" w14:textId="723F488B" w:rsidR="00F4548D" w:rsidRPr="00B3459B" w:rsidRDefault="00F4548D" w:rsidP="00F4548D">
      <w:r w:rsidRPr="00B3459B">
        <w:t>Sale do zajęć indywidualnych zostały podzielone na</w:t>
      </w:r>
      <w:r w:rsidR="00A303E4" w:rsidRPr="00B3459B">
        <w:t xml:space="preserve"> </w:t>
      </w:r>
      <w:r w:rsidR="007847A7" w:rsidRPr="00B3459B">
        <w:t>trzy</w:t>
      </w:r>
      <w:r w:rsidRPr="00B3459B">
        <w:t xml:space="preserve"> </w:t>
      </w:r>
      <w:r w:rsidR="00A303E4" w:rsidRPr="00B3459B">
        <w:t>typy</w:t>
      </w:r>
      <w:r w:rsidR="0009110F" w:rsidRPr="00B3459B">
        <w:t xml:space="preserve">, w zależności od rodzaju i ilości zastosowanej adaptacji akustycznej. Pomieszczenia w każdym z typów należy wykończyć zgodnie ze schematem </w:t>
      </w:r>
      <w:r w:rsidR="00D42370" w:rsidRPr="00B3459B">
        <w:t>rozmieszczenia adaptacji akustycznej</w:t>
      </w:r>
      <w:r w:rsidR="00115D09" w:rsidRPr="00B3459B">
        <w:t>,</w:t>
      </w:r>
      <w:r w:rsidR="00D42370" w:rsidRPr="00B3459B">
        <w:t xml:space="preserve"> </w:t>
      </w:r>
      <w:r w:rsidR="0009110F" w:rsidRPr="00B3459B">
        <w:t>przedstawionym na</w:t>
      </w:r>
      <w:r w:rsidR="00D42370" w:rsidRPr="00B3459B">
        <w:t xml:space="preserve"> odpowiednich rysunkach</w:t>
      </w:r>
      <w:r w:rsidR="00115D09" w:rsidRPr="00B3459B">
        <w:t xml:space="preserve">, zgodnie z </w:t>
      </w:r>
      <w:r w:rsidR="00115D09" w:rsidRPr="00B3459B">
        <w:fldChar w:fldCharType="begin"/>
      </w:r>
      <w:r w:rsidR="00115D09" w:rsidRPr="00B3459B">
        <w:instrText xml:space="preserve"> REF _Ref43368977 \h  \* MERGEFORMAT </w:instrText>
      </w:r>
      <w:r w:rsidR="00115D09" w:rsidRPr="00B3459B">
        <w:fldChar w:fldCharType="separate"/>
      </w:r>
      <w:r w:rsidR="00825AF8" w:rsidRPr="00B3459B">
        <w:t xml:space="preserve">Tab. </w:t>
      </w:r>
      <w:r w:rsidR="00825AF8">
        <w:rPr>
          <w:noProof/>
        </w:rPr>
        <w:t>0</w:t>
      </w:r>
      <w:r w:rsidR="00825AF8" w:rsidRPr="00B3459B">
        <w:t>.</w:t>
      </w:r>
      <w:r w:rsidR="00825AF8">
        <w:rPr>
          <w:noProof/>
        </w:rPr>
        <w:t>1</w:t>
      </w:r>
      <w:r w:rsidR="00115D09" w:rsidRPr="00B3459B">
        <w:fldChar w:fldCharType="end"/>
      </w:r>
      <w:r w:rsidR="00462F52">
        <w:t>:</w:t>
      </w:r>
    </w:p>
    <w:p w14:paraId="45B71E81" w14:textId="3270C8DE" w:rsidR="00A303E4" w:rsidRPr="00B3459B" w:rsidRDefault="002A1356" w:rsidP="00115D09">
      <w:pPr>
        <w:pStyle w:val="Akapitzlist"/>
        <w:numPr>
          <w:ilvl w:val="0"/>
          <w:numId w:val="20"/>
        </w:numPr>
        <w:spacing w:after="0"/>
        <w:ind w:hanging="357"/>
        <w:contextualSpacing w:val="0"/>
      </w:pPr>
      <w:r w:rsidRPr="00B3459B">
        <w:t xml:space="preserve">typ I </w:t>
      </w:r>
      <w:r w:rsidR="00A303E4" w:rsidRPr="00B3459B">
        <w:t>– sale o powierzchni od 10 do 20 m</w:t>
      </w:r>
      <w:r w:rsidR="00A303E4" w:rsidRPr="00B3459B">
        <w:rPr>
          <w:vertAlign w:val="superscript"/>
        </w:rPr>
        <w:t>2</w:t>
      </w:r>
      <w:r w:rsidR="00341E81" w:rsidRPr="00B3459B">
        <w:t>:</w:t>
      </w:r>
    </w:p>
    <w:p w14:paraId="5477E2BB" w14:textId="71E0CB71" w:rsidR="00341E81" w:rsidRPr="00B3459B" w:rsidRDefault="00C06484" w:rsidP="00115D09">
      <w:pPr>
        <w:pStyle w:val="Akapitzlist"/>
        <w:numPr>
          <w:ilvl w:val="0"/>
          <w:numId w:val="21"/>
        </w:numPr>
        <w:spacing w:after="0"/>
        <w:ind w:hanging="357"/>
        <w:contextualSpacing w:val="0"/>
      </w:pPr>
      <w:r w:rsidRPr="00B3459B">
        <w:t>sale 202 – 204</w:t>
      </w:r>
      <w:r w:rsidR="00482948" w:rsidRPr="00B3459B">
        <w:t>,</w:t>
      </w:r>
    </w:p>
    <w:p w14:paraId="494CE30A" w14:textId="57E9A243" w:rsidR="00C06484" w:rsidRPr="00B3459B" w:rsidRDefault="00C06484" w:rsidP="00115D09">
      <w:pPr>
        <w:pStyle w:val="Akapitzlist"/>
        <w:numPr>
          <w:ilvl w:val="0"/>
          <w:numId w:val="21"/>
        </w:numPr>
        <w:spacing w:after="0"/>
        <w:ind w:hanging="357"/>
        <w:contextualSpacing w:val="0"/>
      </w:pPr>
      <w:r w:rsidRPr="00B3459B">
        <w:t>sale 206, 206A</w:t>
      </w:r>
      <w:r w:rsidR="00482948" w:rsidRPr="00B3459B">
        <w:t>,</w:t>
      </w:r>
    </w:p>
    <w:p w14:paraId="3B86F71B" w14:textId="77777777" w:rsidR="00A303E4" w:rsidRPr="00B3459B" w:rsidRDefault="00A303E4" w:rsidP="00115D09">
      <w:pPr>
        <w:pStyle w:val="Akapitzlist"/>
        <w:numPr>
          <w:ilvl w:val="0"/>
          <w:numId w:val="20"/>
        </w:numPr>
        <w:spacing w:after="0"/>
        <w:ind w:hanging="357"/>
        <w:contextualSpacing w:val="0"/>
      </w:pPr>
      <w:r w:rsidRPr="00B3459B">
        <w:t xml:space="preserve">typ II </w:t>
      </w:r>
      <w:r w:rsidR="001974EF" w:rsidRPr="00B3459B">
        <w:t>– sale o powierzchni od 20 do 40</w:t>
      </w:r>
      <w:r w:rsidRPr="00B3459B">
        <w:t xml:space="preserve"> m</w:t>
      </w:r>
      <w:r w:rsidRPr="00B3459B">
        <w:rPr>
          <w:vertAlign w:val="superscript"/>
        </w:rPr>
        <w:t>2</w:t>
      </w:r>
      <w:r w:rsidR="00482948" w:rsidRPr="00B3459B">
        <w:t>:</w:t>
      </w:r>
    </w:p>
    <w:p w14:paraId="558EEFDF" w14:textId="1296E87E" w:rsidR="00482948" w:rsidRPr="00B3459B" w:rsidRDefault="00482948" w:rsidP="00115D09">
      <w:pPr>
        <w:pStyle w:val="Akapitzlist"/>
        <w:numPr>
          <w:ilvl w:val="0"/>
          <w:numId w:val="22"/>
        </w:numPr>
        <w:spacing w:after="0"/>
        <w:ind w:hanging="357"/>
        <w:contextualSpacing w:val="0"/>
      </w:pPr>
      <w:r w:rsidRPr="00B3459B">
        <w:t>sala 106,</w:t>
      </w:r>
    </w:p>
    <w:p w14:paraId="065F8485" w14:textId="6AB43124" w:rsidR="00C16025" w:rsidRPr="00B3459B" w:rsidRDefault="00C16025" w:rsidP="00115D09">
      <w:pPr>
        <w:pStyle w:val="Akapitzlist"/>
        <w:numPr>
          <w:ilvl w:val="0"/>
          <w:numId w:val="22"/>
        </w:numPr>
        <w:spacing w:after="0"/>
        <w:ind w:hanging="357"/>
        <w:contextualSpacing w:val="0"/>
      </w:pPr>
      <w:r w:rsidRPr="00B3459B">
        <w:lastRenderedPageBreak/>
        <w:t>sala 205 (zastosowano oddzielny wariant adaptacji akustycznej),</w:t>
      </w:r>
    </w:p>
    <w:p w14:paraId="2DC84874" w14:textId="008FCA48" w:rsidR="001A3964" w:rsidRPr="00B3459B" w:rsidRDefault="001A3964" w:rsidP="00115D09">
      <w:pPr>
        <w:pStyle w:val="Akapitzlist"/>
        <w:numPr>
          <w:ilvl w:val="0"/>
          <w:numId w:val="22"/>
        </w:numPr>
        <w:spacing w:after="0"/>
        <w:ind w:hanging="357"/>
        <w:contextualSpacing w:val="0"/>
      </w:pPr>
      <w:r w:rsidRPr="00B3459B">
        <w:t>sala 207</w:t>
      </w:r>
      <w:r w:rsidR="00BC04DF" w:rsidRPr="00B3459B">
        <w:t>,</w:t>
      </w:r>
    </w:p>
    <w:p w14:paraId="26EB7803" w14:textId="77205E68" w:rsidR="007847A7" w:rsidRPr="00B3459B" w:rsidRDefault="007847A7" w:rsidP="00115D09">
      <w:pPr>
        <w:pStyle w:val="Akapitzlist"/>
        <w:numPr>
          <w:ilvl w:val="0"/>
          <w:numId w:val="20"/>
        </w:numPr>
        <w:spacing w:after="0"/>
        <w:ind w:hanging="357"/>
        <w:contextualSpacing w:val="0"/>
      </w:pPr>
      <w:r w:rsidRPr="00B3459B">
        <w:t>typ III – sal</w:t>
      </w:r>
      <w:r w:rsidR="00054D74" w:rsidRPr="00B3459B">
        <w:t>a</w:t>
      </w:r>
      <w:r w:rsidRPr="00B3459B">
        <w:t xml:space="preserve"> do gry na perkusji o powierzchni </w:t>
      </w:r>
      <w:r w:rsidR="00341E81" w:rsidRPr="00B3459B">
        <w:t>38,76</w:t>
      </w:r>
      <w:r w:rsidRPr="00B3459B">
        <w:t xml:space="preserve"> m</w:t>
      </w:r>
      <w:r w:rsidRPr="00B3459B">
        <w:rPr>
          <w:vertAlign w:val="superscript"/>
        </w:rPr>
        <w:t>2</w:t>
      </w:r>
      <w:r w:rsidR="00482948" w:rsidRPr="00B3459B">
        <w:t>:</w:t>
      </w:r>
    </w:p>
    <w:p w14:paraId="2FD2A61B" w14:textId="3F6DEFE0" w:rsidR="00482948" w:rsidRPr="00B3459B" w:rsidRDefault="00482948" w:rsidP="00115D09">
      <w:pPr>
        <w:pStyle w:val="Akapitzlist"/>
        <w:numPr>
          <w:ilvl w:val="0"/>
          <w:numId w:val="23"/>
        </w:numPr>
        <w:spacing w:after="0"/>
        <w:ind w:hanging="357"/>
        <w:contextualSpacing w:val="0"/>
      </w:pPr>
      <w:r w:rsidRPr="00B3459B">
        <w:t xml:space="preserve">sala </w:t>
      </w:r>
      <w:r w:rsidR="00706DA3" w:rsidRPr="00B3459B">
        <w:t>107</w:t>
      </w:r>
      <w:r w:rsidR="00EE5AF9" w:rsidRPr="00B3459B">
        <w:t>.</w:t>
      </w:r>
    </w:p>
    <w:p w14:paraId="679C1679" w14:textId="2229FA24" w:rsidR="00BF357B" w:rsidRPr="00B3459B" w:rsidRDefault="00BF357B" w:rsidP="00BF357B">
      <w:pPr>
        <w:pStyle w:val="Nagwek3"/>
      </w:pPr>
      <w:bookmarkStart w:id="116" w:name="_Toc44506389"/>
      <w:r w:rsidRPr="00B3459B">
        <w:t xml:space="preserve">Sale do zajęć indywidualnych </w:t>
      </w:r>
      <w:r w:rsidR="006274D2" w:rsidRPr="00B3459B">
        <w:t>–</w:t>
      </w:r>
      <w:r w:rsidR="00EE5AF9" w:rsidRPr="00B3459B">
        <w:t xml:space="preserve"> </w:t>
      </w:r>
      <w:r w:rsidRPr="00B3459B">
        <w:t>typ I</w:t>
      </w:r>
      <w:bookmarkEnd w:id="116"/>
    </w:p>
    <w:p w14:paraId="0A8A49BF" w14:textId="79554723" w:rsidR="00D5469E" w:rsidRPr="00B3459B" w:rsidRDefault="00356DBA" w:rsidP="00356DBA">
      <w:r>
        <w:t xml:space="preserve">Zastosowanie nierównoległych ścian w salach zapobiega powstawaniu niekorzystnego rozkładu modów akustycznych w pomieszczeniu. </w:t>
      </w:r>
      <w:r w:rsidR="00BF357B" w:rsidRPr="00B3459B">
        <w:t xml:space="preserve">Projekt adaptacji akustycznej został wykonany </w:t>
      </w:r>
      <w:r w:rsidR="00EE5AF9" w:rsidRPr="00B3459B">
        <w:t xml:space="preserve">na przykładzie </w:t>
      </w:r>
      <w:r w:rsidR="00BF357B" w:rsidRPr="00B3459B">
        <w:t>sali 404.</w:t>
      </w:r>
      <w:r w:rsidR="00CF777F" w:rsidRPr="00B3459B">
        <w:t xml:space="preserve"> Pozostałe sale tego typu należy wykonać analogicznie</w:t>
      </w:r>
      <w:r w:rsidR="00EE5AF9" w:rsidRPr="00B3459B">
        <w:t>:</w:t>
      </w:r>
    </w:p>
    <w:p w14:paraId="42D8F296" w14:textId="77777777" w:rsidR="00EE5AF9" w:rsidRPr="00B3459B" w:rsidRDefault="00EE5AF9" w:rsidP="00EE5AF9">
      <w:pPr>
        <w:pStyle w:val="Akapitzlist"/>
        <w:numPr>
          <w:ilvl w:val="0"/>
          <w:numId w:val="20"/>
        </w:numPr>
      </w:pPr>
      <w:r w:rsidRPr="00B3459B">
        <w:t>typ I – sale o powierzchni od 10 do 20 m</w:t>
      </w:r>
      <w:r w:rsidRPr="00B3459B">
        <w:rPr>
          <w:vertAlign w:val="superscript"/>
        </w:rPr>
        <w:t>2</w:t>
      </w:r>
      <w:r w:rsidRPr="00B3459B">
        <w:t>:</w:t>
      </w:r>
    </w:p>
    <w:p w14:paraId="17DF466D" w14:textId="77777777" w:rsidR="00EE5AF9" w:rsidRPr="00B3459B" w:rsidRDefault="00EE5AF9" w:rsidP="00EE5AF9">
      <w:pPr>
        <w:pStyle w:val="Akapitzlist"/>
        <w:numPr>
          <w:ilvl w:val="0"/>
          <w:numId w:val="21"/>
        </w:numPr>
      </w:pPr>
      <w:r w:rsidRPr="00B3459B">
        <w:t>sale 202 – 204,</w:t>
      </w:r>
    </w:p>
    <w:p w14:paraId="6B9D8695" w14:textId="70330BF6" w:rsidR="00EE5AF9" w:rsidRPr="00B3459B" w:rsidRDefault="00EE5AF9" w:rsidP="00EE5AF9">
      <w:pPr>
        <w:pStyle w:val="Akapitzlist"/>
        <w:numPr>
          <w:ilvl w:val="0"/>
          <w:numId w:val="21"/>
        </w:numPr>
      </w:pPr>
      <w:r w:rsidRPr="00B3459B">
        <w:t>sale 206, 206A.</w:t>
      </w:r>
    </w:p>
    <w:p w14:paraId="5F462D76" w14:textId="228858FA" w:rsidR="00861F2E" w:rsidRPr="00B3459B" w:rsidRDefault="00D5469E" w:rsidP="00BF357B">
      <w:r w:rsidRPr="00B3459B">
        <w:t>Sposób rozmieszczenia adaptacji akustycznej pokazano na rysunku</w:t>
      </w:r>
      <w:r w:rsidR="005066CF" w:rsidRPr="00B3459B">
        <w:t xml:space="preserve"> </w:t>
      </w:r>
      <w:r w:rsidR="00031291" w:rsidRPr="00B3459B">
        <w:t>Etap_III_AW01</w:t>
      </w:r>
      <w:r w:rsidRPr="00B3459B">
        <w:t>.</w:t>
      </w:r>
    </w:p>
    <w:p w14:paraId="61C6DBA5" w14:textId="24C5EA9B" w:rsidR="00D5469E" w:rsidRPr="00B3459B" w:rsidRDefault="00EE1E5F" w:rsidP="00BF357B">
      <w:r w:rsidRPr="00B3459B">
        <w:t xml:space="preserve">Poniższa tabela przedstawia </w:t>
      </w:r>
      <w:r w:rsidR="00EE5AF9" w:rsidRPr="00B3459B">
        <w:t>zestawienie adaptacji akustycznej w salach typu I.</w:t>
      </w:r>
    </w:p>
    <w:p w14:paraId="39F57541" w14:textId="51157623" w:rsidR="000B44FE" w:rsidRPr="00B3459B" w:rsidRDefault="000B44FE" w:rsidP="000B44FE">
      <w:pPr>
        <w:pStyle w:val="Legenda"/>
        <w:keepNext/>
      </w:pPr>
      <w:bookmarkStart w:id="117" w:name="_Toc44506411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4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1</w:t>
      </w:r>
      <w:r w:rsidR="00AC6A0B" w:rsidRPr="00B3459B">
        <w:rPr>
          <w:noProof/>
        </w:rPr>
        <w:fldChar w:fldCharType="end"/>
      </w:r>
      <w:r w:rsidRPr="00B3459B">
        <w:t>. Zastosowane materiały</w:t>
      </w:r>
      <w:r w:rsidR="00EE5AF9" w:rsidRPr="00B3459B">
        <w:t xml:space="preserve"> – sale do zajęć indywidualnych</w:t>
      </w:r>
      <w:r w:rsidR="00A47367" w:rsidRPr="00B3459B">
        <w:t xml:space="preserve"> na przykładzie sali nr </w:t>
      </w:r>
      <w:r w:rsidR="00C94703" w:rsidRPr="00B3459B">
        <w:t>404</w:t>
      </w:r>
      <w:r w:rsidR="00EE5AF9" w:rsidRPr="00B3459B">
        <w:t xml:space="preserve"> – typ I</w:t>
      </w:r>
      <w:bookmarkEnd w:id="117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709"/>
        <w:gridCol w:w="425"/>
        <w:gridCol w:w="1131"/>
        <w:gridCol w:w="1131"/>
        <w:gridCol w:w="1132"/>
        <w:gridCol w:w="1131"/>
        <w:gridCol w:w="1131"/>
        <w:gridCol w:w="1132"/>
      </w:tblGrid>
      <w:tr w:rsidR="00EE1E5F" w:rsidRPr="00B3459B" w14:paraId="17CC78B3" w14:textId="77777777" w:rsidTr="00BC04DF">
        <w:trPr>
          <w:jc w:val="center"/>
        </w:trPr>
        <w:tc>
          <w:tcPr>
            <w:tcW w:w="101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92AB8F" w14:textId="27B08276" w:rsidR="00EE1E5F" w:rsidRPr="00B3459B" w:rsidRDefault="00EE1E5F" w:rsidP="00AE1E5A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Wartości współczynników pochłaniania</w:t>
            </w:r>
          </w:p>
        </w:tc>
      </w:tr>
      <w:tr w:rsidR="00EE1E5F" w:rsidRPr="00B3459B" w14:paraId="2BEB4A28" w14:textId="77777777" w:rsidTr="00006A97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3F2626" w14:textId="7164FEE4" w:rsidR="00EE1E5F" w:rsidRPr="00B3459B" w:rsidRDefault="00EE1E5F" w:rsidP="00AE1E5A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Materiał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A73F59" w14:textId="3019379C" w:rsidR="00EE1E5F" w:rsidRPr="00B3459B" w:rsidRDefault="00EE1E5F" w:rsidP="00AE1E5A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S [m</w:t>
            </w:r>
            <w:r w:rsidRPr="00B3459B">
              <w:rPr>
                <w:b/>
                <w:bCs/>
                <w:vertAlign w:val="superscript"/>
              </w:rPr>
              <w:t>2</w:t>
            </w:r>
            <w:r w:rsidRPr="00B3459B">
              <w:rPr>
                <w:b/>
                <w:bCs/>
              </w:rPr>
              <w:t>]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35EE02" w14:textId="77777777" w:rsidR="00EE1E5F" w:rsidRPr="00B3459B" w:rsidRDefault="00EE1E5F" w:rsidP="00AE1E5A">
            <w:pPr>
              <w:pStyle w:val="Tabela-tekst"/>
              <w:jc w:val="center"/>
              <w:rPr>
                <w:b/>
                <w:bCs/>
              </w:rPr>
            </w:pP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F890CE" w14:textId="5277343C" w:rsidR="00EE1E5F" w:rsidRPr="00B3459B" w:rsidRDefault="00EE1E5F" w:rsidP="00AE1E5A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125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D7ECA7" w14:textId="421BD676" w:rsidR="00EE1E5F" w:rsidRPr="00B3459B" w:rsidRDefault="00EE1E5F" w:rsidP="00AE1E5A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250 Hz</w:t>
            </w: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9E96E3" w14:textId="40FF3F97" w:rsidR="00EE1E5F" w:rsidRPr="00B3459B" w:rsidRDefault="00EE1E5F" w:rsidP="00AE1E5A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500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0F6299" w14:textId="33606660" w:rsidR="00EE1E5F" w:rsidRPr="00B3459B" w:rsidRDefault="00EE1E5F" w:rsidP="00AE1E5A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1000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466325" w14:textId="144441E0" w:rsidR="00EE1E5F" w:rsidRPr="00B3459B" w:rsidRDefault="00EE1E5F" w:rsidP="00AE1E5A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2000 Hz</w:t>
            </w: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565AEF" w14:textId="199FEF6A" w:rsidR="00EE1E5F" w:rsidRPr="00B3459B" w:rsidRDefault="00EE1E5F" w:rsidP="00AE1E5A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4000 Hz</w:t>
            </w:r>
          </w:p>
        </w:tc>
      </w:tr>
      <w:tr w:rsidR="000B44FE" w:rsidRPr="00B3459B" w14:paraId="17A623F8" w14:textId="77777777" w:rsidTr="00006A97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C88B75F" w14:textId="27DF127E" w:rsidR="000B44FE" w:rsidRPr="00B3459B" w:rsidRDefault="000B44FE" w:rsidP="00AE1E5A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Drzwi drewniane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3EFA55C" w14:textId="3D3AEF9D" w:rsidR="000B44FE" w:rsidRPr="00B3459B" w:rsidRDefault="000B44FE" w:rsidP="00AE1E5A">
            <w:pPr>
              <w:pStyle w:val="Tabela-tekst"/>
              <w:jc w:val="center"/>
            </w:pPr>
            <w:r w:rsidRPr="00B3459B">
              <w:t>1,85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BA778FD" w14:textId="19073AB2" w:rsidR="000B44FE" w:rsidRPr="00B3459B" w:rsidRDefault="000B44FE" w:rsidP="00AE1E5A">
            <w:pPr>
              <w:pStyle w:val="Tabela-tekst"/>
              <w:jc w:val="center"/>
            </w:pPr>
            <w:r w:rsidRPr="00B3459B">
              <w:t>α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22D94F17" w14:textId="45637E47" w:rsidR="000B44FE" w:rsidRPr="00B3459B" w:rsidRDefault="000B44FE" w:rsidP="00AE1E5A">
            <w:pPr>
              <w:pStyle w:val="Tabela-tekst"/>
              <w:jc w:val="center"/>
            </w:pPr>
            <w:r w:rsidRPr="00B3459B">
              <w:t>0,14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05BBDC48" w14:textId="14F04BCD" w:rsidR="000B44FE" w:rsidRPr="00B3459B" w:rsidRDefault="000B44FE" w:rsidP="00AE1E5A">
            <w:pPr>
              <w:pStyle w:val="Tabela-tekst"/>
              <w:jc w:val="center"/>
            </w:pPr>
            <w:r w:rsidRPr="00B3459B">
              <w:t>0,10</w:t>
            </w:r>
          </w:p>
        </w:tc>
        <w:tc>
          <w:tcPr>
            <w:tcW w:w="1132" w:type="dxa"/>
            <w:tcBorders>
              <w:top w:val="single" w:sz="12" w:space="0" w:color="auto"/>
            </w:tcBorders>
            <w:vAlign w:val="center"/>
          </w:tcPr>
          <w:p w14:paraId="12FE6F1B" w14:textId="6198C16D" w:rsidR="000B44FE" w:rsidRPr="00B3459B" w:rsidRDefault="000B44FE" w:rsidP="00AE1E5A">
            <w:pPr>
              <w:pStyle w:val="Tabela-tekst"/>
              <w:jc w:val="center"/>
            </w:pPr>
            <w:r w:rsidRPr="00B3459B">
              <w:t>0,06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45F91415" w14:textId="3C415727" w:rsidR="000B44FE" w:rsidRPr="00B3459B" w:rsidRDefault="000B44FE" w:rsidP="00AE1E5A">
            <w:pPr>
              <w:pStyle w:val="Tabela-tekst"/>
              <w:jc w:val="center"/>
            </w:pPr>
            <w:r w:rsidRPr="00B3459B">
              <w:t>0,08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7F844916" w14:textId="31B943DE" w:rsidR="000B44FE" w:rsidRPr="00B3459B" w:rsidRDefault="000B44FE" w:rsidP="00AE1E5A">
            <w:pPr>
              <w:pStyle w:val="Tabela-tekst"/>
              <w:jc w:val="center"/>
            </w:pPr>
            <w:r w:rsidRPr="00B3459B">
              <w:t>0,10</w:t>
            </w:r>
          </w:p>
        </w:tc>
        <w:tc>
          <w:tcPr>
            <w:tcW w:w="113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F4BA92" w14:textId="2B6D672E" w:rsidR="000B44FE" w:rsidRPr="00B3459B" w:rsidRDefault="000B44FE" w:rsidP="00AE1E5A">
            <w:pPr>
              <w:pStyle w:val="Tabela-tekst"/>
              <w:jc w:val="center"/>
            </w:pPr>
            <w:r w:rsidRPr="00B3459B">
              <w:t>0,10</w:t>
            </w:r>
          </w:p>
        </w:tc>
      </w:tr>
      <w:tr w:rsidR="000B44FE" w:rsidRPr="00B3459B" w14:paraId="4BE970A3" w14:textId="77777777" w:rsidTr="00006A97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BEAC05" w14:textId="2A6EB3F4" w:rsidR="000B44FE" w:rsidRPr="00B3459B" w:rsidRDefault="000B44FE" w:rsidP="00AE1E5A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Okno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DA2E3C" w14:textId="10756400" w:rsidR="000B44FE" w:rsidRPr="00B3459B" w:rsidRDefault="000B44FE" w:rsidP="00AE1E5A">
            <w:pPr>
              <w:pStyle w:val="Tabela-tekst"/>
              <w:jc w:val="center"/>
            </w:pPr>
            <w:r w:rsidRPr="00B3459B">
              <w:t>4,83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92C7549" w14:textId="77777777" w:rsidR="000B44FE" w:rsidRPr="00B3459B" w:rsidRDefault="000B44FE" w:rsidP="00AE1E5A">
            <w:pPr>
              <w:pStyle w:val="Tabela-tekst"/>
              <w:jc w:val="center"/>
            </w:pP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599C41EB" w14:textId="0289FFE9" w:rsidR="000B44FE" w:rsidRPr="00B3459B" w:rsidRDefault="000B44FE" w:rsidP="00AE1E5A">
            <w:pPr>
              <w:pStyle w:val="Tabela-tekst"/>
              <w:jc w:val="center"/>
            </w:pPr>
            <w:r w:rsidRPr="00B3459B">
              <w:t>0,15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5A99AA63" w14:textId="032B520F" w:rsidR="000B44FE" w:rsidRPr="00B3459B" w:rsidRDefault="000B44FE" w:rsidP="00AE1E5A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14:paraId="542A85E2" w14:textId="2FF7B6B6" w:rsidR="000B44FE" w:rsidRPr="00B3459B" w:rsidRDefault="000B44FE" w:rsidP="00AE1E5A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7E5F1AD8" w14:textId="4D292380" w:rsidR="000B44FE" w:rsidRPr="00B3459B" w:rsidRDefault="000B44FE" w:rsidP="00AE1E5A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2195D851" w14:textId="3E43D152" w:rsidR="000B44FE" w:rsidRPr="00B3459B" w:rsidRDefault="000B44FE" w:rsidP="00AE1E5A">
            <w:pPr>
              <w:pStyle w:val="Tabela-tekst"/>
              <w:jc w:val="center"/>
            </w:pPr>
            <w:r w:rsidRPr="00B3459B">
              <w:t>0,02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C985B0B" w14:textId="4AC21F3D" w:rsidR="000B44FE" w:rsidRPr="00B3459B" w:rsidRDefault="000B44FE" w:rsidP="00AE1E5A">
            <w:pPr>
              <w:pStyle w:val="Tabela-tekst"/>
              <w:jc w:val="center"/>
            </w:pPr>
            <w:r w:rsidRPr="00B3459B">
              <w:t>0,02</w:t>
            </w:r>
          </w:p>
        </w:tc>
      </w:tr>
      <w:tr w:rsidR="000B44FE" w:rsidRPr="00B3459B" w14:paraId="4BDFBC81" w14:textId="77777777" w:rsidTr="00006A97">
        <w:trPr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5930D88" w14:textId="19726DB0" w:rsidR="000B44FE" w:rsidRPr="00B3459B" w:rsidRDefault="000B44FE" w:rsidP="00AE1E5A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Tynk na murze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7AFEF7" w14:textId="0080F2EC" w:rsidR="000B44FE" w:rsidRPr="00B3459B" w:rsidRDefault="00ED42A5" w:rsidP="00AE1E5A">
            <w:pPr>
              <w:pStyle w:val="Tabela-tekst"/>
              <w:jc w:val="center"/>
            </w:pPr>
            <w:r w:rsidRPr="00B3459B">
              <w:t>24,91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A93F410" w14:textId="77777777" w:rsidR="000B44FE" w:rsidRPr="00B3459B" w:rsidRDefault="000B44FE" w:rsidP="00AE1E5A">
            <w:pPr>
              <w:pStyle w:val="Tabela-tekst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7906FBB3" w14:textId="10C409E7" w:rsidR="000B44FE" w:rsidRPr="00B3459B" w:rsidRDefault="000B44FE" w:rsidP="00AE1E5A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1BF305D4" w14:textId="4BBC9DBC" w:rsidR="000B44FE" w:rsidRPr="00B3459B" w:rsidRDefault="000B44FE" w:rsidP="00AE1E5A">
            <w:pPr>
              <w:pStyle w:val="Tabela-tekst"/>
              <w:jc w:val="center"/>
            </w:pPr>
            <w:r w:rsidRPr="00B3459B">
              <w:t>0,02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14:paraId="55335CF9" w14:textId="1DFC25B1" w:rsidR="000B44FE" w:rsidRPr="00B3459B" w:rsidRDefault="000B44FE" w:rsidP="00AE1E5A">
            <w:pPr>
              <w:pStyle w:val="Tabela-tekst"/>
              <w:jc w:val="center"/>
            </w:pPr>
            <w:r w:rsidRPr="00B3459B">
              <w:t>0,02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2E8296D2" w14:textId="6D3EBC75" w:rsidR="000B44FE" w:rsidRPr="00B3459B" w:rsidRDefault="000B44FE" w:rsidP="00AE1E5A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62E0D260" w14:textId="1AD0C772" w:rsidR="000B44FE" w:rsidRPr="00B3459B" w:rsidRDefault="000B44FE" w:rsidP="00AE1E5A">
            <w:pPr>
              <w:pStyle w:val="Tabela-tekst"/>
              <w:jc w:val="center"/>
            </w:pPr>
            <w:r w:rsidRPr="00B3459B">
              <w:t>0,04</w:t>
            </w:r>
          </w:p>
        </w:tc>
        <w:tc>
          <w:tcPr>
            <w:tcW w:w="1132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5F38FC7" w14:textId="56802C77" w:rsidR="000B44FE" w:rsidRPr="00B3459B" w:rsidRDefault="000B44FE" w:rsidP="00AE1E5A">
            <w:pPr>
              <w:pStyle w:val="Tabela-tekst"/>
              <w:jc w:val="center"/>
            </w:pPr>
            <w:r w:rsidRPr="00B3459B">
              <w:t>0,04</w:t>
            </w:r>
          </w:p>
        </w:tc>
      </w:tr>
      <w:tr w:rsidR="000B44FE" w:rsidRPr="00B3459B" w14:paraId="16F78CB8" w14:textId="77777777" w:rsidTr="00006A97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4F7A53" w14:textId="55DCD659" w:rsidR="000B44FE" w:rsidRPr="00B3459B" w:rsidRDefault="000B44FE" w:rsidP="00AE1E5A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Płyta</w:t>
            </w:r>
            <w:r w:rsidR="00BC04DF" w:rsidRPr="00B3459B">
              <w:rPr>
                <w:b/>
                <w:bCs/>
              </w:rPr>
              <w:t xml:space="preserve"> </w:t>
            </w:r>
            <w:r w:rsidRPr="00B3459B">
              <w:rPr>
                <w:b/>
                <w:bCs/>
              </w:rPr>
              <w:t>gipsowo-włóknowa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14BDB6" w14:textId="57835649" w:rsidR="000B44FE" w:rsidRPr="00B3459B" w:rsidRDefault="00D128C7" w:rsidP="00AE1E5A">
            <w:pPr>
              <w:pStyle w:val="Tabela-tekst"/>
              <w:jc w:val="center"/>
            </w:pPr>
            <w:r w:rsidRPr="00B3459B">
              <w:t>20,04</w:t>
            </w: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14:paraId="53BEB6BF" w14:textId="77777777" w:rsidR="000B44FE" w:rsidRPr="00B3459B" w:rsidRDefault="000B44FE" w:rsidP="00AE1E5A">
            <w:pPr>
              <w:pStyle w:val="Tabela-tekst"/>
              <w:jc w:val="center"/>
            </w:pPr>
          </w:p>
        </w:tc>
        <w:tc>
          <w:tcPr>
            <w:tcW w:w="1131" w:type="dxa"/>
            <w:vAlign w:val="center"/>
          </w:tcPr>
          <w:p w14:paraId="5675B01A" w14:textId="76623D00" w:rsidR="000B44FE" w:rsidRPr="00B3459B" w:rsidRDefault="000B44FE" w:rsidP="00AE1E5A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1" w:type="dxa"/>
            <w:vAlign w:val="center"/>
          </w:tcPr>
          <w:p w14:paraId="7BF1B2CD" w14:textId="31CB2F6C" w:rsidR="000B44FE" w:rsidRPr="00B3459B" w:rsidRDefault="000B44FE" w:rsidP="00AE1E5A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2" w:type="dxa"/>
            <w:vAlign w:val="center"/>
          </w:tcPr>
          <w:p w14:paraId="02656F1E" w14:textId="5AE716FA" w:rsidR="000B44FE" w:rsidRPr="00B3459B" w:rsidRDefault="000B44FE" w:rsidP="00AE1E5A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1" w:type="dxa"/>
            <w:vAlign w:val="center"/>
          </w:tcPr>
          <w:p w14:paraId="08648321" w14:textId="6E695F5E" w:rsidR="000B44FE" w:rsidRPr="00B3459B" w:rsidRDefault="000B44FE" w:rsidP="00AE1E5A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1" w:type="dxa"/>
            <w:vAlign w:val="center"/>
          </w:tcPr>
          <w:p w14:paraId="1307496F" w14:textId="5B7C7E3A" w:rsidR="000B44FE" w:rsidRPr="00B3459B" w:rsidRDefault="000B44FE" w:rsidP="00AE1E5A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1998D386" w14:textId="52035242" w:rsidR="000B44FE" w:rsidRPr="00B3459B" w:rsidRDefault="000B44FE" w:rsidP="00AE1E5A">
            <w:pPr>
              <w:pStyle w:val="Tabela-tekst"/>
              <w:jc w:val="center"/>
            </w:pPr>
            <w:r w:rsidRPr="00B3459B">
              <w:t>0,01</w:t>
            </w:r>
          </w:p>
        </w:tc>
      </w:tr>
      <w:tr w:rsidR="000B44FE" w:rsidRPr="00B3459B" w14:paraId="4B36A4B2" w14:textId="77777777" w:rsidTr="00006A97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DE202F" w14:textId="2C454313" w:rsidR="000B44FE" w:rsidRPr="00B3459B" w:rsidRDefault="00356DBA" w:rsidP="00AE1E5A">
            <w:pPr>
              <w:pStyle w:val="Tabela-tek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Wykładzina PCV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858926" w14:textId="4C0C7A48" w:rsidR="000B44FE" w:rsidRPr="00B3459B" w:rsidRDefault="000B44FE" w:rsidP="00AE1E5A">
            <w:pPr>
              <w:pStyle w:val="Tabela-tekst"/>
              <w:jc w:val="center"/>
            </w:pPr>
            <w:r w:rsidRPr="00B3459B">
              <w:t>15,2</w:t>
            </w:r>
            <w:r w:rsidR="00ED42A5" w:rsidRPr="00B3459B">
              <w:t>1</w:t>
            </w: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14:paraId="6AEB3F5F" w14:textId="77777777" w:rsidR="000B44FE" w:rsidRPr="00B3459B" w:rsidRDefault="000B44FE" w:rsidP="00AE1E5A">
            <w:pPr>
              <w:pStyle w:val="Tabela-tekst"/>
              <w:jc w:val="center"/>
            </w:pPr>
          </w:p>
        </w:tc>
        <w:tc>
          <w:tcPr>
            <w:tcW w:w="1131" w:type="dxa"/>
            <w:vAlign w:val="center"/>
          </w:tcPr>
          <w:p w14:paraId="5DEB096C" w14:textId="4B864090" w:rsidR="000B44FE" w:rsidRPr="00B3459B" w:rsidRDefault="000B44FE" w:rsidP="00AE1E5A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1" w:type="dxa"/>
            <w:vAlign w:val="center"/>
          </w:tcPr>
          <w:p w14:paraId="1CD557AB" w14:textId="7867AD06" w:rsidR="000B44FE" w:rsidRPr="00B3459B" w:rsidRDefault="000B44FE" w:rsidP="00AE1E5A">
            <w:pPr>
              <w:pStyle w:val="Tabela-tekst"/>
              <w:jc w:val="center"/>
            </w:pPr>
            <w:r w:rsidRPr="00B3459B">
              <w:t>0,04</w:t>
            </w:r>
          </w:p>
        </w:tc>
        <w:tc>
          <w:tcPr>
            <w:tcW w:w="1132" w:type="dxa"/>
            <w:vAlign w:val="center"/>
          </w:tcPr>
          <w:p w14:paraId="3F90F005" w14:textId="3C65C1C8" w:rsidR="000B44FE" w:rsidRPr="00B3459B" w:rsidRDefault="000B44FE" w:rsidP="00AE1E5A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1" w:type="dxa"/>
            <w:vAlign w:val="center"/>
          </w:tcPr>
          <w:p w14:paraId="3654D2CC" w14:textId="26C7E036" w:rsidR="000B44FE" w:rsidRPr="00B3459B" w:rsidRDefault="000B44FE" w:rsidP="00AE1E5A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1" w:type="dxa"/>
            <w:vAlign w:val="center"/>
          </w:tcPr>
          <w:p w14:paraId="6F27B3EC" w14:textId="58B02427" w:rsidR="000B44FE" w:rsidRPr="00B3459B" w:rsidRDefault="000B44FE" w:rsidP="00AE1E5A">
            <w:pPr>
              <w:pStyle w:val="Tabela-tekst"/>
              <w:jc w:val="center"/>
            </w:pPr>
            <w:r w:rsidRPr="00B3459B">
              <w:t>0,0</w:t>
            </w:r>
            <w:r w:rsidR="00356DBA">
              <w:t>5</w:t>
            </w: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612E6070" w14:textId="2F44F8E5" w:rsidR="000B44FE" w:rsidRPr="00B3459B" w:rsidRDefault="000B44FE" w:rsidP="00AE1E5A">
            <w:pPr>
              <w:pStyle w:val="Tabela-tekst"/>
              <w:jc w:val="center"/>
            </w:pPr>
            <w:r w:rsidRPr="00B3459B">
              <w:t>0,05</w:t>
            </w:r>
          </w:p>
        </w:tc>
      </w:tr>
      <w:tr w:rsidR="000B44FE" w:rsidRPr="00B3459B" w14:paraId="36015D33" w14:textId="77777777" w:rsidTr="00006A97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590BBF" w14:textId="406E2783" w:rsidR="000B44FE" w:rsidRPr="00B3459B" w:rsidRDefault="00507882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UPRF03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245204" w14:textId="10E8B018" w:rsidR="000B44FE" w:rsidRPr="00B3459B" w:rsidRDefault="00ED42A5" w:rsidP="00074A75">
            <w:pPr>
              <w:pStyle w:val="Tabela-tekst"/>
              <w:jc w:val="center"/>
            </w:pPr>
            <w:r w:rsidRPr="00B3459B">
              <w:t>9,60</w:t>
            </w: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14:paraId="2D6B1CB3" w14:textId="77777777" w:rsidR="000B44FE" w:rsidRPr="00B3459B" w:rsidRDefault="000B44FE" w:rsidP="00074A75">
            <w:pPr>
              <w:pStyle w:val="Tabela-tekst"/>
              <w:jc w:val="center"/>
            </w:pPr>
          </w:p>
        </w:tc>
        <w:tc>
          <w:tcPr>
            <w:tcW w:w="1131" w:type="dxa"/>
            <w:vAlign w:val="center"/>
          </w:tcPr>
          <w:p w14:paraId="0138D02E" w14:textId="3E09EB3B" w:rsidR="000B44FE" w:rsidRPr="00B3459B" w:rsidRDefault="000B44FE" w:rsidP="00074A75">
            <w:pPr>
              <w:pStyle w:val="Tabela-tekst"/>
              <w:jc w:val="center"/>
            </w:pPr>
            <w:r w:rsidRPr="00B3459B">
              <w:t>0,61</w:t>
            </w:r>
          </w:p>
        </w:tc>
        <w:tc>
          <w:tcPr>
            <w:tcW w:w="1131" w:type="dxa"/>
            <w:vAlign w:val="center"/>
          </w:tcPr>
          <w:p w14:paraId="7B971D52" w14:textId="1D9214C5" w:rsidR="000B44FE" w:rsidRPr="00B3459B" w:rsidRDefault="000B44FE" w:rsidP="00074A75">
            <w:pPr>
              <w:pStyle w:val="Tabela-tekst"/>
              <w:jc w:val="center"/>
            </w:pPr>
            <w:r w:rsidRPr="00B3459B">
              <w:t>0,73</w:t>
            </w:r>
          </w:p>
        </w:tc>
        <w:tc>
          <w:tcPr>
            <w:tcW w:w="1132" w:type="dxa"/>
            <w:vAlign w:val="center"/>
          </w:tcPr>
          <w:p w14:paraId="6F4CBDDC" w14:textId="08339759" w:rsidR="000B44FE" w:rsidRPr="00B3459B" w:rsidRDefault="000B44FE" w:rsidP="00074A75">
            <w:pPr>
              <w:pStyle w:val="Tabela-tekst"/>
              <w:jc w:val="center"/>
            </w:pPr>
            <w:r w:rsidRPr="00B3459B">
              <w:t>0,58</w:t>
            </w:r>
          </w:p>
        </w:tc>
        <w:tc>
          <w:tcPr>
            <w:tcW w:w="1131" w:type="dxa"/>
            <w:vAlign w:val="center"/>
          </w:tcPr>
          <w:p w14:paraId="6E1C9C07" w14:textId="3E41D346" w:rsidR="000B44FE" w:rsidRPr="00B3459B" w:rsidRDefault="000B44FE" w:rsidP="00074A75">
            <w:pPr>
              <w:pStyle w:val="Tabela-tekst"/>
              <w:jc w:val="center"/>
            </w:pPr>
            <w:r w:rsidRPr="00B3459B">
              <w:t>0,58</w:t>
            </w:r>
          </w:p>
        </w:tc>
        <w:tc>
          <w:tcPr>
            <w:tcW w:w="1131" w:type="dxa"/>
            <w:vAlign w:val="center"/>
          </w:tcPr>
          <w:p w14:paraId="5A9AA32A" w14:textId="7E530921" w:rsidR="000B44FE" w:rsidRPr="00B3459B" w:rsidRDefault="000B44FE" w:rsidP="00074A75">
            <w:pPr>
              <w:pStyle w:val="Tabela-tekst"/>
              <w:jc w:val="center"/>
            </w:pPr>
            <w:r w:rsidRPr="00B3459B">
              <w:t>0,44</w:t>
            </w: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79726E60" w14:textId="52923BFC" w:rsidR="000B44FE" w:rsidRPr="00B3459B" w:rsidRDefault="000B44FE" w:rsidP="00074A75">
            <w:pPr>
              <w:pStyle w:val="Tabela-tekst"/>
              <w:jc w:val="center"/>
            </w:pPr>
            <w:r w:rsidRPr="00B3459B">
              <w:t>0,31</w:t>
            </w:r>
          </w:p>
        </w:tc>
      </w:tr>
      <w:tr w:rsidR="000B44FE" w:rsidRPr="00B3459B" w14:paraId="6D8D10F3" w14:textId="77777777" w:rsidTr="00006A97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C1291B" w14:textId="0FE94FA5" w:rsidR="000B44FE" w:rsidRPr="00B3459B" w:rsidRDefault="000B44FE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UP01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52DAE8" w14:textId="3DB04767" w:rsidR="000B44FE" w:rsidRPr="00B3459B" w:rsidRDefault="00ED42A5" w:rsidP="00074A75">
            <w:pPr>
              <w:pStyle w:val="Tabela-tekst"/>
              <w:jc w:val="center"/>
            </w:pPr>
            <w:r w:rsidRPr="00B3459B">
              <w:t>2,94</w:t>
            </w: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14:paraId="51A4D7E9" w14:textId="77777777" w:rsidR="000B44FE" w:rsidRPr="00B3459B" w:rsidRDefault="000B44FE" w:rsidP="00074A75">
            <w:pPr>
              <w:pStyle w:val="Tabela-tekst"/>
              <w:jc w:val="center"/>
            </w:pPr>
          </w:p>
        </w:tc>
        <w:tc>
          <w:tcPr>
            <w:tcW w:w="1131" w:type="dxa"/>
            <w:vAlign w:val="center"/>
          </w:tcPr>
          <w:p w14:paraId="3BFBF97C" w14:textId="6A8FFC08" w:rsidR="000B44FE" w:rsidRPr="00B3459B" w:rsidRDefault="00D87785" w:rsidP="00074A75">
            <w:pPr>
              <w:pStyle w:val="Tabela-tekst"/>
              <w:jc w:val="center"/>
            </w:pPr>
            <w:r w:rsidRPr="00B3459B">
              <w:t>0,20</w:t>
            </w:r>
          </w:p>
        </w:tc>
        <w:tc>
          <w:tcPr>
            <w:tcW w:w="1131" w:type="dxa"/>
            <w:vAlign w:val="center"/>
          </w:tcPr>
          <w:p w14:paraId="4C9EDCD8" w14:textId="06910A99" w:rsidR="000B44FE" w:rsidRPr="00B3459B" w:rsidRDefault="00D87785" w:rsidP="00074A75">
            <w:pPr>
              <w:pStyle w:val="Tabela-tekst"/>
              <w:jc w:val="center"/>
            </w:pPr>
            <w:r w:rsidRPr="00B3459B">
              <w:t>0,70</w:t>
            </w:r>
          </w:p>
        </w:tc>
        <w:tc>
          <w:tcPr>
            <w:tcW w:w="1132" w:type="dxa"/>
            <w:vAlign w:val="center"/>
          </w:tcPr>
          <w:p w14:paraId="058B194C" w14:textId="0E7252C8" w:rsidR="000B44FE" w:rsidRPr="00B3459B" w:rsidRDefault="000B44FE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1" w:type="dxa"/>
            <w:vAlign w:val="center"/>
          </w:tcPr>
          <w:p w14:paraId="44562F62" w14:textId="73C1C144" w:rsidR="000B44FE" w:rsidRPr="00B3459B" w:rsidRDefault="00D87785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1" w:type="dxa"/>
            <w:vAlign w:val="center"/>
          </w:tcPr>
          <w:p w14:paraId="396493F9" w14:textId="4D4BDDCA" w:rsidR="000B44FE" w:rsidRPr="00B3459B" w:rsidRDefault="00D87785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628D9B56" w14:textId="76D69B95" w:rsidR="000B44FE" w:rsidRPr="00B3459B" w:rsidRDefault="00D87785" w:rsidP="00074A75">
            <w:pPr>
              <w:pStyle w:val="Tabela-tekst"/>
              <w:jc w:val="center"/>
            </w:pPr>
            <w:r w:rsidRPr="00B3459B">
              <w:t>0,99</w:t>
            </w:r>
          </w:p>
        </w:tc>
      </w:tr>
      <w:tr w:rsidR="00D87785" w:rsidRPr="00B3459B" w14:paraId="3BC1F68F" w14:textId="77777777" w:rsidTr="00006A97">
        <w:trPr>
          <w:trHeight w:val="32"/>
          <w:jc w:val="center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34868C" w14:textId="69271F7D" w:rsidR="00D87785" w:rsidRPr="00B3459B" w:rsidRDefault="00D8778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URB1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1A6C38" w14:textId="24822189" w:rsidR="00D87785" w:rsidRPr="00B3459B" w:rsidRDefault="00D87785" w:rsidP="00074A75">
            <w:pPr>
              <w:pStyle w:val="Tabela-tekst"/>
              <w:jc w:val="center"/>
            </w:pPr>
            <w:r w:rsidRPr="00B3459B">
              <w:t>5,76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EB6857E" w14:textId="77777777" w:rsidR="00D87785" w:rsidRPr="00B3459B" w:rsidRDefault="00D87785" w:rsidP="00074A75">
            <w:pPr>
              <w:pStyle w:val="Tabela-tekst"/>
              <w:jc w:val="center"/>
            </w:pP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3B2C3B38" w14:textId="2B7DFB2C" w:rsidR="00D87785" w:rsidRPr="00B3459B" w:rsidRDefault="00D87785" w:rsidP="00074A75">
            <w:pPr>
              <w:pStyle w:val="Tabela-tekst"/>
              <w:jc w:val="center"/>
            </w:pPr>
            <w:r w:rsidRPr="00B3459B">
              <w:t>0,60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2AE8A458" w14:textId="3D86FB01" w:rsidR="00D87785" w:rsidRPr="00B3459B" w:rsidRDefault="00D87785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2" w:type="dxa"/>
            <w:tcBorders>
              <w:bottom w:val="single" w:sz="12" w:space="0" w:color="auto"/>
            </w:tcBorders>
            <w:vAlign w:val="center"/>
          </w:tcPr>
          <w:p w14:paraId="39F58502" w14:textId="14DBD4D0" w:rsidR="00D87785" w:rsidRPr="00B3459B" w:rsidRDefault="00D87785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1AFC6AAE" w14:textId="54CE4CF6" w:rsidR="00D87785" w:rsidRPr="00B3459B" w:rsidRDefault="00D87785" w:rsidP="00074A75">
            <w:pPr>
              <w:pStyle w:val="Tabela-tekst"/>
              <w:jc w:val="center"/>
            </w:pPr>
            <w:r w:rsidRPr="00B3459B">
              <w:t>0,80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60955D97" w14:textId="748F337E" w:rsidR="00D87785" w:rsidRPr="00B3459B" w:rsidRDefault="00D87785" w:rsidP="00074A75">
            <w:pPr>
              <w:pStyle w:val="Tabela-tekst"/>
              <w:jc w:val="center"/>
            </w:pPr>
            <w:r w:rsidRPr="00B3459B">
              <w:t>0,65</w:t>
            </w:r>
          </w:p>
        </w:tc>
        <w:tc>
          <w:tcPr>
            <w:tcW w:w="113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D345587" w14:textId="7AE714B4" w:rsidR="00D87785" w:rsidRPr="00B3459B" w:rsidRDefault="00D87785" w:rsidP="00074A75">
            <w:pPr>
              <w:pStyle w:val="Tabela-tekst"/>
              <w:jc w:val="center"/>
            </w:pPr>
            <w:r w:rsidRPr="00B3459B">
              <w:t>0,45</w:t>
            </w:r>
          </w:p>
        </w:tc>
      </w:tr>
    </w:tbl>
    <w:p w14:paraId="77C0F640" w14:textId="77777777" w:rsidR="00006A97" w:rsidRPr="00B3459B" w:rsidRDefault="00006A97" w:rsidP="00246FCF">
      <w:pPr>
        <w:pStyle w:val="Tabela-tekst"/>
        <w:keepNext/>
        <w:jc w:val="center"/>
      </w:pPr>
    </w:p>
    <w:p w14:paraId="09D7EF28" w14:textId="03468428" w:rsidR="00246FCF" w:rsidRPr="00B3459B" w:rsidRDefault="00D567C8" w:rsidP="00246FCF">
      <w:pPr>
        <w:pStyle w:val="Tabela-tekst"/>
        <w:keepNext/>
        <w:jc w:val="center"/>
      </w:pPr>
      <w:r w:rsidRPr="00B3459B">
        <w:rPr>
          <w:noProof/>
          <w:lang w:eastAsia="pl-PL"/>
        </w:rPr>
        <w:drawing>
          <wp:inline distT="0" distB="0" distL="0" distR="0" wp14:anchorId="7B5D1187" wp14:editId="0A678D78">
            <wp:extent cx="4849200" cy="3240000"/>
            <wp:effectExtent l="0" t="0" r="889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AEE7F" w14:textId="317325C9" w:rsidR="00006A97" w:rsidRPr="00B3459B" w:rsidRDefault="00246FCF" w:rsidP="00115D09">
      <w:pPr>
        <w:pStyle w:val="Legenda"/>
        <w:jc w:val="center"/>
      </w:pPr>
      <w:bookmarkStart w:id="118" w:name="_Toc44506423"/>
      <w:r w:rsidRPr="00B3459B">
        <w:t xml:space="preserve">Rys. </w:t>
      </w:r>
      <w:r w:rsidR="005C184A" w:rsidRPr="00B3459B">
        <w:rPr>
          <w:noProof/>
        </w:rPr>
        <w:fldChar w:fldCharType="begin"/>
      </w:r>
      <w:r w:rsidR="005C184A" w:rsidRPr="00B3459B">
        <w:rPr>
          <w:noProof/>
        </w:rPr>
        <w:instrText xml:space="preserve"> STYLEREF 1 \s </w:instrText>
      </w:r>
      <w:r w:rsidR="005C184A" w:rsidRPr="00B3459B">
        <w:rPr>
          <w:noProof/>
        </w:rPr>
        <w:fldChar w:fldCharType="separate"/>
      </w:r>
      <w:r w:rsidR="00825AF8">
        <w:rPr>
          <w:noProof/>
        </w:rPr>
        <w:t>4</w:t>
      </w:r>
      <w:r w:rsidR="005C184A" w:rsidRPr="00B3459B">
        <w:rPr>
          <w:noProof/>
        </w:rPr>
        <w:fldChar w:fldCharType="end"/>
      </w:r>
      <w:r w:rsidR="00687ACF" w:rsidRPr="00B3459B">
        <w:t>.</w:t>
      </w:r>
      <w:r w:rsidR="005C184A" w:rsidRPr="00B3459B">
        <w:rPr>
          <w:noProof/>
        </w:rPr>
        <w:fldChar w:fldCharType="begin"/>
      </w:r>
      <w:r w:rsidR="005C184A" w:rsidRPr="00B3459B">
        <w:rPr>
          <w:noProof/>
        </w:rPr>
        <w:instrText xml:space="preserve"> SEQ Rys. \* ARABIC \s 1 </w:instrText>
      </w:r>
      <w:r w:rsidR="005C184A" w:rsidRPr="00B3459B">
        <w:rPr>
          <w:noProof/>
        </w:rPr>
        <w:fldChar w:fldCharType="separate"/>
      </w:r>
      <w:r w:rsidR="00825AF8">
        <w:rPr>
          <w:noProof/>
        </w:rPr>
        <w:t>2</w:t>
      </w:r>
      <w:r w:rsidR="005C184A" w:rsidRPr="00B3459B">
        <w:rPr>
          <w:noProof/>
        </w:rPr>
        <w:fldChar w:fldCharType="end"/>
      </w:r>
      <w:r w:rsidRPr="00B3459B">
        <w:t xml:space="preserve">. </w:t>
      </w:r>
      <w:r w:rsidR="00EE5AF9" w:rsidRPr="00B3459B">
        <w:t>Wyznaczona obliczeniowo charakterystyka</w:t>
      </w:r>
      <w:r w:rsidR="00B0713E" w:rsidRPr="00B3459B">
        <w:t xml:space="preserve"> częstotliwościowa</w:t>
      </w:r>
      <w:r w:rsidR="00EE5AF9" w:rsidRPr="00B3459B">
        <w:t xml:space="preserve"> czasu pogłosu w salach typu I</w:t>
      </w:r>
      <w:bookmarkEnd w:id="118"/>
      <w:r w:rsidR="00006A97" w:rsidRPr="00B3459B">
        <w:br w:type="page"/>
      </w:r>
    </w:p>
    <w:p w14:paraId="272C817D" w14:textId="4E1D0739" w:rsidR="00BF357B" w:rsidRPr="00B3459B" w:rsidRDefault="00BF357B" w:rsidP="00BF357B">
      <w:pPr>
        <w:pStyle w:val="Nagwek3"/>
      </w:pPr>
      <w:bookmarkStart w:id="119" w:name="_Toc44506390"/>
      <w:r w:rsidRPr="00B3459B">
        <w:lastRenderedPageBreak/>
        <w:t xml:space="preserve">Sale do zajęć indywidualnych </w:t>
      </w:r>
      <w:r w:rsidR="00EE5AF9" w:rsidRPr="00B3459B">
        <w:t xml:space="preserve">– </w:t>
      </w:r>
      <w:r w:rsidRPr="00B3459B">
        <w:t>typ II</w:t>
      </w:r>
      <w:bookmarkEnd w:id="119"/>
    </w:p>
    <w:p w14:paraId="115C86EC" w14:textId="6852B611" w:rsidR="00B15FE5" w:rsidRPr="00B3459B" w:rsidRDefault="00356DBA" w:rsidP="00B15FE5">
      <w:r>
        <w:t xml:space="preserve">Zastosowanie nierównoległych ścian w salach zapobiega powstawaniu niekorzystnego rozkładu modów akustycznych w pomieszczeniu. </w:t>
      </w:r>
      <w:r w:rsidR="00B15FE5" w:rsidRPr="00B3459B">
        <w:t>Projekt adaptacji akustycz</w:t>
      </w:r>
      <w:r w:rsidR="007C035B" w:rsidRPr="00B3459B">
        <w:t xml:space="preserve">nej został wykonany </w:t>
      </w:r>
      <w:r w:rsidR="00EE5AF9" w:rsidRPr="00B3459B">
        <w:t xml:space="preserve">na przykładzie </w:t>
      </w:r>
      <w:r w:rsidR="007C035B" w:rsidRPr="00B3459B">
        <w:t>sali 207</w:t>
      </w:r>
      <w:r w:rsidR="00B15FE5" w:rsidRPr="00B3459B">
        <w:t>. Pozostałe sale tego typu należy wykonać analogicznie</w:t>
      </w:r>
      <w:r w:rsidR="00EE5AF9" w:rsidRPr="00B3459B">
        <w:t>:</w:t>
      </w:r>
    </w:p>
    <w:p w14:paraId="66F03C50" w14:textId="77777777" w:rsidR="00EE5AF9" w:rsidRPr="00B3459B" w:rsidRDefault="00EE5AF9" w:rsidP="00EE5AF9">
      <w:pPr>
        <w:pStyle w:val="Akapitzlist"/>
        <w:numPr>
          <w:ilvl w:val="0"/>
          <w:numId w:val="20"/>
        </w:numPr>
      </w:pPr>
      <w:r w:rsidRPr="00B3459B">
        <w:t>typ II – sale o powierzchni od 20 do 40 m</w:t>
      </w:r>
      <w:r w:rsidRPr="00B3459B">
        <w:rPr>
          <w:vertAlign w:val="superscript"/>
        </w:rPr>
        <w:t>2</w:t>
      </w:r>
      <w:r w:rsidRPr="00B3459B">
        <w:t>:</w:t>
      </w:r>
    </w:p>
    <w:p w14:paraId="2946AC32" w14:textId="77777777" w:rsidR="00EE5AF9" w:rsidRPr="00B3459B" w:rsidRDefault="00EE5AF9" w:rsidP="00EE5AF9">
      <w:pPr>
        <w:pStyle w:val="Akapitzlist"/>
        <w:numPr>
          <w:ilvl w:val="0"/>
          <w:numId w:val="22"/>
        </w:numPr>
      </w:pPr>
      <w:r w:rsidRPr="00B3459B">
        <w:t>sala 106,</w:t>
      </w:r>
    </w:p>
    <w:p w14:paraId="1748B98E" w14:textId="3FFAF1A8" w:rsidR="00EE5AF9" w:rsidRPr="00B3459B" w:rsidRDefault="00EE5AF9" w:rsidP="00EE5AF9">
      <w:pPr>
        <w:pStyle w:val="Akapitzlist"/>
        <w:numPr>
          <w:ilvl w:val="0"/>
          <w:numId w:val="22"/>
        </w:numPr>
      </w:pPr>
      <w:r w:rsidRPr="00B3459B">
        <w:t>sala 205</w:t>
      </w:r>
      <w:r w:rsidR="003E124A" w:rsidRPr="00B3459B">
        <w:t xml:space="preserve"> (sala specjalna)</w:t>
      </w:r>
      <w:r w:rsidR="00C94703" w:rsidRPr="00B3459B">
        <w:t>,</w:t>
      </w:r>
    </w:p>
    <w:p w14:paraId="710AA222" w14:textId="4A563453" w:rsidR="00C94703" w:rsidRPr="00B3459B" w:rsidRDefault="00C94703" w:rsidP="00EE5AF9">
      <w:pPr>
        <w:pStyle w:val="Akapitzlist"/>
        <w:numPr>
          <w:ilvl w:val="0"/>
          <w:numId w:val="22"/>
        </w:numPr>
      </w:pPr>
      <w:r w:rsidRPr="00B3459B">
        <w:t>sala 207.</w:t>
      </w:r>
    </w:p>
    <w:p w14:paraId="25B0C01C" w14:textId="5662A5EC" w:rsidR="00B15FE5" w:rsidRPr="00B3459B" w:rsidRDefault="00B15FE5" w:rsidP="00B15FE5">
      <w:r w:rsidRPr="00B3459B">
        <w:t xml:space="preserve">Sposób rozmieszczenia adaptacji akustycznej pokazano na rysunku </w:t>
      </w:r>
      <w:r w:rsidR="00031291" w:rsidRPr="00B3459B">
        <w:t>Etap_III_AW02a</w:t>
      </w:r>
      <w:r w:rsidRPr="00B3459B">
        <w:t>.</w:t>
      </w:r>
    </w:p>
    <w:p w14:paraId="7FA70594" w14:textId="691FBC1A" w:rsidR="00C16025" w:rsidRPr="00B3459B" w:rsidRDefault="00C16025" w:rsidP="00B15FE5">
      <w:r w:rsidRPr="00B3459B">
        <w:t xml:space="preserve">Sala 205 należy do sal do zajęć indywidualnych typu II, jednak wymaga innego rozmieszczenia adaptacji akustycznej, ze względu na możliwość prowadzenia w niej zajęć teoretycznych. Sposób rozmieszczenia adaptacji w tej sali pokazano na rysunku </w:t>
      </w:r>
      <w:r w:rsidR="00031291" w:rsidRPr="00B3459B">
        <w:t>Etap_III_</w:t>
      </w:r>
      <w:r w:rsidRPr="00B3459B">
        <w:t>AW</w:t>
      </w:r>
      <w:r w:rsidR="00031291" w:rsidRPr="00B3459B">
        <w:t>02b</w:t>
      </w:r>
      <w:r w:rsidRPr="00B3459B">
        <w:t>.</w:t>
      </w:r>
    </w:p>
    <w:p w14:paraId="0F80D4F2" w14:textId="4FDB0BC2" w:rsidR="00EE5AF9" w:rsidRPr="00B3459B" w:rsidRDefault="00EE5AF9" w:rsidP="00EE5AF9">
      <w:r w:rsidRPr="00B3459B">
        <w:t>Poniższa tabela przedstawia zestawienie adaptacji akustycznej w salach typu II.</w:t>
      </w:r>
    </w:p>
    <w:p w14:paraId="4D5C82F6" w14:textId="019D9E65" w:rsidR="00B15FE5" w:rsidRPr="00B3459B" w:rsidRDefault="00B15FE5" w:rsidP="00B15FE5">
      <w:pPr>
        <w:pStyle w:val="Legenda"/>
        <w:keepNext/>
      </w:pPr>
      <w:bookmarkStart w:id="120" w:name="_Toc44506412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4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2</w:t>
      </w:r>
      <w:r w:rsidR="00AC6A0B" w:rsidRPr="00B3459B">
        <w:rPr>
          <w:noProof/>
        </w:rPr>
        <w:fldChar w:fldCharType="end"/>
      </w:r>
      <w:r w:rsidRPr="00B3459B">
        <w:t>. Zastosowane materiały</w:t>
      </w:r>
      <w:r w:rsidR="00EE5AF9" w:rsidRPr="00B3459B">
        <w:t xml:space="preserve"> – </w:t>
      </w:r>
      <w:r w:rsidR="00A47367" w:rsidRPr="00B3459B">
        <w:t>sale do zajęć indywidualnych na przykładzie sali nr 207</w:t>
      </w:r>
      <w:r w:rsidR="00DA15F1" w:rsidRPr="00B3459B">
        <w:t xml:space="preserve"> </w:t>
      </w:r>
      <w:r w:rsidR="00EE5AF9" w:rsidRPr="00B3459B">
        <w:t>– typ II</w:t>
      </w:r>
      <w:bookmarkEnd w:id="120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709"/>
        <w:gridCol w:w="430"/>
        <w:gridCol w:w="1130"/>
        <w:gridCol w:w="1130"/>
        <w:gridCol w:w="1130"/>
        <w:gridCol w:w="1131"/>
        <w:gridCol w:w="1131"/>
        <w:gridCol w:w="1131"/>
      </w:tblGrid>
      <w:tr w:rsidR="00B15FE5" w:rsidRPr="00B3459B" w14:paraId="63D93C36" w14:textId="77777777" w:rsidTr="00B15FE5">
        <w:trPr>
          <w:jc w:val="center"/>
        </w:trPr>
        <w:tc>
          <w:tcPr>
            <w:tcW w:w="101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18EA16" w14:textId="77777777" w:rsidR="00B15FE5" w:rsidRPr="00B3459B" w:rsidRDefault="00B15FE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Wartości współczynników pochłaniania</w:t>
            </w:r>
          </w:p>
        </w:tc>
      </w:tr>
      <w:tr w:rsidR="00B15FE5" w:rsidRPr="00B3459B" w14:paraId="2C0705B7" w14:textId="77777777" w:rsidTr="00006A97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E7C4F4" w14:textId="77777777" w:rsidR="00B15FE5" w:rsidRPr="00B3459B" w:rsidRDefault="00B15FE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Materiał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7B763F" w14:textId="77777777" w:rsidR="00B15FE5" w:rsidRPr="00B3459B" w:rsidRDefault="00B15FE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S [m</w:t>
            </w:r>
            <w:r w:rsidRPr="00B3459B">
              <w:rPr>
                <w:b/>
                <w:bCs/>
                <w:vertAlign w:val="superscript"/>
              </w:rPr>
              <w:t>2</w:t>
            </w:r>
            <w:r w:rsidRPr="00B3459B">
              <w:rPr>
                <w:b/>
                <w:bCs/>
              </w:rPr>
              <w:t>]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0740BCE" w14:textId="77777777" w:rsidR="00B15FE5" w:rsidRPr="00B3459B" w:rsidRDefault="00B15FE5" w:rsidP="00074A75">
            <w:pPr>
              <w:pStyle w:val="Tabela-tekst"/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F5AB29" w14:textId="77777777" w:rsidR="00B15FE5" w:rsidRPr="00B3459B" w:rsidRDefault="00B15FE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125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B42F1D" w14:textId="77777777" w:rsidR="00B15FE5" w:rsidRPr="00B3459B" w:rsidRDefault="00B15FE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250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80690A" w14:textId="77777777" w:rsidR="00B15FE5" w:rsidRPr="00B3459B" w:rsidRDefault="00B15FE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500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4A87FD" w14:textId="77777777" w:rsidR="00B15FE5" w:rsidRPr="00B3459B" w:rsidRDefault="00B15FE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1000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4FC935" w14:textId="77777777" w:rsidR="00B15FE5" w:rsidRPr="00B3459B" w:rsidRDefault="00B15FE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2000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E6B6FF" w14:textId="77777777" w:rsidR="00B15FE5" w:rsidRPr="00B3459B" w:rsidRDefault="00B15FE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4000 Hz</w:t>
            </w:r>
          </w:p>
        </w:tc>
      </w:tr>
      <w:tr w:rsidR="00B15FE5" w:rsidRPr="00B3459B" w14:paraId="3E08E568" w14:textId="77777777" w:rsidTr="00006A97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731659" w14:textId="77777777" w:rsidR="00B15FE5" w:rsidRPr="00B3459B" w:rsidRDefault="00B15FE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Drzwi drewniane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E2D1824" w14:textId="42FF0B22" w:rsidR="00B15FE5" w:rsidRPr="00B3459B" w:rsidRDefault="00DD18CA" w:rsidP="00074A75">
            <w:pPr>
              <w:pStyle w:val="Tabela-tekst"/>
              <w:jc w:val="center"/>
            </w:pPr>
            <w:r w:rsidRPr="00B3459B">
              <w:t>1,84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30405AD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α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5C5AAD90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0,14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1DC166D9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0,10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1F935E23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0,06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738F2D3E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0,08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56C79D22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0,10</w:t>
            </w:r>
          </w:p>
        </w:tc>
        <w:tc>
          <w:tcPr>
            <w:tcW w:w="11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2E3F3B3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0,10</w:t>
            </w:r>
          </w:p>
        </w:tc>
      </w:tr>
      <w:tr w:rsidR="00B15FE5" w:rsidRPr="00B3459B" w14:paraId="4EB17685" w14:textId="77777777" w:rsidTr="00006A97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559647" w14:textId="77777777" w:rsidR="00B15FE5" w:rsidRPr="00B3459B" w:rsidRDefault="00B15FE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Okno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731748" w14:textId="3577C828" w:rsidR="00B15FE5" w:rsidRPr="00B3459B" w:rsidRDefault="00B15FE5" w:rsidP="00074A75">
            <w:pPr>
              <w:pStyle w:val="Tabela-tekst"/>
              <w:jc w:val="center"/>
            </w:pPr>
            <w:r w:rsidRPr="00B3459B">
              <w:t>7,98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650F7CD" w14:textId="77777777" w:rsidR="00B15FE5" w:rsidRPr="00B3459B" w:rsidRDefault="00B15FE5" w:rsidP="00074A75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1B3F5ABA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0,15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88850BC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08E1ADB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76A9263C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522CD477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0,02</w:t>
            </w:r>
          </w:p>
        </w:tc>
        <w:tc>
          <w:tcPr>
            <w:tcW w:w="113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CDFBF0F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0,02</w:t>
            </w:r>
          </w:p>
        </w:tc>
      </w:tr>
      <w:tr w:rsidR="00B15FE5" w:rsidRPr="00B3459B" w14:paraId="14B44388" w14:textId="77777777" w:rsidTr="00006A97">
        <w:trPr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1C9E84" w14:textId="77777777" w:rsidR="00B15FE5" w:rsidRPr="00B3459B" w:rsidRDefault="00B15FE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Tynk na murze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9F9EB65" w14:textId="35C3EC63" w:rsidR="00B15FE5" w:rsidRPr="00B3459B" w:rsidRDefault="00DD18CA" w:rsidP="00074A75">
            <w:pPr>
              <w:pStyle w:val="Tabela-tekst"/>
              <w:jc w:val="center"/>
            </w:pPr>
            <w:r w:rsidRPr="00B3459B">
              <w:t>32,70</w:t>
            </w: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3C8596E" w14:textId="77777777" w:rsidR="00B15FE5" w:rsidRPr="00B3459B" w:rsidRDefault="00B15FE5" w:rsidP="00074A75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681BC5B2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0C7C3DDF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0,02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155E3F53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0,02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5BB0062D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0AE9E0F1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0,04</w:t>
            </w:r>
          </w:p>
        </w:tc>
        <w:tc>
          <w:tcPr>
            <w:tcW w:w="113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96722F1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0,04</w:t>
            </w:r>
          </w:p>
        </w:tc>
      </w:tr>
      <w:tr w:rsidR="00B15FE5" w:rsidRPr="00B3459B" w14:paraId="36EA41C2" w14:textId="77777777" w:rsidTr="00006A97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8F72EC" w14:textId="0E7E9B60" w:rsidR="00B15FE5" w:rsidRPr="00B3459B" w:rsidRDefault="00B15FE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Płyta</w:t>
            </w:r>
            <w:r w:rsidR="00006A97" w:rsidRPr="00B3459B">
              <w:rPr>
                <w:b/>
                <w:bCs/>
              </w:rPr>
              <w:t xml:space="preserve"> </w:t>
            </w:r>
            <w:r w:rsidRPr="00B3459B">
              <w:rPr>
                <w:b/>
                <w:bCs/>
              </w:rPr>
              <w:t>gipsowo-włóknowa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38C29E" w14:textId="113235ED" w:rsidR="00B15FE5" w:rsidRPr="00B3459B" w:rsidRDefault="00DD18CA" w:rsidP="00074A75">
            <w:pPr>
              <w:pStyle w:val="Tabela-tekst"/>
              <w:jc w:val="center"/>
            </w:pPr>
            <w:r w:rsidRPr="00B3459B">
              <w:t>18,11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008EFD0C" w14:textId="77777777" w:rsidR="00B15FE5" w:rsidRPr="00B3459B" w:rsidRDefault="00B15FE5" w:rsidP="00074A75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088E5A14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0" w:type="dxa"/>
            <w:vAlign w:val="center"/>
          </w:tcPr>
          <w:p w14:paraId="582264E4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0" w:type="dxa"/>
            <w:vAlign w:val="center"/>
          </w:tcPr>
          <w:p w14:paraId="3A8569F0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1" w:type="dxa"/>
            <w:vAlign w:val="center"/>
          </w:tcPr>
          <w:p w14:paraId="2B3DFBF3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1" w:type="dxa"/>
            <w:vAlign w:val="center"/>
          </w:tcPr>
          <w:p w14:paraId="03F75201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421190BC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0,01</w:t>
            </w:r>
          </w:p>
        </w:tc>
      </w:tr>
      <w:tr w:rsidR="00B15FE5" w:rsidRPr="00B3459B" w14:paraId="55BD46AC" w14:textId="77777777" w:rsidTr="00006A97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E97190" w14:textId="3BDDD927" w:rsidR="00B15FE5" w:rsidRPr="00B3459B" w:rsidRDefault="00356DBA" w:rsidP="00074A75">
            <w:pPr>
              <w:pStyle w:val="Tabela-tek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Wykładzina PCV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B68318" w14:textId="33239E25" w:rsidR="00B15FE5" w:rsidRPr="00B3459B" w:rsidRDefault="00B15FE5" w:rsidP="00074A75">
            <w:pPr>
              <w:pStyle w:val="Tabela-tekst"/>
              <w:jc w:val="center"/>
            </w:pPr>
            <w:r w:rsidRPr="00B3459B">
              <w:t>26,</w:t>
            </w:r>
            <w:r w:rsidR="00DD18CA" w:rsidRPr="00B3459B">
              <w:t>81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1DD00B22" w14:textId="77777777" w:rsidR="00B15FE5" w:rsidRPr="00B3459B" w:rsidRDefault="00B15FE5" w:rsidP="00074A75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5147E1E8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0" w:type="dxa"/>
            <w:vAlign w:val="center"/>
          </w:tcPr>
          <w:p w14:paraId="4DB250DB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0,04</w:t>
            </w:r>
          </w:p>
        </w:tc>
        <w:tc>
          <w:tcPr>
            <w:tcW w:w="1130" w:type="dxa"/>
            <w:vAlign w:val="center"/>
          </w:tcPr>
          <w:p w14:paraId="4CD4B7A7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1" w:type="dxa"/>
            <w:vAlign w:val="center"/>
          </w:tcPr>
          <w:p w14:paraId="17965032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1" w:type="dxa"/>
            <w:vAlign w:val="center"/>
          </w:tcPr>
          <w:p w14:paraId="7C8F4F6C" w14:textId="445CBF8F" w:rsidR="00B15FE5" w:rsidRPr="00B3459B" w:rsidRDefault="00B15FE5" w:rsidP="00074A75">
            <w:pPr>
              <w:pStyle w:val="Tabela-tekst"/>
              <w:jc w:val="center"/>
            </w:pPr>
            <w:r w:rsidRPr="00B3459B">
              <w:t>0,0</w:t>
            </w:r>
            <w:r w:rsidR="00356DBA">
              <w:t>5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20E6EA75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0,05</w:t>
            </w:r>
          </w:p>
        </w:tc>
      </w:tr>
      <w:tr w:rsidR="00B15FE5" w:rsidRPr="00B3459B" w14:paraId="26662C60" w14:textId="77777777" w:rsidTr="00006A97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4D08DA" w14:textId="4B3712D7" w:rsidR="00B15FE5" w:rsidRPr="00B3459B" w:rsidRDefault="00507882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UPRF03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598143" w14:textId="01612F52" w:rsidR="00B15FE5" w:rsidRPr="00B3459B" w:rsidRDefault="00DD18CA" w:rsidP="00074A75">
            <w:pPr>
              <w:pStyle w:val="Tabela-tekst"/>
              <w:jc w:val="center"/>
            </w:pPr>
            <w:r w:rsidRPr="00B3459B">
              <w:t>20,22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33C0E106" w14:textId="77777777" w:rsidR="00B15FE5" w:rsidRPr="00B3459B" w:rsidRDefault="00B15FE5" w:rsidP="00074A75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09857C6C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0,61</w:t>
            </w:r>
          </w:p>
        </w:tc>
        <w:tc>
          <w:tcPr>
            <w:tcW w:w="1130" w:type="dxa"/>
            <w:vAlign w:val="center"/>
          </w:tcPr>
          <w:p w14:paraId="6102FB85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0,73</w:t>
            </w:r>
          </w:p>
        </w:tc>
        <w:tc>
          <w:tcPr>
            <w:tcW w:w="1130" w:type="dxa"/>
            <w:vAlign w:val="center"/>
          </w:tcPr>
          <w:p w14:paraId="4A7817AD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0,58</w:t>
            </w:r>
          </w:p>
        </w:tc>
        <w:tc>
          <w:tcPr>
            <w:tcW w:w="1131" w:type="dxa"/>
            <w:vAlign w:val="center"/>
          </w:tcPr>
          <w:p w14:paraId="7C311313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0,58</w:t>
            </w:r>
          </w:p>
        </w:tc>
        <w:tc>
          <w:tcPr>
            <w:tcW w:w="1131" w:type="dxa"/>
            <w:vAlign w:val="center"/>
          </w:tcPr>
          <w:p w14:paraId="01B5A7D5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0,44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30F44775" w14:textId="77777777" w:rsidR="00B15FE5" w:rsidRPr="00B3459B" w:rsidRDefault="00B15FE5" w:rsidP="00074A75">
            <w:pPr>
              <w:pStyle w:val="Tabela-tekst"/>
              <w:jc w:val="center"/>
            </w:pPr>
            <w:r w:rsidRPr="00B3459B">
              <w:t>0,31</w:t>
            </w:r>
          </w:p>
        </w:tc>
      </w:tr>
      <w:tr w:rsidR="00D87785" w:rsidRPr="00B3459B" w14:paraId="39375FB6" w14:textId="77777777" w:rsidTr="00006A97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C11353" w14:textId="77777777" w:rsidR="00D87785" w:rsidRPr="00B3459B" w:rsidRDefault="00D8778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UP01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0F36AF" w14:textId="4421D5AF" w:rsidR="00D87785" w:rsidRPr="00B3459B" w:rsidRDefault="00D87785" w:rsidP="00074A75">
            <w:pPr>
              <w:pStyle w:val="Tabela-tekst"/>
              <w:jc w:val="center"/>
            </w:pPr>
            <w:r w:rsidRPr="00B3459B">
              <w:t>8,82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7CB1C81D" w14:textId="77777777" w:rsidR="00D87785" w:rsidRPr="00B3459B" w:rsidRDefault="00D87785" w:rsidP="00074A75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4B56F9FE" w14:textId="5C8A351C" w:rsidR="00D87785" w:rsidRPr="00B3459B" w:rsidRDefault="00D87785" w:rsidP="00074A75">
            <w:pPr>
              <w:pStyle w:val="Tabela-tekst"/>
              <w:jc w:val="center"/>
            </w:pPr>
            <w:r w:rsidRPr="00B3459B">
              <w:t>0,20</w:t>
            </w:r>
          </w:p>
        </w:tc>
        <w:tc>
          <w:tcPr>
            <w:tcW w:w="1130" w:type="dxa"/>
            <w:vAlign w:val="center"/>
          </w:tcPr>
          <w:p w14:paraId="62C1700B" w14:textId="34FBBA24" w:rsidR="00D87785" w:rsidRPr="00B3459B" w:rsidRDefault="00D87785" w:rsidP="00074A75">
            <w:pPr>
              <w:pStyle w:val="Tabela-tekst"/>
              <w:jc w:val="center"/>
            </w:pPr>
            <w:r w:rsidRPr="00B3459B">
              <w:t>0,70</w:t>
            </w:r>
          </w:p>
        </w:tc>
        <w:tc>
          <w:tcPr>
            <w:tcW w:w="1130" w:type="dxa"/>
            <w:vAlign w:val="center"/>
          </w:tcPr>
          <w:p w14:paraId="31F44FFB" w14:textId="5DDEDA56" w:rsidR="00D87785" w:rsidRPr="00B3459B" w:rsidRDefault="00D87785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1" w:type="dxa"/>
            <w:vAlign w:val="center"/>
          </w:tcPr>
          <w:p w14:paraId="04AD1EF0" w14:textId="26BEC62A" w:rsidR="00D87785" w:rsidRPr="00B3459B" w:rsidRDefault="00D87785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1" w:type="dxa"/>
            <w:vAlign w:val="center"/>
          </w:tcPr>
          <w:p w14:paraId="00888CFF" w14:textId="43E55580" w:rsidR="00D87785" w:rsidRPr="00B3459B" w:rsidRDefault="00D87785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1195C1C5" w14:textId="3EFD1474" w:rsidR="00D87785" w:rsidRPr="00B3459B" w:rsidRDefault="00D87785" w:rsidP="00074A75">
            <w:pPr>
              <w:pStyle w:val="Tabela-tekst"/>
              <w:jc w:val="center"/>
            </w:pPr>
            <w:r w:rsidRPr="00B3459B">
              <w:t>0,99</w:t>
            </w:r>
          </w:p>
        </w:tc>
      </w:tr>
      <w:tr w:rsidR="00D87785" w:rsidRPr="00B3459B" w14:paraId="627C0E6B" w14:textId="77777777" w:rsidTr="00006A97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5F907D" w14:textId="5FAE6CB6" w:rsidR="00D87785" w:rsidRPr="00B3459B" w:rsidRDefault="00D8778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URB01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36D298" w14:textId="2B841A91" w:rsidR="00D87785" w:rsidRPr="00B3459B" w:rsidRDefault="00D87785" w:rsidP="00074A75">
            <w:pPr>
              <w:pStyle w:val="Tabela-tekst"/>
              <w:jc w:val="center"/>
            </w:pPr>
            <w:r w:rsidRPr="00B3459B">
              <w:t>5,76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739DA1F" w14:textId="77777777" w:rsidR="00D87785" w:rsidRPr="00B3459B" w:rsidRDefault="00D87785" w:rsidP="00074A75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3171CD5A" w14:textId="23C16A91" w:rsidR="00D87785" w:rsidRPr="00B3459B" w:rsidRDefault="00D87785" w:rsidP="00074A75">
            <w:pPr>
              <w:pStyle w:val="Tabela-tekst"/>
              <w:jc w:val="center"/>
            </w:pPr>
            <w:r w:rsidRPr="00B3459B">
              <w:t>0,60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75DFB35C" w14:textId="0BD259A0" w:rsidR="00D87785" w:rsidRPr="00B3459B" w:rsidRDefault="00D87785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21F0BD12" w14:textId="63552760" w:rsidR="00D87785" w:rsidRPr="00B3459B" w:rsidRDefault="00D87785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2B921DB4" w14:textId="56C4EA49" w:rsidR="00D87785" w:rsidRPr="00B3459B" w:rsidRDefault="00D87785" w:rsidP="00074A75">
            <w:pPr>
              <w:pStyle w:val="Tabela-tekst"/>
              <w:jc w:val="center"/>
            </w:pPr>
            <w:r w:rsidRPr="00B3459B">
              <w:t>0,80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1F8A44C8" w14:textId="11553FE4" w:rsidR="00D87785" w:rsidRPr="00B3459B" w:rsidRDefault="00D87785" w:rsidP="00074A75">
            <w:pPr>
              <w:pStyle w:val="Tabela-tekst"/>
              <w:jc w:val="center"/>
            </w:pPr>
            <w:r w:rsidRPr="00B3459B">
              <w:t>0,65</w:t>
            </w:r>
          </w:p>
        </w:tc>
        <w:tc>
          <w:tcPr>
            <w:tcW w:w="11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7D5D96" w14:textId="2416F4B8" w:rsidR="00D87785" w:rsidRPr="00B3459B" w:rsidRDefault="00D87785" w:rsidP="00074A75">
            <w:pPr>
              <w:pStyle w:val="Tabela-tekst"/>
              <w:jc w:val="center"/>
            </w:pPr>
            <w:r w:rsidRPr="00B3459B">
              <w:t>0,45</w:t>
            </w:r>
          </w:p>
        </w:tc>
      </w:tr>
    </w:tbl>
    <w:p w14:paraId="1E34F567" w14:textId="77777777" w:rsidR="00006A97" w:rsidRPr="00B3459B" w:rsidRDefault="00006A97" w:rsidP="00B15FE5">
      <w:pPr>
        <w:pStyle w:val="Tabela-tekst"/>
        <w:keepNext/>
        <w:jc w:val="center"/>
      </w:pPr>
    </w:p>
    <w:p w14:paraId="50C974E7" w14:textId="1B942AA6" w:rsidR="00B15FE5" w:rsidRPr="00B3459B" w:rsidRDefault="00DD18CA" w:rsidP="00B15FE5">
      <w:pPr>
        <w:pStyle w:val="Tabela-tekst"/>
        <w:keepNext/>
        <w:jc w:val="center"/>
      </w:pPr>
      <w:r w:rsidRPr="00B3459B">
        <w:rPr>
          <w:noProof/>
          <w:lang w:eastAsia="pl-PL"/>
        </w:rPr>
        <w:drawing>
          <wp:inline distT="0" distB="0" distL="0" distR="0" wp14:anchorId="57C9700E" wp14:editId="1EAFE0A1">
            <wp:extent cx="4579200" cy="3060000"/>
            <wp:effectExtent l="0" t="0" r="0" b="762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200" cy="30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69131" w14:textId="606B3C41" w:rsidR="00B15FE5" w:rsidRPr="00B3459B" w:rsidRDefault="00B15FE5" w:rsidP="00B15FE5">
      <w:pPr>
        <w:pStyle w:val="Legenda"/>
        <w:jc w:val="center"/>
      </w:pPr>
      <w:bookmarkStart w:id="121" w:name="_Toc44506424"/>
      <w:r w:rsidRPr="00B3459B">
        <w:t xml:space="preserve">Rys. </w:t>
      </w:r>
      <w:r w:rsidR="005C184A" w:rsidRPr="00B3459B">
        <w:rPr>
          <w:noProof/>
        </w:rPr>
        <w:fldChar w:fldCharType="begin"/>
      </w:r>
      <w:r w:rsidR="005C184A" w:rsidRPr="00B3459B">
        <w:rPr>
          <w:noProof/>
        </w:rPr>
        <w:instrText xml:space="preserve"> STYLEREF 1 \s </w:instrText>
      </w:r>
      <w:r w:rsidR="005C184A" w:rsidRPr="00B3459B">
        <w:rPr>
          <w:noProof/>
        </w:rPr>
        <w:fldChar w:fldCharType="separate"/>
      </w:r>
      <w:r w:rsidR="00825AF8">
        <w:rPr>
          <w:noProof/>
        </w:rPr>
        <w:t>4</w:t>
      </w:r>
      <w:r w:rsidR="005C184A" w:rsidRPr="00B3459B">
        <w:rPr>
          <w:noProof/>
        </w:rPr>
        <w:fldChar w:fldCharType="end"/>
      </w:r>
      <w:r w:rsidR="00687ACF" w:rsidRPr="00B3459B">
        <w:t>.</w:t>
      </w:r>
      <w:r w:rsidR="005C184A" w:rsidRPr="00B3459B">
        <w:rPr>
          <w:noProof/>
        </w:rPr>
        <w:fldChar w:fldCharType="begin"/>
      </w:r>
      <w:r w:rsidR="005C184A" w:rsidRPr="00B3459B">
        <w:rPr>
          <w:noProof/>
        </w:rPr>
        <w:instrText xml:space="preserve"> SEQ Rys. \* ARABIC \s 1 </w:instrText>
      </w:r>
      <w:r w:rsidR="005C184A" w:rsidRPr="00B3459B">
        <w:rPr>
          <w:noProof/>
        </w:rPr>
        <w:fldChar w:fldCharType="separate"/>
      </w:r>
      <w:r w:rsidR="00825AF8">
        <w:rPr>
          <w:noProof/>
        </w:rPr>
        <w:t>3</w:t>
      </w:r>
      <w:r w:rsidR="005C184A" w:rsidRPr="00B3459B">
        <w:rPr>
          <w:noProof/>
        </w:rPr>
        <w:fldChar w:fldCharType="end"/>
      </w:r>
      <w:r w:rsidRPr="00B3459B">
        <w:t xml:space="preserve">. </w:t>
      </w:r>
      <w:r w:rsidR="00B0713E" w:rsidRPr="00B3459B">
        <w:t>Wyznaczona obliczeniowo charakterystyka częstotliwościowa czasu pogłosu w salach typu II</w:t>
      </w:r>
      <w:r w:rsidR="003E124A" w:rsidRPr="00B3459B">
        <w:t xml:space="preserve"> podstawowy</w:t>
      </w:r>
      <w:bookmarkEnd w:id="121"/>
    </w:p>
    <w:p w14:paraId="016E97D7" w14:textId="02A38868" w:rsidR="00BF357B" w:rsidRPr="00B3459B" w:rsidRDefault="00BF357B" w:rsidP="00BF357B">
      <w:pPr>
        <w:pStyle w:val="Nagwek3"/>
      </w:pPr>
      <w:bookmarkStart w:id="122" w:name="_Toc41981245"/>
      <w:bookmarkStart w:id="123" w:name="_Toc41982319"/>
      <w:bookmarkStart w:id="124" w:name="_Toc42099286"/>
      <w:bookmarkStart w:id="125" w:name="_Toc44506391"/>
      <w:bookmarkEnd w:id="122"/>
      <w:bookmarkEnd w:id="123"/>
      <w:bookmarkEnd w:id="124"/>
      <w:r w:rsidRPr="00B3459B">
        <w:lastRenderedPageBreak/>
        <w:t xml:space="preserve">Sale do zajęć indywidualnych </w:t>
      </w:r>
      <w:r w:rsidR="00B0713E" w:rsidRPr="00B3459B">
        <w:t xml:space="preserve">– </w:t>
      </w:r>
      <w:r w:rsidRPr="00B3459B">
        <w:t>typ III</w:t>
      </w:r>
      <w:bookmarkEnd w:id="125"/>
    </w:p>
    <w:p w14:paraId="0C9748BF" w14:textId="7717934D" w:rsidR="00C642C9" w:rsidRPr="00B3459B" w:rsidRDefault="00356DBA" w:rsidP="00C642C9">
      <w:r>
        <w:t xml:space="preserve">Zastosowanie nierównoległych ścian w salach zapobiega powstawaniu niekorzystnego rozkładu modów akustycznych w pomieszczeniu. </w:t>
      </w:r>
      <w:r w:rsidR="00C642C9" w:rsidRPr="00B3459B">
        <w:t>Projekt adaptacji akustycz</w:t>
      </w:r>
      <w:r w:rsidR="00F7682D" w:rsidRPr="00B3459B">
        <w:t xml:space="preserve">nej został wykonany </w:t>
      </w:r>
      <w:r w:rsidR="00B0713E" w:rsidRPr="00B3459B">
        <w:t xml:space="preserve">na przykładzie </w:t>
      </w:r>
      <w:r w:rsidR="00F7682D" w:rsidRPr="00B3459B">
        <w:t>sali 107</w:t>
      </w:r>
      <w:r w:rsidR="00C642C9" w:rsidRPr="00B3459B">
        <w:t>.</w:t>
      </w:r>
    </w:p>
    <w:p w14:paraId="22CE79D1" w14:textId="67D7F936" w:rsidR="00C642C9" w:rsidRPr="00B3459B" w:rsidRDefault="00C642C9" w:rsidP="00C642C9">
      <w:r w:rsidRPr="00B3459B">
        <w:t>Sposób rozmieszczenia adaptacji akus</w:t>
      </w:r>
      <w:r w:rsidR="005066CF" w:rsidRPr="00B3459B">
        <w:t xml:space="preserve">tycznej pokazano na rysunku </w:t>
      </w:r>
      <w:r w:rsidR="00031291" w:rsidRPr="00B3459B">
        <w:t>Etap_III_AW03</w:t>
      </w:r>
      <w:r w:rsidRPr="00B3459B">
        <w:t>.</w:t>
      </w:r>
    </w:p>
    <w:p w14:paraId="60338F90" w14:textId="6B3CA830" w:rsidR="00B0713E" w:rsidRPr="00B3459B" w:rsidRDefault="00B0713E" w:rsidP="00B0713E">
      <w:r w:rsidRPr="00B3459B">
        <w:t>Poniższa tabela przedstawia zestawienie adaptacji akustycznej w salach typu III.</w:t>
      </w:r>
    </w:p>
    <w:p w14:paraId="0EB162ED" w14:textId="31427605" w:rsidR="00C642C9" w:rsidRPr="00B3459B" w:rsidRDefault="00C642C9" w:rsidP="00C642C9">
      <w:pPr>
        <w:pStyle w:val="Legenda"/>
        <w:keepNext/>
      </w:pPr>
      <w:bookmarkStart w:id="126" w:name="_Toc44506413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4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3</w:t>
      </w:r>
      <w:r w:rsidR="00AC6A0B" w:rsidRPr="00B3459B">
        <w:rPr>
          <w:noProof/>
        </w:rPr>
        <w:fldChar w:fldCharType="end"/>
      </w:r>
      <w:r w:rsidRPr="00B3459B">
        <w:t xml:space="preserve">. </w:t>
      </w:r>
      <w:r w:rsidR="00E6063B" w:rsidRPr="00B3459B">
        <w:t>Zastosowane materiały – sala</w:t>
      </w:r>
      <w:r w:rsidR="00B0713E" w:rsidRPr="00B3459B">
        <w:t xml:space="preserve"> do zajęć indywidualnych</w:t>
      </w:r>
      <w:r w:rsidR="00E6063B" w:rsidRPr="00B3459B">
        <w:t xml:space="preserve"> na przykładzie sali nr</w:t>
      </w:r>
      <w:r w:rsidR="00C94703" w:rsidRPr="00B3459B">
        <w:t xml:space="preserve"> 107</w:t>
      </w:r>
      <w:r w:rsidR="00B0713E" w:rsidRPr="00B3459B">
        <w:t xml:space="preserve"> – typ III</w:t>
      </w:r>
      <w:bookmarkEnd w:id="126"/>
      <w:r w:rsidR="00B0713E" w:rsidRPr="00B3459B" w:rsidDel="00B0713E"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709"/>
        <w:gridCol w:w="430"/>
        <w:gridCol w:w="1130"/>
        <w:gridCol w:w="1130"/>
        <w:gridCol w:w="1130"/>
        <w:gridCol w:w="1131"/>
        <w:gridCol w:w="1131"/>
        <w:gridCol w:w="1131"/>
      </w:tblGrid>
      <w:tr w:rsidR="00C642C9" w:rsidRPr="00B3459B" w14:paraId="43A9C0F5" w14:textId="77777777" w:rsidTr="00831CA0">
        <w:trPr>
          <w:jc w:val="center"/>
        </w:trPr>
        <w:tc>
          <w:tcPr>
            <w:tcW w:w="101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2CE714" w14:textId="77777777" w:rsidR="00C642C9" w:rsidRPr="00B3459B" w:rsidRDefault="00C642C9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Wartości współczynników pochłaniania</w:t>
            </w:r>
          </w:p>
        </w:tc>
      </w:tr>
      <w:tr w:rsidR="00C642C9" w:rsidRPr="00B3459B" w14:paraId="02987AC0" w14:textId="77777777" w:rsidTr="009220B8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5C56E9" w14:textId="77777777" w:rsidR="00C642C9" w:rsidRPr="00B3459B" w:rsidRDefault="00C642C9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Materiał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7F15AB" w14:textId="77777777" w:rsidR="00C642C9" w:rsidRPr="00B3459B" w:rsidRDefault="00C642C9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S [m</w:t>
            </w:r>
            <w:r w:rsidRPr="00B3459B">
              <w:rPr>
                <w:b/>
                <w:bCs/>
                <w:vertAlign w:val="superscript"/>
              </w:rPr>
              <w:t>2</w:t>
            </w:r>
            <w:r w:rsidRPr="00B3459B">
              <w:rPr>
                <w:b/>
                <w:bCs/>
              </w:rPr>
              <w:t>]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56EFF9D" w14:textId="77777777" w:rsidR="00C642C9" w:rsidRPr="00B3459B" w:rsidRDefault="00C642C9" w:rsidP="00074A75">
            <w:pPr>
              <w:pStyle w:val="Tabela-tekst"/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50F03F" w14:textId="77777777" w:rsidR="00C642C9" w:rsidRPr="00B3459B" w:rsidRDefault="00C642C9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125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1D5BED" w14:textId="77777777" w:rsidR="00C642C9" w:rsidRPr="00B3459B" w:rsidRDefault="00C642C9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250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5C9865" w14:textId="77777777" w:rsidR="00C642C9" w:rsidRPr="00B3459B" w:rsidRDefault="00C642C9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500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4F39ED" w14:textId="77777777" w:rsidR="00C642C9" w:rsidRPr="00B3459B" w:rsidRDefault="00C642C9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1000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6E0DD8" w14:textId="77777777" w:rsidR="00C642C9" w:rsidRPr="00B3459B" w:rsidRDefault="00C642C9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2000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15DBA8" w14:textId="77777777" w:rsidR="00C642C9" w:rsidRPr="00B3459B" w:rsidRDefault="00C642C9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4000 Hz</w:t>
            </w:r>
          </w:p>
        </w:tc>
      </w:tr>
      <w:tr w:rsidR="00C642C9" w:rsidRPr="00B3459B" w14:paraId="3E13F379" w14:textId="77777777" w:rsidTr="009220B8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EA9CC80" w14:textId="77777777" w:rsidR="00C642C9" w:rsidRPr="00B3459B" w:rsidRDefault="00C642C9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Drzwi drewniane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3171F8C" w14:textId="47D55123" w:rsidR="00C642C9" w:rsidRPr="00B3459B" w:rsidRDefault="00F7682D" w:rsidP="00074A75">
            <w:pPr>
              <w:pStyle w:val="Tabela-tekst"/>
              <w:jc w:val="center"/>
            </w:pPr>
            <w:r w:rsidRPr="00B3459B">
              <w:t>2,38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9220E8E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α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5A954F7A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0,14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2D16D8C2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0,10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6086515B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0,06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1BEC09D2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0,08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49417722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0,10</w:t>
            </w:r>
          </w:p>
        </w:tc>
        <w:tc>
          <w:tcPr>
            <w:tcW w:w="11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8435E1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0,10</w:t>
            </w:r>
          </w:p>
        </w:tc>
      </w:tr>
      <w:tr w:rsidR="00C642C9" w:rsidRPr="00B3459B" w14:paraId="784C602F" w14:textId="77777777" w:rsidTr="009220B8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7030D1" w14:textId="77777777" w:rsidR="00C642C9" w:rsidRPr="00B3459B" w:rsidRDefault="00C642C9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Okno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0D7CD2" w14:textId="711B9AF0" w:rsidR="00C642C9" w:rsidRPr="00B3459B" w:rsidRDefault="00F7682D" w:rsidP="00074A75">
            <w:pPr>
              <w:pStyle w:val="Tabela-tekst"/>
              <w:jc w:val="center"/>
            </w:pPr>
            <w:r w:rsidRPr="00B3459B">
              <w:t>18,03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D7A554A" w14:textId="77777777" w:rsidR="00C642C9" w:rsidRPr="00B3459B" w:rsidRDefault="00C642C9" w:rsidP="00074A75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926B8EC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0,15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4D9102AF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4F20E251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3B972919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31107E99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0,02</w:t>
            </w:r>
          </w:p>
        </w:tc>
        <w:tc>
          <w:tcPr>
            <w:tcW w:w="113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0D5773E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0,02</w:t>
            </w:r>
          </w:p>
        </w:tc>
      </w:tr>
      <w:tr w:rsidR="00C642C9" w:rsidRPr="00B3459B" w14:paraId="4AF214A5" w14:textId="77777777" w:rsidTr="009220B8">
        <w:trPr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512E309" w14:textId="77777777" w:rsidR="00C642C9" w:rsidRPr="00B3459B" w:rsidRDefault="00C642C9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Tynk na murze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09CA2C4" w14:textId="550A5D37" w:rsidR="00C642C9" w:rsidRPr="00B3459B" w:rsidRDefault="00F7682D" w:rsidP="00074A75">
            <w:pPr>
              <w:pStyle w:val="Tabela-tekst"/>
              <w:jc w:val="center"/>
            </w:pPr>
            <w:r w:rsidRPr="00B3459B">
              <w:t>30,60</w:t>
            </w: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41D1284" w14:textId="77777777" w:rsidR="00C642C9" w:rsidRPr="00B3459B" w:rsidRDefault="00C642C9" w:rsidP="00074A75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1A5C3F93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5FFFBA59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0,02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709CE143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0,02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4D7ACDFC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7B3D261E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0,04</w:t>
            </w:r>
          </w:p>
        </w:tc>
        <w:tc>
          <w:tcPr>
            <w:tcW w:w="113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3EC4A7A" w14:textId="77777777" w:rsidR="00C642C9" w:rsidRPr="00B3459B" w:rsidRDefault="00C642C9" w:rsidP="00074A75">
            <w:pPr>
              <w:pStyle w:val="Tabela-tekst"/>
              <w:jc w:val="center"/>
            </w:pPr>
            <w:r w:rsidRPr="00B3459B">
              <w:t>0,04</w:t>
            </w:r>
          </w:p>
        </w:tc>
      </w:tr>
      <w:tr w:rsidR="00F7682D" w:rsidRPr="00B3459B" w14:paraId="64CD6DAA" w14:textId="77777777" w:rsidTr="009220B8">
        <w:trPr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2287DEA" w14:textId="62B5DAB8" w:rsidR="00F7682D" w:rsidRPr="00B3459B" w:rsidRDefault="00F7682D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Płyta</w:t>
            </w:r>
            <w:r w:rsidR="009220B8" w:rsidRPr="00B3459B">
              <w:rPr>
                <w:b/>
                <w:bCs/>
              </w:rPr>
              <w:t xml:space="preserve"> </w:t>
            </w:r>
            <w:r w:rsidRPr="00B3459B">
              <w:rPr>
                <w:b/>
                <w:bCs/>
              </w:rPr>
              <w:t>gipsowo-włóknowa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6736DDA" w14:textId="3F5E83A1" w:rsidR="00F7682D" w:rsidRPr="00B3459B" w:rsidRDefault="00744AA1" w:rsidP="00074A75">
            <w:pPr>
              <w:pStyle w:val="Tabela-tekst"/>
              <w:jc w:val="center"/>
            </w:pPr>
            <w:r w:rsidRPr="00B3459B">
              <w:t>24,28</w:t>
            </w: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549F0C7" w14:textId="77777777" w:rsidR="00F7682D" w:rsidRPr="00B3459B" w:rsidRDefault="00F7682D" w:rsidP="00074A75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60A6DF0D" w14:textId="1D33E7F0" w:rsidR="00F7682D" w:rsidRPr="00B3459B" w:rsidRDefault="00F7682D" w:rsidP="00074A75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0" w:type="dxa"/>
            <w:vAlign w:val="center"/>
          </w:tcPr>
          <w:p w14:paraId="7CC7F0FA" w14:textId="6B55B2BC" w:rsidR="00F7682D" w:rsidRPr="00B3459B" w:rsidRDefault="00F7682D" w:rsidP="00074A75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0" w:type="dxa"/>
            <w:vAlign w:val="center"/>
          </w:tcPr>
          <w:p w14:paraId="1D749F4F" w14:textId="51B6BA40" w:rsidR="00F7682D" w:rsidRPr="00B3459B" w:rsidRDefault="00F7682D" w:rsidP="00074A75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1" w:type="dxa"/>
            <w:vAlign w:val="center"/>
          </w:tcPr>
          <w:p w14:paraId="1E10502D" w14:textId="6A140F13" w:rsidR="00F7682D" w:rsidRPr="00B3459B" w:rsidRDefault="00F7682D" w:rsidP="00074A75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1" w:type="dxa"/>
            <w:vAlign w:val="center"/>
          </w:tcPr>
          <w:p w14:paraId="72E083D8" w14:textId="1E934656" w:rsidR="00F7682D" w:rsidRPr="00B3459B" w:rsidRDefault="00F7682D" w:rsidP="00074A75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2A2EE9D6" w14:textId="12FE2371" w:rsidR="00F7682D" w:rsidRPr="00B3459B" w:rsidRDefault="00F7682D" w:rsidP="00074A75">
            <w:pPr>
              <w:pStyle w:val="Tabela-tekst"/>
              <w:jc w:val="center"/>
            </w:pPr>
            <w:r w:rsidRPr="00B3459B">
              <w:t>0,01</w:t>
            </w:r>
          </w:p>
        </w:tc>
      </w:tr>
      <w:tr w:rsidR="00F7682D" w:rsidRPr="00B3459B" w14:paraId="1F1B51F9" w14:textId="77777777" w:rsidTr="009220B8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E1D1D1" w14:textId="5FC09F43" w:rsidR="00F7682D" w:rsidRPr="00B3459B" w:rsidRDefault="00F7682D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Wykładzina</w:t>
            </w:r>
            <w:r w:rsidR="00D1380C">
              <w:rPr>
                <w:b/>
                <w:bCs/>
              </w:rPr>
              <w:t xml:space="preserve"> PCV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3B3888" w14:textId="64C62A88" w:rsidR="00F7682D" w:rsidRPr="00B3459B" w:rsidRDefault="00F7682D" w:rsidP="00074A75">
            <w:pPr>
              <w:pStyle w:val="Tabela-tekst"/>
              <w:jc w:val="center"/>
            </w:pPr>
            <w:r w:rsidRPr="00B3459B">
              <w:t>38,76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43F4B20A" w14:textId="77777777" w:rsidR="00F7682D" w:rsidRPr="00B3459B" w:rsidRDefault="00F7682D" w:rsidP="00074A75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1D5F1468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0" w:type="dxa"/>
            <w:vAlign w:val="center"/>
          </w:tcPr>
          <w:p w14:paraId="639EAD66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0,04</w:t>
            </w:r>
          </w:p>
        </w:tc>
        <w:tc>
          <w:tcPr>
            <w:tcW w:w="1130" w:type="dxa"/>
            <w:vAlign w:val="center"/>
          </w:tcPr>
          <w:p w14:paraId="596F172B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1" w:type="dxa"/>
            <w:vAlign w:val="center"/>
          </w:tcPr>
          <w:p w14:paraId="15D8A2CB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1" w:type="dxa"/>
            <w:vAlign w:val="center"/>
          </w:tcPr>
          <w:p w14:paraId="32E9F4E1" w14:textId="778F9441" w:rsidR="00F7682D" w:rsidRPr="00B3459B" w:rsidRDefault="00F7682D" w:rsidP="00074A75">
            <w:pPr>
              <w:pStyle w:val="Tabela-tekst"/>
              <w:jc w:val="center"/>
            </w:pPr>
            <w:r w:rsidRPr="00B3459B">
              <w:t>0,0</w:t>
            </w:r>
            <w:r w:rsidR="00356DBA">
              <w:t>5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546418E1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0,05</w:t>
            </w:r>
          </w:p>
        </w:tc>
      </w:tr>
      <w:tr w:rsidR="00F7682D" w:rsidRPr="00B3459B" w14:paraId="6E27524D" w14:textId="77777777" w:rsidTr="009220B8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2475F3" w14:textId="4DCBB989" w:rsidR="00F7682D" w:rsidRPr="00B3459B" w:rsidRDefault="00507882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UPRF03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CDE9D4" w14:textId="2C99D0FA" w:rsidR="00F7682D" w:rsidRPr="00B3459B" w:rsidRDefault="00F7682D" w:rsidP="00074A75">
            <w:pPr>
              <w:pStyle w:val="Tabela-tekst"/>
              <w:jc w:val="center"/>
            </w:pPr>
            <w:r w:rsidRPr="00B3459B">
              <w:t>21,60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49906246" w14:textId="77777777" w:rsidR="00F7682D" w:rsidRPr="00B3459B" w:rsidRDefault="00F7682D" w:rsidP="00074A75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431705CD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0,61</w:t>
            </w:r>
          </w:p>
        </w:tc>
        <w:tc>
          <w:tcPr>
            <w:tcW w:w="1130" w:type="dxa"/>
            <w:vAlign w:val="center"/>
          </w:tcPr>
          <w:p w14:paraId="6546524D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0,73</w:t>
            </w:r>
          </w:p>
        </w:tc>
        <w:tc>
          <w:tcPr>
            <w:tcW w:w="1130" w:type="dxa"/>
            <w:vAlign w:val="center"/>
          </w:tcPr>
          <w:p w14:paraId="55D04317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0,58</w:t>
            </w:r>
          </w:p>
        </w:tc>
        <w:tc>
          <w:tcPr>
            <w:tcW w:w="1131" w:type="dxa"/>
            <w:vAlign w:val="center"/>
          </w:tcPr>
          <w:p w14:paraId="31AAB182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0,58</w:t>
            </w:r>
          </w:p>
        </w:tc>
        <w:tc>
          <w:tcPr>
            <w:tcW w:w="1131" w:type="dxa"/>
            <w:vAlign w:val="center"/>
          </w:tcPr>
          <w:p w14:paraId="7C688E22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0,44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52219A3F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0,31</w:t>
            </w:r>
          </w:p>
        </w:tc>
      </w:tr>
      <w:tr w:rsidR="00F7682D" w:rsidRPr="00B3459B" w14:paraId="635D5B69" w14:textId="77777777" w:rsidTr="009220B8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8D57FE" w14:textId="363D3B78" w:rsidR="00F7682D" w:rsidRPr="00B3459B" w:rsidRDefault="00744AA1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UP02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75AD93" w14:textId="5754F639" w:rsidR="00F7682D" w:rsidRPr="00B3459B" w:rsidRDefault="00744AA1" w:rsidP="00074A75">
            <w:pPr>
              <w:pStyle w:val="Tabela-tekst"/>
              <w:jc w:val="center"/>
            </w:pPr>
            <w:r w:rsidRPr="00B3459B">
              <w:t>9,60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1F90B573" w14:textId="77777777" w:rsidR="00F7682D" w:rsidRPr="00B3459B" w:rsidRDefault="00F7682D" w:rsidP="00074A75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0D8DB67A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0,70</w:t>
            </w:r>
          </w:p>
        </w:tc>
        <w:tc>
          <w:tcPr>
            <w:tcW w:w="1130" w:type="dxa"/>
            <w:vAlign w:val="center"/>
          </w:tcPr>
          <w:p w14:paraId="109E148E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0" w:type="dxa"/>
            <w:vAlign w:val="center"/>
          </w:tcPr>
          <w:p w14:paraId="1B8741D6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1" w:type="dxa"/>
            <w:vAlign w:val="center"/>
          </w:tcPr>
          <w:p w14:paraId="2EF575B3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0,95</w:t>
            </w:r>
          </w:p>
        </w:tc>
        <w:tc>
          <w:tcPr>
            <w:tcW w:w="1131" w:type="dxa"/>
            <w:vAlign w:val="center"/>
          </w:tcPr>
          <w:p w14:paraId="19B12E65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0,90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3D4D8E6A" w14:textId="77777777" w:rsidR="00F7682D" w:rsidRPr="00B3459B" w:rsidRDefault="00F7682D" w:rsidP="00074A75">
            <w:pPr>
              <w:pStyle w:val="Tabela-tekst"/>
              <w:jc w:val="center"/>
            </w:pPr>
            <w:r w:rsidRPr="00B3459B">
              <w:t>0,90</w:t>
            </w:r>
          </w:p>
        </w:tc>
      </w:tr>
      <w:tr w:rsidR="00744AA1" w:rsidRPr="00B3459B" w14:paraId="3E319E16" w14:textId="77777777" w:rsidTr="009220B8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88C25C" w14:textId="07CB09C0" w:rsidR="00744AA1" w:rsidRPr="00B3459B" w:rsidRDefault="00744AA1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URB01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94F687" w14:textId="5DB27727" w:rsidR="00744AA1" w:rsidRPr="00B3459B" w:rsidRDefault="00744AA1" w:rsidP="00074A75">
            <w:pPr>
              <w:pStyle w:val="Tabela-tekst"/>
              <w:jc w:val="center"/>
            </w:pPr>
            <w:r w:rsidRPr="00B3459B">
              <w:t>17,28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C247DF" w14:textId="77777777" w:rsidR="00744AA1" w:rsidRPr="00B3459B" w:rsidRDefault="00744AA1" w:rsidP="00074A75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3D4C2402" w14:textId="0D4EFD36" w:rsidR="00744AA1" w:rsidRPr="00B3459B" w:rsidRDefault="00744AA1" w:rsidP="00074A75">
            <w:pPr>
              <w:pStyle w:val="Tabela-tekst"/>
              <w:jc w:val="center"/>
            </w:pPr>
            <w:r w:rsidRPr="00B3459B">
              <w:t>0,60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2D0E2D14" w14:textId="0D5A3C3B" w:rsidR="00744AA1" w:rsidRPr="00B3459B" w:rsidRDefault="00744AA1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13E435A1" w14:textId="0569FA60" w:rsidR="00744AA1" w:rsidRPr="00B3459B" w:rsidRDefault="00744AA1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34EA2167" w14:textId="7F9A583B" w:rsidR="00744AA1" w:rsidRPr="00B3459B" w:rsidRDefault="00744AA1" w:rsidP="00074A75">
            <w:pPr>
              <w:pStyle w:val="Tabela-tekst"/>
              <w:jc w:val="center"/>
            </w:pPr>
            <w:r w:rsidRPr="00B3459B">
              <w:t>0,80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151043F0" w14:textId="7AE914C0" w:rsidR="00744AA1" w:rsidRPr="00B3459B" w:rsidRDefault="00744AA1" w:rsidP="00074A75">
            <w:pPr>
              <w:pStyle w:val="Tabela-tekst"/>
              <w:jc w:val="center"/>
            </w:pPr>
            <w:r w:rsidRPr="00B3459B">
              <w:t>0,65</w:t>
            </w:r>
          </w:p>
        </w:tc>
        <w:tc>
          <w:tcPr>
            <w:tcW w:w="11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C0B07A9" w14:textId="2B1EE175" w:rsidR="00744AA1" w:rsidRPr="00B3459B" w:rsidRDefault="00744AA1" w:rsidP="00074A75">
            <w:pPr>
              <w:pStyle w:val="Tabela-tekst"/>
              <w:jc w:val="center"/>
            </w:pPr>
            <w:r w:rsidRPr="00B3459B">
              <w:t>0,45</w:t>
            </w:r>
          </w:p>
        </w:tc>
      </w:tr>
    </w:tbl>
    <w:p w14:paraId="392CCCFE" w14:textId="77777777" w:rsidR="009220B8" w:rsidRPr="00B3459B" w:rsidRDefault="009220B8" w:rsidP="00C642C9">
      <w:pPr>
        <w:pStyle w:val="Tabela-tekst"/>
        <w:keepNext/>
        <w:jc w:val="center"/>
      </w:pPr>
    </w:p>
    <w:p w14:paraId="2AA82425" w14:textId="1C425E6A" w:rsidR="00C642C9" w:rsidRPr="00B3459B" w:rsidRDefault="00744AA1" w:rsidP="00C642C9">
      <w:pPr>
        <w:pStyle w:val="Tabela-tekst"/>
        <w:keepNext/>
        <w:jc w:val="center"/>
      </w:pPr>
      <w:r w:rsidRPr="00B3459B">
        <w:rPr>
          <w:noProof/>
          <w:lang w:eastAsia="pl-PL"/>
        </w:rPr>
        <w:drawing>
          <wp:inline distT="0" distB="0" distL="0" distR="0" wp14:anchorId="2A398271" wp14:editId="4FC59310">
            <wp:extent cx="4849200" cy="3240000"/>
            <wp:effectExtent l="0" t="0" r="889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05257" w14:textId="25462151" w:rsidR="00C642C9" w:rsidRPr="00B3459B" w:rsidRDefault="00C642C9" w:rsidP="002B7EF1">
      <w:pPr>
        <w:pStyle w:val="Legenda"/>
        <w:jc w:val="center"/>
      </w:pPr>
      <w:bookmarkStart w:id="127" w:name="_Toc44506425"/>
      <w:r w:rsidRPr="00B3459B">
        <w:t xml:space="preserve">Rys. </w:t>
      </w:r>
      <w:r w:rsidR="005C184A" w:rsidRPr="00B3459B">
        <w:rPr>
          <w:noProof/>
        </w:rPr>
        <w:fldChar w:fldCharType="begin"/>
      </w:r>
      <w:r w:rsidR="005C184A" w:rsidRPr="00B3459B">
        <w:rPr>
          <w:noProof/>
        </w:rPr>
        <w:instrText xml:space="preserve"> STYLEREF 1 \s </w:instrText>
      </w:r>
      <w:r w:rsidR="005C184A" w:rsidRPr="00B3459B">
        <w:rPr>
          <w:noProof/>
        </w:rPr>
        <w:fldChar w:fldCharType="separate"/>
      </w:r>
      <w:r w:rsidR="00825AF8">
        <w:rPr>
          <w:noProof/>
        </w:rPr>
        <w:t>4</w:t>
      </w:r>
      <w:r w:rsidR="005C184A" w:rsidRPr="00B3459B">
        <w:rPr>
          <w:noProof/>
        </w:rPr>
        <w:fldChar w:fldCharType="end"/>
      </w:r>
      <w:r w:rsidR="00687ACF" w:rsidRPr="00B3459B">
        <w:t>.</w:t>
      </w:r>
      <w:r w:rsidR="005C184A" w:rsidRPr="00B3459B">
        <w:rPr>
          <w:noProof/>
        </w:rPr>
        <w:fldChar w:fldCharType="begin"/>
      </w:r>
      <w:r w:rsidR="005C184A" w:rsidRPr="00B3459B">
        <w:rPr>
          <w:noProof/>
        </w:rPr>
        <w:instrText xml:space="preserve"> SEQ Rys. \* ARABIC \s 1 </w:instrText>
      </w:r>
      <w:r w:rsidR="005C184A" w:rsidRPr="00B3459B">
        <w:rPr>
          <w:noProof/>
        </w:rPr>
        <w:fldChar w:fldCharType="separate"/>
      </w:r>
      <w:r w:rsidR="00825AF8">
        <w:rPr>
          <w:noProof/>
        </w:rPr>
        <w:t>4</w:t>
      </w:r>
      <w:r w:rsidR="005C184A" w:rsidRPr="00B3459B">
        <w:rPr>
          <w:noProof/>
        </w:rPr>
        <w:fldChar w:fldCharType="end"/>
      </w:r>
      <w:r w:rsidRPr="00B3459B">
        <w:t xml:space="preserve">. </w:t>
      </w:r>
      <w:r w:rsidR="005B7D7B" w:rsidRPr="00B3459B">
        <w:t>Wyznaczona obliczeniowo charakterystyka częstotliwościowa czasu pogłosu w salach typu III</w:t>
      </w:r>
      <w:bookmarkEnd w:id="127"/>
    </w:p>
    <w:p w14:paraId="67A99D0D" w14:textId="04ECA3C1" w:rsidR="008F761E" w:rsidRPr="00B3459B" w:rsidRDefault="008F761E" w:rsidP="008F761E">
      <w:pPr>
        <w:pStyle w:val="Nagwek2"/>
      </w:pPr>
      <w:bookmarkStart w:id="128" w:name="_Toc41981247"/>
      <w:bookmarkStart w:id="129" w:name="_Toc41982321"/>
      <w:bookmarkStart w:id="130" w:name="_Toc42099288"/>
      <w:bookmarkStart w:id="131" w:name="_Toc44506392"/>
      <w:bookmarkEnd w:id="128"/>
      <w:bookmarkEnd w:id="129"/>
      <w:bookmarkEnd w:id="130"/>
      <w:r w:rsidRPr="00B3459B">
        <w:t>Sala do zajęć zespołowych / rytmicznych</w:t>
      </w:r>
      <w:bookmarkEnd w:id="131"/>
    </w:p>
    <w:p w14:paraId="20A64A5E" w14:textId="7EB0E225" w:rsidR="00516401" w:rsidRPr="00B3459B" w:rsidRDefault="00516401" w:rsidP="00516401">
      <w:r w:rsidRPr="00B3459B">
        <w:t xml:space="preserve">Sala do zajęć rytmicznych przeznaczona jest do prowadzenia zajęć ruchowych z dziećmi i młodzieżą. Jako obowiązkowe wyposażenie sali </w:t>
      </w:r>
      <w:r w:rsidR="00EC57AF" w:rsidRPr="00B3459B">
        <w:t>przewiduje się</w:t>
      </w:r>
      <w:r w:rsidRPr="00B3459B">
        <w:t xml:space="preserve"> jedną ścianę pokrytą lustrami do wysokości przynajmniej 200 cm. Podłoga sali </w:t>
      </w:r>
      <w:r w:rsidR="00AF45AF" w:rsidRPr="00B3459B">
        <w:t>zostanie</w:t>
      </w:r>
      <w:r w:rsidRPr="00B3459B">
        <w:t xml:space="preserve"> wykonana w standardzie podłogi baletowej.</w:t>
      </w:r>
    </w:p>
    <w:p w14:paraId="267FAB67" w14:textId="64CBAE62" w:rsidR="00516401" w:rsidRPr="00B3459B" w:rsidRDefault="00AF45AF" w:rsidP="00516401">
      <w:r w:rsidRPr="00B3459B">
        <w:t>W</w:t>
      </w:r>
      <w:r w:rsidR="00516401" w:rsidRPr="00B3459B">
        <w:t xml:space="preserve">artość projektowa czasu pogłosu dla sali do zajęć rytmicznych </w:t>
      </w:r>
      <w:r w:rsidRPr="00B3459B">
        <w:t>wynosi</w:t>
      </w:r>
      <w:r w:rsidR="00516401" w:rsidRPr="00B3459B">
        <w:t xml:space="preserve"> T</w:t>
      </w:r>
      <w:r w:rsidR="00516401" w:rsidRPr="00B3459B">
        <w:rPr>
          <w:vertAlign w:val="subscript"/>
        </w:rPr>
        <w:t>m </w:t>
      </w:r>
      <w:r w:rsidR="00516401" w:rsidRPr="00B3459B">
        <w:t>= 0</w:t>
      </w:r>
      <w:r w:rsidR="003C22CB" w:rsidRPr="00B3459B">
        <w:t>,5</w:t>
      </w:r>
      <w:r w:rsidR="00516401" w:rsidRPr="00B3459B">
        <w:t xml:space="preserve"> s </w:t>
      </w:r>
      <w:r w:rsidR="00516401" w:rsidRPr="00B3459B">
        <w:fldChar w:fldCharType="begin"/>
      </w:r>
      <w:r w:rsidR="00516401" w:rsidRPr="00B3459B">
        <w:instrText xml:space="preserve"> REF _Ref370294243 \r \h </w:instrText>
      </w:r>
      <w:r w:rsidR="007C035B" w:rsidRPr="00B3459B">
        <w:instrText xml:space="preserve"> \* MERGEFORMAT </w:instrText>
      </w:r>
      <w:r w:rsidR="00516401" w:rsidRPr="00B3459B">
        <w:fldChar w:fldCharType="separate"/>
      </w:r>
      <w:r w:rsidR="00825AF8">
        <w:t>[22]</w:t>
      </w:r>
      <w:r w:rsidR="00516401" w:rsidRPr="00B3459B">
        <w:fldChar w:fldCharType="end"/>
      </w:r>
      <w:r w:rsidR="00516401" w:rsidRPr="00B3459B">
        <w:t>. Podana wartość czasu pogłosu odnosi się do pomieszczenia wykończonego, umeblowanego zgodnie z przeznaczeniem lecz bez obecności ludzi.</w:t>
      </w:r>
    </w:p>
    <w:p w14:paraId="0ADF4B30" w14:textId="5959EC9D" w:rsidR="00516401" w:rsidRPr="00B3459B" w:rsidRDefault="00516401" w:rsidP="00516401">
      <w:r w:rsidRPr="00B3459B">
        <w:lastRenderedPageBreak/>
        <w:t xml:space="preserve">Nierównomierność częstotliwościowej charakterystyki czasu pogłosu względem wartości zalecanej </w:t>
      </w:r>
      <w:r w:rsidR="00DA55A8" w:rsidRPr="00B3459B">
        <w:t>p</w:t>
      </w:r>
      <w:r w:rsidR="00950A5C" w:rsidRPr="00B3459B">
        <w:t>rzedstawiono na poniższym rysunku.</w:t>
      </w:r>
    </w:p>
    <w:p w14:paraId="45619A89" w14:textId="77777777" w:rsidR="00950A5C" w:rsidRPr="00B3459B" w:rsidRDefault="00950A5C" w:rsidP="00950A5C">
      <w:pPr>
        <w:pStyle w:val="Tabela-tekst"/>
        <w:keepNext/>
        <w:jc w:val="center"/>
      </w:pPr>
      <w:r w:rsidRPr="00B3459B">
        <w:rPr>
          <w:noProof/>
          <w:lang w:eastAsia="pl-PL"/>
        </w:rPr>
        <w:drawing>
          <wp:inline distT="0" distB="0" distL="0" distR="0" wp14:anchorId="227FCEDD" wp14:editId="6D2E4009">
            <wp:extent cx="4924800" cy="3240000"/>
            <wp:effectExtent l="0" t="0" r="952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8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44F95" w14:textId="7FEF286E" w:rsidR="00950A5C" w:rsidRPr="00B3459B" w:rsidRDefault="00950A5C" w:rsidP="00950A5C">
      <w:pPr>
        <w:pStyle w:val="Legenda"/>
        <w:jc w:val="center"/>
      </w:pPr>
      <w:bookmarkStart w:id="132" w:name="_Toc44506426"/>
      <w:r w:rsidRPr="00B3459B">
        <w:t xml:space="preserve">Rys. </w:t>
      </w:r>
      <w:r w:rsidR="005C184A" w:rsidRPr="00B3459B">
        <w:rPr>
          <w:noProof/>
        </w:rPr>
        <w:fldChar w:fldCharType="begin"/>
      </w:r>
      <w:r w:rsidR="005C184A" w:rsidRPr="00B3459B">
        <w:rPr>
          <w:noProof/>
        </w:rPr>
        <w:instrText xml:space="preserve"> STYLEREF 1 \s </w:instrText>
      </w:r>
      <w:r w:rsidR="005C184A" w:rsidRPr="00B3459B">
        <w:rPr>
          <w:noProof/>
        </w:rPr>
        <w:fldChar w:fldCharType="separate"/>
      </w:r>
      <w:r w:rsidR="00825AF8">
        <w:rPr>
          <w:noProof/>
        </w:rPr>
        <w:t>4</w:t>
      </w:r>
      <w:r w:rsidR="005C184A" w:rsidRPr="00B3459B">
        <w:rPr>
          <w:noProof/>
        </w:rPr>
        <w:fldChar w:fldCharType="end"/>
      </w:r>
      <w:r w:rsidR="00687ACF" w:rsidRPr="00B3459B">
        <w:t>.</w:t>
      </w:r>
      <w:r w:rsidR="005C184A" w:rsidRPr="00B3459B">
        <w:rPr>
          <w:noProof/>
        </w:rPr>
        <w:fldChar w:fldCharType="begin"/>
      </w:r>
      <w:r w:rsidR="005C184A" w:rsidRPr="00B3459B">
        <w:rPr>
          <w:noProof/>
        </w:rPr>
        <w:instrText xml:space="preserve"> SEQ Rys. \* ARABIC \s 1 </w:instrText>
      </w:r>
      <w:r w:rsidR="005C184A" w:rsidRPr="00B3459B">
        <w:rPr>
          <w:noProof/>
        </w:rPr>
        <w:fldChar w:fldCharType="separate"/>
      </w:r>
      <w:r w:rsidR="00825AF8">
        <w:rPr>
          <w:noProof/>
        </w:rPr>
        <w:t>5</w:t>
      </w:r>
      <w:r w:rsidR="005C184A" w:rsidRPr="00B3459B">
        <w:rPr>
          <w:noProof/>
        </w:rPr>
        <w:fldChar w:fldCharType="end"/>
      </w:r>
      <w:r w:rsidRPr="00B3459B">
        <w:t>. Wykres tolerancji czasu pogłosu dla sali do zajęć zespołowych / rytmicznych</w:t>
      </w:r>
      <w:bookmarkEnd w:id="132"/>
    </w:p>
    <w:p w14:paraId="77309AC2" w14:textId="79E586DD" w:rsidR="00516401" w:rsidRPr="00B3459B" w:rsidRDefault="00516401" w:rsidP="00516401">
      <w:r w:rsidRPr="00B3459B">
        <w:t xml:space="preserve">Odpowiednio dobrane i rozmieszczone materiały dźwiękochłonne pozwolą na poprawę warunków akustycznych w pomieszczeniu i umożliwią uzyskanie co najmniej dobrej zrozumiałości mowy. W pomieszczeniu </w:t>
      </w:r>
      <w:r w:rsidR="00AF45AF" w:rsidRPr="00B3459B">
        <w:t xml:space="preserve">zostały zastosowane </w:t>
      </w:r>
      <w:r w:rsidRPr="00B3459B">
        <w:t>materiały dźwiękochłonne o klasie A pochłaniania dźwięku</w:t>
      </w:r>
      <w:r w:rsidR="003C22CB" w:rsidRPr="00B3459B">
        <w:t xml:space="preserve"> oraz </w:t>
      </w:r>
      <w:r w:rsidR="00AF45AF" w:rsidRPr="00B3459B">
        <w:t xml:space="preserve">dedykowane </w:t>
      </w:r>
      <w:r w:rsidR="003C22CB" w:rsidRPr="00B3459B">
        <w:t>ustroje akustyczne</w:t>
      </w:r>
      <w:r w:rsidRPr="00B3459B">
        <w:t xml:space="preserve">. </w:t>
      </w:r>
      <w:r w:rsidR="003C22CB" w:rsidRPr="00B3459B">
        <w:t xml:space="preserve">Adaptacja akustyczna </w:t>
      </w:r>
      <w:r w:rsidR="00AF45AF" w:rsidRPr="00B3459B">
        <w:t xml:space="preserve">została </w:t>
      </w:r>
      <w:r w:rsidR="003C22CB" w:rsidRPr="00B3459B">
        <w:t>wprowadzana</w:t>
      </w:r>
      <w:r w:rsidRPr="00B3459B">
        <w:t xml:space="preserve"> zarówno w formie sufitu dźwiękochłonnego, jak i okładzin ściennych.</w:t>
      </w:r>
    </w:p>
    <w:p w14:paraId="2D0AFE91" w14:textId="5BC1BFEB" w:rsidR="00BF253F" w:rsidRPr="00B3459B" w:rsidRDefault="00BF253F" w:rsidP="00BF253F">
      <w:r w:rsidRPr="00B3459B">
        <w:t>Sposób rozmieszczenia adaptacji akus</w:t>
      </w:r>
      <w:r w:rsidR="005066CF" w:rsidRPr="00B3459B">
        <w:t xml:space="preserve">tycznej pokazano na rysunku </w:t>
      </w:r>
      <w:r w:rsidR="00031291" w:rsidRPr="00B3459B">
        <w:t>Etap_III_AW04</w:t>
      </w:r>
      <w:r w:rsidRPr="00B3459B">
        <w:t>.</w:t>
      </w:r>
    </w:p>
    <w:p w14:paraId="19D4DE1D" w14:textId="75B25227" w:rsidR="00BF253F" w:rsidRPr="00B3459B" w:rsidRDefault="00BF253F" w:rsidP="00BF253F">
      <w:r w:rsidRPr="00B3459B">
        <w:t xml:space="preserve">Poniższa tabela przedstawia </w:t>
      </w:r>
      <w:r w:rsidR="00AF45AF" w:rsidRPr="00B3459B">
        <w:t>zestawienie współczynników</w:t>
      </w:r>
      <w:r w:rsidRPr="00B3459B">
        <w:t xml:space="preserve"> pochłaniania </w:t>
      </w:r>
      <w:r w:rsidR="00AF45AF" w:rsidRPr="00B3459B">
        <w:t xml:space="preserve">dźwięku </w:t>
      </w:r>
      <w:r w:rsidRPr="00B3459B">
        <w:t>dla sali 104A:</w:t>
      </w:r>
    </w:p>
    <w:p w14:paraId="355D51B9" w14:textId="2069F6B0" w:rsidR="00711639" w:rsidRPr="00B3459B" w:rsidRDefault="00711639" w:rsidP="00711639">
      <w:pPr>
        <w:pStyle w:val="Legenda"/>
        <w:keepNext/>
      </w:pPr>
      <w:bookmarkStart w:id="133" w:name="_Toc44506414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4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4</w:t>
      </w:r>
      <w:r w:rsidR="00AC6A0B" w:rsidRPr="00B3459B">
        <w:rPr>
          <w:noProof/>
        </w:rPr>
        <w:fldChar w:fldCharType="end"/>
      </w:r>
      <w:r w:rsidRPr="00B3459B">
        <w:t>. Zastosowane materiały</w:t>
      </w:r>
      <w:r w:rsidR="00AF45AF" w:rsidRPr="00B3459B">
        <w:t xml:space="preserve"> – sala do zajęć zespołowych / rytmicznych</w:t>
      </w:r>
      <w:bookmarkEnd w:id="133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709"/>
        <w:gridCol w:w="430"/>
        <w:gridCol w:w="1130"/>
        <w:gridCol w:w="1130"/>
        <w:gridCol w:w="1130"/>
        <w:gridCol w:w="1131"/>
        <w:gridCol w:w="1131"/>
        <w:gridCol w:w="1131"/>
      </w:tblGrid>
      <w:tr w:rsidR="00BF253F" w:rsidRPr="00B3459B" w14:paraId="6DCC0184" w14:textId="77777777" w:rsidTr="00BF253F">
        <w:trPr>
          <w:jc w:val="center"/>
        </w:trPr>
        <w:tc>
          <w:tcPr>
            <w:tcW w:w="101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45C60E" w14:textId="77777777" w:rsidR="00BF253F" w:rsidRPr="00B3459B" w:rsidRDefault="00BF253F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Wartości współczynników pochłaniania</w:t>
            </w:r>
          </w:p>
        </w:tc>
      </w:tr>
      <w:tr w:rsidR="00BF253F" w:rsidRPr="00B3459B" w14:paraId="3C5FF31E" w14:textId="77777777" w:rsidTr="009220B8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631DAA" w14:textId="77777777" w:rsidR="00BF253F" w:rsidRPr="00B3459B" w:rsidRDefault="00BF253F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Materiał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75CE35" w14:textId="77777777" w:rsidR="00BF253F" w:rsidRPr="00B3459B" w:rsidRDefault="00BF253F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S [m</w:t>
            </w:r>
            <w:r w:rsidRPr="00B3459B">
              <w:rPr>
                <w:b/>
                <w:bCs/>
                <w:vertAlign w:val="superscript"/>
              </w:rPr>
              <w:t>2</w:t>
            </w:r>
            <w:r w:rsidRPr="00B3459B">
              <w:rPr>
                <w:b/>
                <w:bCs/>
              </w:rPr>
              <w:t>]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974C416" w14:textId="77777777" w:rsidR="00BF253F" w:rsidRPr="00B3459B" w:rsidRDefault="00BF253F" w:rsidP="00074A75">
            <w:pPr>
              <w:pStyle w:val="Tabela-tekst"/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934AFF" w14:textId="77777777" w:rsidR="00BF253F" w:rsidRPr="00B3459B" w:rsidRDefault="00BF253F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125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B0EBA8" w14:textId="77777777" w:rsidR="00BF253F" w:rsidRPr="00B3459B" w:rsidRDefault="00BF253F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250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4D6FC2" w14:textId="77777777" w:rsidR="00BF253F" w:rsidRPr="00B3459B" w:rsidRDefault="00BF253F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500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C55C9C" w14:textId="77777777" w:rsidR="00BF253F" w:rsidRPr="00B3459B" w:rsidRDefault="00BF253F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1000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7EC5AE" w14:textId="77777777" w:rsidR="00BF253F" w:rsidRPr="00B3459B" w:rsidRDefault="00BF253F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2000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728B89" w14:textId="77777777" w:rsidR="00BF253F" w:rsidRPr="00B3459B" w:rsidRDefault="00BF253F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4000 Hz</w:t>
            </w:r>
          </w:p>
        </w:tc>
      </w:tr>
      <w:tr w:rsidR="00BF253F" w:rsidRPr="00B3459B" w14:paraId="55555F56" w14:textId="77777777" w:rsidTr="009220B8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FE9266" w14:textId="77777777" w:rsidR="00BF253F" w:rsidRPr="00B3459B" w:rsidRDefault="00BF253F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Drzwi drewniane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C433E5B" w14:textId="7555A2F4" w:rsidR="00BF253F" w:rsidRPr="00B3459B" w:rsidRDefault="00C35254" w:rsidP="00074A75">
            <w:pPr>
              <w:pStyle w:val="Tabela-tekst"/>
              <w:jc w:val="center"/>
            </w:pPr>
            <w:r w:rsidRPr="00B3459B">
              <w:t>1,64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BBE0BC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α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64A93E32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0,14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4BC40351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0,10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39C01DA2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0,06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1A3D9636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0,08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47B85E99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0,10</w:t>
            </w:r>
          </w:p>
        </w:tc>
        <w:tc>
          <w:tcPr>
            <w:tcW w:w="11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711EA47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0,10</w:t>
            </w:r>
          </w:p>
        </w:tc>
      </w:tr>
      <w:tr w:rsidR="00BF253F" w:rsidRPr="00B3459B" w14:paraId="22396802" w14:textId="77777777" w:rsidTr="009220B8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375343" w14:textId="77777777" w:rsidR="00BF253F" w:rsidRPr="00B3459B" w:rsidRDefault="00BF253F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Okno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821632" w14:textId="0EA3EF60" w:rsidR="00BF253F" w:rsidRPr="00B3459B" w:rsidRDefault="00C35254" w:rsidP="00074A75">
            <w:pPr>
              <w:pStyle w:val="Tabela-tekst"/>
              <w:jc w:val="center"/>
            </w:pPr>
            <w:r w:rsidRPr="00B3459B">
              <w:t>17,94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099A4260" w14:textId="77777777" w:rsidR="00BF253F" w:rsidRPr="00B3459B" w:rsidRDefault="00BF253F" w:rsidP="00074A75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DF117EA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0,15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52F714F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81A9C92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1FF561B6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23B24056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0,02</w:t>
            </w:r>
          </w:p>
        </w:tc>
        <w:tc>
          <w:tcPr>
            <w:tcW w:w="113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5AE615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0,02</w:t>
            </w:r>
          </w:p>
        </w:tc>
      </w:tr>
      <w:tr w:rsidR="000D3ED4" w:rsidRPr="00B3459B" w14:paraId="45BA9C2F" w14:textId="77777777" w:rsidTr="009220B8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3174AA" w14:textId="50989428" w:rsidR="000D3ED4" w:rsidRPr="00B3459B" w:rsidRDefault="000D3ED4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Lustro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55A321" w14:textId="0878B4CD" w:rsidR="000D3ED4" w:rsidRPr="00B3459B" w:rsidRDefault="000D3ED4" w:rsidP="00074A75">
            <w:pPr>
              <w:pStyle w:val="Tabela-tekst"/>
              <w:jc w:val="center"/>
            </w:pPr>
            <w:r w:rsidRPr="00B3459B">
              <w:t>9,28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53600F1D" w14:textId="77777777" w:rsidR="000D3ED4" w:rsidRPr="00B3459B" w:rsidRDefault="000D3ED4" w:rsidP="00074A75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730BB7B" w14:textId="19BCD007" w:rsidR="000D3ED4" w:rsidRPr="00B3459B" w:rsidRDefault="000D3ED4" w:rsidP="00074A75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13951F66" w14:textId="7B854ED1" w:rsidR="000D3ED4" w:rsidRPr="00B3459B" w:rsidRDefault="000D3ED4" w:rsidP="00074A75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AE24AFE" w14:textId="442DA38F" w:rsidR="000D3ED4" w:rsidRPr="00B3459B" w:rsidRDefault="000D3ED4" w:rsidP="00074A75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3663E24B" w14:textId="25E873B3" w:rsidR="000D3ED4" w:rsidRPr="00B3459B" w:rsidRDefault="000D3ED4" w:rsidP="00074A75">
            <w:pPr>
              <w:pStyle w:val="Tabela-tekst"/>
              <w:jc w:val="center"/>
            </w:pPr>
            <w:r w:rsidRPr="00B3459B">
              <w:t>0,02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30ED1FEE" w14:textId="61AB7031" w:rsidR="000D3ED4" w:rsidRPr="00B3459B" w:rsidRDefault="000D3ED4" w:rsidP="00074A75">
            <w:pPr>
              <w:pStyle w:val="Tabela-tekst"/>
              <w:jc w:val="center"/>
            </w:pPr>
            <w:r w:rsidRPr="00B3459B">
              <w:t>0,02</w:t>
            </w:r>
          </w:p>
        </w:tc>
        <w:tc>
          <w:tcPr>
            <w:tcW w:w="113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3EEA848" w14:textId="08FC03A9" w:rsidR="000D3ED4" w:rsidRPr="00B3459B" w:rsidRDefault="000D3ED4" w:rsidP="00074A75">
            <w:pPr>
              <w:pStyle w:val="Tabela-tekst"/>
              <w:jc w:val="center"/>
            </w:pPr>
            <w:r w:rsidRPr="00B3459B">
              <w:t>0,01</w:t>
            </w:r>
          </w:p>
        </w:tc>
      </w:tr>
      <w:tr w:rsidR="00BF253F" w:rsidRPr="00B3459B" w14:paraId="4D76DCF0" w14:textId="77777777" w:rsidTr="009220B8">
        <w:trPr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57C6EF" w14:textId="77777777" w:rsidR="00BF253F" w:rsidRPr="00B3459B" w:rsidRDefault="00BF253F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Tynk na murze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7766C3" w14:textId="61E705FD" w:rsidR="00BF253F" w:rsidRPr="00B3459B" w:rsidRDefault="009116D2" w:rsidP="00074A75">
            <w:pPr>
              <w:pStyle w:val="Tabela-tekst"/>
              <w:jc w:val="center"/>
            </w:pPr>
            <w:r w:rsidRPr="00B3459B">
              <w:t>31,60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40AE1990" w14:textId="77777777" w:rsidR="00BF253F" w:rsidRPr="00B3459B" w:rsidRDefault="00BF253F" w:rsidP="00074A75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7217712A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085D5FE2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0,02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01340BE4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0,02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44B8D270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016DFDC4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0,04</w:t>
            </w:r>
          </w:p>
        </w:tc>
        <w:tc>
          <w:tcPr>
            <w:tcW w:w="113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3ACF66E" w14:textId="77777777" w:rsidR="00BF253F" w:rsidRPr="00B3459B" w:rsidRDefault="00BF253F" w:rsidP="00074A75">
            <w:pPr>
              <w:pStyle w:val="Tabela-tekst"/>
              <w:jc w:val="center"/>
            </w:pPr>
            <w:r w:rsidRPr="00B3459B">
              <w:t>0,04</w:t>
            </w:r>
          </w:p>
        </w:tc>
      </w:tr>
      <w:tr w:rsidR="00E2757D" w:rsidRPr="00B3459B" w14:paraId="4C57D47A" w14:textId="77777777" w:rsidTr="009220B8">
        <w:trPr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FD51F4A" w14:textId="13AF84D5" w:rsidR="00E2757D" w:rsidRPr="00B3459B" w:rsidRDefault="00E2757D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Płyta</w:t>
            </w:r>
            <w:r w:rsidR="009220B8" w:rsidRPr="00B3459B">
              <w:rPr>
                <w:b/>
                <w:bCs/>
              </w:rPr>
              <w:t xml:space="preserve"> </w:t>
            </w:r>
            <w:r w:rsidRPr="00B3459B">
              <w:rPr>
                <w:b/>
                <w:bCs/>
              </w:rPr>
              <w:t>gipsowo-włóknowa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E1E3B37" w14:textId="2F6C46BB" w:rsidR="00E2757D" w:rsidRPr="00B3459B" w:rsidRDefault="009116D2" w:rsidP="00074A75">
            <w:pPr>
              <w:pStyle w:val="Tabela-tekst"/>
              <w:jc w:val="center"/>
            </w:pPr>
            <w:r w:rsidRPr="00B3459B">
              <w:t>47,09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48D28505" w14:textId="77777777" w:rsidR="00E2757D" w:rsidRPr="00B3459B" w:rsidRDefault="00E2757D" w:rsidP="00074A75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4F45FB10" w14:textId="32BB2617" w:rsidR="00E2757D" w:rsidRPr="00B3459B" w:rsidRDefault="00E2757D" w:rsidP="00074A75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4ABD8461" w14:textId="50B1061D" w:rsidR="00E2757D" w:rsidRPr="00B3459B" w:rsidRDefault="00E2757D" w:rsidP="00074A75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638C68D5" w14:textId="3244647F" w:rsidR="00E2757D" w:rsidRPr="00B3459B" w:rsidRDefault="00E2757D" w:rsidP="00074A75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1C9EAD4A" w14:textId="04D02D70" w:rsidR="00E2757D" w:rsidRPr="00B3459B" w:rsidRDefault="00E2757D" w:rsidP="00074A75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0E6AB7AB" w14:textId="416BD83C" w:rsidR="00E2757D" w:rsidRPr="00B3459B" w:rsidRDefault="00E2757D" w:rsidP="00074A75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F14CF0C" w14:textId="615358A0" w:rsidR="00E2757D" w:rsidRPr="00B3459B" w:rsidRDefault="00E2757D" w:rsidP="00074A75">
            <w:pPr>
              <w:pStyle w:val="Tabela-tekst"/>
              <w:jc w:val="center"/>
            </w:pPr>
            <w:r w:rsidRPr="00B3459B">
              <w:t>0,01</w:t>
            </w:r>
          </w:p>
        </w:tc>
      </w:tr>
      <w:tr w:rsidR="00BF253F" w:rsidRPr="00B3459B" w14:paraId="4763F165" w14:textId="77777777" w:rsidTr="009220B8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06B5AF" w14:textId="3591E97F" w:rsidR="00BF253F" w:rsidRPr="00B3459B" w:rsidRDefault="00356DBA" w:rsidP="00074A75">
            <w:pPr>
              <w:pStyle w:val="Tabela-tek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Podłoga 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74D3E3" w14:textId="2A6B153B" w:rsidR="00BF253F" w:rsidRPr="00B3459B" w:rsidRDefault="00C35254" w:rsidP="00074A75">
            <w:pPr>
              <w:pStyle w:val="Tabela-tekst"/>
              <w:jc w:val="center"/>
            </w:pPr>
            <w:r w:rsidRPr="00B3459B">
              <w:t>49,</w:t>
            </w:r>
            <w:r w:rsidR="00294BA5" w:rsidRPr="00B3459B">
              <w:t>35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4CF19916" w14:textId="77777777" w:rsidR="00BF253F" w:rsidRPr="00B3459B" w:rsidRDefault="00BF253F" w:rsidP="00074A75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6B8AB0F0" w14:textId="3123C0FE" w:rsidR="00BF253F" w:rsidRPr="00B3459B" w:rsidRDefault="00BF253F" w:rsidP="00074A75">
            <w:pPr>
              <w:pStyle w:val="Tabela-tekst"/>
              <w:jc w:val="center"/>
            </w:pPr>
            <w:r w:rsidRPr="00B3459B">
              <w:t>0,</w:t>
            </w:r>
            <w:r w:rsidR="00294BA5" w:rsidRPr="00B3459B">
              <w:t>15</w:t>
            </w:r>
          </w:p>
        </w:tc>
        <w:tc>
          <w:tcPr>
            <w:tcW w:w="1130" w:type="dxa"/>
            <w:vAlign w:val="center"/>
          </w:tcPr>
          <w:p w14:paraId="42B2E01F" w14:textId="1F6F9FB1" w:rsidR="00BF253F" w:rsidRPr="00B3459B" w:rsidRDefault="00BF253F" w:rsidP="00074A75">
            <w:pPr>
              <w:pStyle w:val="Tabela-tekst"/>
              <w:jc w:val="center"/>
            </w:pPr>
            <w:r w:rsidRPr="00B3459B">
              <w:t>0,</w:t>
            </w:r>
            <w:r w:rsidR="00356DBA">
              <w:t>1</w:t>
            </w:r>
            <w:r w:rsidR="00294BA5" w:rsidRPr="00B3459B">
              <w:t>0</w:t>
            </w:r>
          </w:p>
        </w:tc>
        <w:tc>
          <w:tcPr>
            <w:tcW w:w="1130" w:type="dxa"/>
            <w:vAlign w:val="center"/>
          </w:tcPr>
          <w:p w14:paraId="634CE5B1" w14:textId="0EC332CA" w:rsidR="00BF253F" w:rsidRPr="00B3459B" w:rsidRDefault="00BF253F" w:rsidP="00074A75">
            <w:pPr>
              <w:pStyle w:val="Tabela-tekst"/>
              <w:jc w:val="center"/>
            </w:pPr>
            <w:r w:rsidRPr="00B3459B">
              <w:t>0,</w:t>
            </w:r>
            <w:r w:rsidR="00294BA5" w:rsidRPr="00B3459B">
              <w:t>10</w:t>
            </w:r>
          </w:p>
        </w:tc>
        <w:tc>
          <w:tcPr>
            <w:tcW w:w="1131" w:type="dxa"/>
            <w:vAlign w:val="center"/>
          </w:tcPr>
          <w:p w14:paraId="1814AEBD" w14:textId="0AC86DD3" w:rsidR="00BF253F" w:rsidRPr="00B3459B" w:rsidRDefault="00BF253F" w:rsidP="00074A75">
            <w:pPr>
              <w:pStyle w:val="Tabela-tekst"/>
              <w:jc w:val="center"/>
            </w:pPr>
            <w:r w:rsidRPr="00B3459B">
              <w:t>0,</w:t>
            </w:r>
            <w:r w:rsidR="00294BA5" w:rsidRPr="00B3459B">
              <w:t>10</w:t>
            </w:r>
          </w:p>
        </w:tc>
        <w:tc>
          <w:tcPr>
            <w:tcW w:w="1131" w:type="dxa"/>
            <w:vAlign w:val="center"/>
          </w:tcPr>
          <w:p w14:paraId="6C8050AA" w14:textId="37131844" w:rsidR="00BF253F" w:rsidRPr="00B3459B" w:rsidRDefault="00BF253F" w:rsidP="00074A75">
            <w:pPr>
              <w:pStyle w:val="Tabela-tekst"/>
              <w:jc w:val="center"/>
            </w:pPr>
            <w:r w:rsidRPr="00B3459B">
              <w:t>0,</w:t>
            </w:r>
            <w:r w:rsidR="00294BA5" w:rsidRPr="00B3459B">
              <w:t>10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11A378F4" w14:textId="1A536D88" w:rsidR="00BF253F" w:rsidRPr="00B3459B" w:rsidRDefault="00BF253F" w:rsidP="00074A75">
            <w:pPr>
              <w:pStyle w:val="Tabela-tekst"/>
              <w:jc w:val="center"/>
            </w:pPr>
            <w:r w:rsidRPr="00B3459B">
              <w:t>0,</w:t>
            </w:r>
            <w:r w:rsidR="00294BA5" w:rsidRPr="00B3459B">
              <w:t>10</w:t>
            </w:r>
          </w:p>
        </w:tc>
      </w:tr>
      <w:tr w:rsidR="00BF253F" w:rsidRPr="00B3459B" w14:paraId="0F4FCAE4" w14:textId="77777777" w:rsidTr="009220B8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3097D7" w14:textId="6748AA5F" w:rsidR="00BF253F" w:rsidRPr="00B3459B" w:rsidRDefault="0012231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UP02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3DFF61" w14:textId="113CD2E6" w:rsidR="00BF253F" w:rsidRPr="00B3459B" w:rsidRDefault="00122315" w:rsidP="00074A75">
            <w:pPr>
              <w:pStyle w:val="Tabela-tekst"/>
              <w:jc w:val="center"/>
            </w:pPr>
            <w:r w:rsidRPr="00B3459B">
              <w:t>12,03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3C7AF1C6" w14:textId="77777777" w:rsidR="00BF253F" w:rsidRPr="00B3459B" w:rsidRDefault="00BF253F" w:rsidP="00074A75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539A01FC" w14:textId="1AB67610" w:rsidR="00BF253F" w:rsidRPr="00B3459B" w:rsidRDefault="00BF253F" w:rsidP="00074A75">
            <w:pPr>
              <w:pStyle w:val="Tabela-tekst"/>
              <w:jc w:val="center"/>
            </w:pPr>
            <w:r w:rsidRPr="00B3459B">
              <w:t>0,</w:t>
            </w:r>
            <w:r w:rsidR="00122315" w:rsidRPr="00B3459B">
              <w:t>70</w:t>
            </w:r>
          </w:p>
        </w:tc>
        <w:tc>
          <w:tcPr>
            <w:tcW w:w="1130" w:type="dxa"/>
            <w:vAlign w:val="center"/>
          </w:tcPr>
          <w:p w14:paraId="564AFE35" w14:textId="663A5D16" w:rsidR="00BF253F" w:rsidRPr="00B3459B" w:rsidRDefault="00BF253F" w:rsidP="00074A75">
            <w:pPr>
              <w:pStyle w:val="Tabela-tekst"/>
              <w:jc w:val="center"/>
            </w:pPr>
            <w:r w:rsidRPr="00B3459B">
              <w:t>0,</w:t>
            </w:r>
            <w:r w:rsidR="00122315" w:rsidRPr="00B3459B">
              <w:t>99</w:t>
            </w:r>
          </w:p>
        </w:tc>
        <w:tc>
          <w:tcPr>
            <w:tcW w:w="1130" w:type="dxa"/>
            <w:vAlign w:val="center"/>
          </w:tcPr>
          <w:p w14:paraId="1607130B" w14:textId="16908A30" w:rsidR="00BF253F" w:rsidRPr="00B3459B" w:rsidRDefault="00BF253F" w:rsidP="00074A75">
            <w:pPr>
              <w:pStyle w:val="Tabela-tekst"/>
              <w:jc w:val="center"/>
            </w:pPr>
            <w:r w:rsidRPr="00B3459B">
              <w:t>0,</w:t>
            </w:r>
            <w:r w:rsidR="00122315" w:rsidRPr="00B3459B">
              <w:t>99</w:t>
            </w:r>
          </w:p>
        </w:tc>
        <w:tc>
          <w:tcPr>
            <w:tcW w:w="1131" w:type="dxa"/>
            <w:vAlign w:val="center"/>
          </w:tcPr>
          <w:p w14:paraId="28725408" w14:textId="7FB62E0A" w:rsidR="00BF253F" w:rsidRPr="00B3459B" w:rsidRDefault="00BF253F" w:rsidP="00074A75">
            <w:pPr>
              <w:pStyle w:val="Tabela-tekst"/>
              <w:jc w:val="center"/>
            </w:pPr>
            <w:r w:rsidRPr="00B3459B">
              <w:t>0,</w:t>
            </w:r>
            <w:r w:rsidR="00122315" w:rsidRPr="00B3459B">
              <w:t>95</w:t>
            </w:r>
          </w:p>
        </w:tc>
        <w:tc>
          <w:tcPr>
            <w:tcW w:w="1131" w:type="dxa"/>
            <w:vAlign w:val="center"/>
          </w:tcPr>
          <w:p w14:paraId="450E71E0" w14:textId="48DF4DD6" w:rsidR="00BF253F" w:rsidRPr="00B3459B" w:rsidRDefault="00BF253F" w:rsidP="00074A75">
            <w:pPr>
              <w:pStyle w:val="Tabela-tekst"/>
              <w:jc w:val="center"/>
            </w:pPr>
            <w:r w:rsidRPr="00B3459B">
              <w:t>0,</w:t>
            </w:r>
            <w:r w:rsidR="00122315" w:rsidRPr="00B3459B">
              <w:t>90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56337657" w14:textId="295B12A2" w:rsidR="00BF253F" w:rsidRPr="00B3459B" w:rsidRDefault="00BF253F" w:rsidP="00074A75">
            <w:pPr>
              <w:pStyle w:val="Tabela-tekst"/>
              <w:jc w:val="center"/>
            </w:pPr>
            <w:r w:rsidRPr="00B3459B">
              <w:t>0,</w:t>
            </w:r>
            <w:r w:rsidR="00122315" w:rsidRPr="00B3459B">
              <w:t>90</w:t>
            </w:r>
          </w:p>
        </w:tc>
      </w:tr>
      <w:tr w:rsidR="00122315" w:rsidRPr="00B3459B" w14:paraId="17D116CA" w14:textId="77777777" w:rsidTr="009220B8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2733CB" w14:textId="295BE6D6" w:rsidR="00122315" w:rsidRPr="00B3459B" w:rsidRDefault="0012231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UP03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FAB79C" w14:textId="10914336" w:rsidR="00122315" w:rsidRPr="00B3459B" w:rsidRDefault="00122315" w:rsidP="00074A75">
            <w:pPr>
              <w:pStyle w:val="Tabela-tekst"/>
              <w:jc w:val="center"/>
            </w:pPr>
            <w:r w:rsidRPr="00B3459B">
              <w:t>12,96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5A628C60" w14:textId="77777777" w:rsidR="00122315" w:rsidRPr="00B3459B" w:rsidRDefault="00122315" w:rsidP="00074A75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11B03245" w14:textId="117690DD" w:rsidR="00122315" w:rsidRPr="00B3459B" w:rsidRDefault="00122315" w:rsidP="00074A75">
            <w:pPr>
              <w:pStyle w:val="Tabela-tekst"/>
              <w:jc w:val="center"/>
            </w:pPr>
            <w:r w:rsidRPr="00B3459B">
              <w:t>0,25</w:t>
            </w:r>
          </w:p>
        </w:tc>
        <w:tc>
          <w:tcPr>
            <w:tcW w:w="1130" w:type="dxa"/>
            <w:vAlign w:val="center"/>
          </w:tcPr>
          <w:p w14:paraId="2F852A0E" w14:textId="77B49691" w:rsidR="00122315" w:rsidRPr="00B3459B" w:rsidRDefault="00122315" w:rsidP="00074A75">
            <w:pPr>
              <w:pStyle w:val="Tabela-tekst"/>
              <w:jc w:val="center"/>
            </w:pPr>
            <w:r w:rsidRPr="00B3459B">
              <w:t>0,80</w:t>
            </w:r>
          </w:p>
        </w:tc>
        <w:tc>
          <w:tcPr>
            <w:tcW w:w="1130" w:type="dxa"/>
            <w:vAlign w:val="center"/>
          </w:tcPr>
          <w:p w14:paraId="22AB1C47" w14:textId="577446F8" w:rsidR="00122315" w:rsidRPr="00B3459B" w:rsidRDefault="00122315" w:rsidP="00074A75">
            <w:pPr>
              <w:pStyle w:val="Tabela-tekst"/>
              <w:jc w:val="center"/>
            </w:pPr>
            <w:r w:rsidRPr="00B3459B">
              <w:t>0,95</w:t>
            </w:r>
          </w:p>
        </w:tc>
        <w:tc>
          <w:tcPr>
            <w:tcW w:w="1131" w:type="dxa"/>
            <w:vAlign w:val="center"/>
          </w:tcPr>
          <w:p w14:paraId="19688452" w14:textId="2844A747" w:rsidR="00122315" w:rsidRPr="00B3459B" w:rsidRDefault="00122315" w:rsidP="00074A75">
            <w:pPr>
              <w:pStyle w:val="Tabela-tekst"/>
              <w:jc w:val="center"/>
            </w:pPr>
            <w:r w:rsidRPr="00B3459B">
              <w:t>0,95</w:t>
            </w:r>
          </w:p>
        </w:tc>
        <w:tc>
          <w:tcPr>
            <w:tcW w:w="1131" w:type="dxa"/>
            <w:vAlign w:val="center"/>
          </w:tcPr>
          <w:p w14:paraId="59A8FDED" w14:textId="53039C54" w:rsidR="00122315" w:rsidRPr="00B3459B" w:rsidRDefault="00122315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43225985" w14:textId="76781B09" w:rsidR="00122315" w:rsidRPr="00B3459B" w:rsidRDefault="00122315" w:rsidP="00074A75">
            <w:pPr>
              <w:pStyle w:val="Tabela-tekst"/>
              <w:jc w:val="center"/>
            </w:pPr>
            <w:r w:rsidRPr="00B3459B">
              <w:t>0,99</w:t>
            </w:r>
          </w:p>
        </w:tc>
      </w:tr>
      <w:tr w:rsidR="00122315" w:rsidRPr="00B3459B" w14:paraId="1B3607E8" w14:textId="77777777" w:rsidTr="009220B8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640432" w14:textId="614C2864" w:rsidR="00122315" w:rsidRPr="00B3459B" w:rsidRDefault="00122315" w:rsidP="00074A75">
            <w:pPr>
              <w:pStyle w:val="Tabela-tekst"/>
              <w:jc w:val="center"/>
              <w:rPr>
                <w:b/>
                <w:bCs/>
              </w:rPr>
            </w:pPr>
            <w:r w:rsidRPr="00B3459B">
              <w:rPr>
                <w:b/>
                <w:bCs/>
              </w:rPr>
              <w:t>URB01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01D093" w14:textId="487376F9" w:rsidR="00122315" w:rsidRPr="00B3459B" w:rsidRDefault="00122315" w:rsidP="00074A75">
            <w:pPr>
              <w:pStyle w:val="Tabela-tekst"/>
              <w:jc w:val="center"/>
            </w:pPr>
            <w:r w:rsidRPr="00B3459B">
              <w:t>10,80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AB6C25" w14:textId="77777777" w:rsidR="00122315" w:rsidRPr="00B3459B" w:rsidRDefault="00122315" w:rsidP="00074A75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7A60B1FC" w14:textId="5FE7C464" w:rsidR="00122315" w:rsidRPr="00B3459B" w:rsidRDefault="00122315" w:rsidP="00074A75">
            <w:pPr>
              <w:pStyle w:val="Tabela-tekst"/>
              <w:jc w:val="center"/>
            </w:pPr>
            <w:r w:rsidRPr="00B3459B">
              <w:t>0,60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6A991C23" w14:textId="3FB42AD7" w:rsidR="00122315" w:rsidRPr="00B3459B" w:rsidRDefault="00122315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0ED953D8" w14:textId="054BA218" w:rsidR="00122315" w:rsidRPr="00B3459B" w:rsidRDefault="00122315" w:rsidP="00074A7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427232E0" w14:textId="39131486" w:rsidR="00122315" w:rsidRPr="00B3459B" w:rsidRDefault="00122315" w:rsidP="00074A75">
            <w:pPr>
              <w:pStyle w:val="Tabela-tekst"/>
              <w:jc w:val="center"/>
            </w:pPr>
            <w:r w:rsidRPr="00B3459B">
              <w:t>0,80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32169810" w14:textId="2C9F992D" w:rsidR="00122315" w:rsidRPr="00B3459B" w:rsidRDefault="00122315" w:rsidP="00074A75">
            <w:pPr>
              <w:pStyle w:val="Tabela-tekst"/>
              <w:jc w:val="center"/>
            </w:pPr>
            <w:r w:rsidRPr="00B3459B">
              <w:t>0,65</w:t>
            </w:r>
          </w:p>
        </w:tc>
        <w:tc>
          <w:tcPr>
            <w:tcW w:w="11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D46BBD" w14:textId="5E28DA8E" w:rsidR="00122315" w:rsidRPr="00B3459B" w:rsidRDefault="00122315" w:rsidP="00074A75">
            <w:pPr>
              <w:pStyle w:val="Tabela-tekst"/>
              <w:jc w:val="center"/>
            </w:pPr>
            <w:r w:rsidRPr="00B3459B">
              <w:t>0,45</w:t>
            </w:r>
          </w:p>
        </w:tc>
      </w:tr>
    </w:tbl>
    <w:p w14:paraId="04268A3C" w14:textId="3C011D93" w:rsidR="006C38C1" w:rsidRPr="00B3459B" w:rsidRDefault="00122315" w:rsidP="006C38C1">
      <w:pPr>
        <w:pStyle w:val="Tabela-tekst"/>
        <w:keepNext/>
        <w:jc w:val="center"/>
      </w:pPr>
      <w:r w:rsidRPr="00B3459B">
        <w:rPr>
          <w:noProof/>
          <w:lang w:eastAsia="pl-PL"/>
        </w:rPr>
        <w:lastRenderedPageBreak/>
        <w:drawing>
          <wp:inline distT="0" distB="0" distL="0" distR="0" wp14:anchorId="489813B4" wp14:editId="2429E5DD">
            <wp:extent cx="4849200" cy="3240000"/>
            <wp:effectExtent l="0" t="0" r="889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C98B3" w14:textId="560CFC8D" w:rsidR="00BF253F" w:rsidRPr="00B3459B" w:rsidRDefault="006C38C1" w:rsidP="006C38C1">
      <w:pPr>
        <w:pStyle w:val="Legenda"/>
        <w:jc w:val="center"/>
      </w:pPr>
      <w:bookmarkStart w:id="134" w:name="_Toc44506427"/>
      <w:r w:rsidRPr="00B3459B">
        <w:t xml:space="preserve">Rys. </w:t>
      </w:r>
      <w:r w:rsidR="005C184A" w:rsidRPr="00B3459B">
        <w:rPr>
          <w:noProof/>
        </w:rPr>
        <w:fldChar w:fldCharType="begin"/>
      </w:r>
      <w:r w:rsidR="005C184A" w:rsidRPr="00B3459B">
        <w:rPr>
          <w:noProof/>
        </w:rPr>
        <w:instrText xml:space="preserve"> STYLEREF 1 \s </w:instrText>
      </w:r>
      <w:r w:rsidR="005C184A" w:rsidRPr="00B3459B">
        <w:rPr>
          <w:noProof/>
        </w:rPr>
        <w:fldChar w:fldCharType="separate"/>
      </w:r>
      <w:r w:rsidR="00825AF8">
        <w:rPr>
          <w:noProof/>
        </w:rPr>
        <w:t>4</w:t>
      </w:r>
      <w:r w:rsidR="005C184A" w:rsidRPr="00B3459B">
        <w:rPr>
          <w:noProof/>
        </w:rPr>
        <w:fldChar w:fldCharType="end"/>
      </w:r>
      <w:r w:rsidR="00687ACF" w:rsidRPr="00B3459B">
        <w:t>.</w:t>
      </w:r>
      <w:r w:rsidR="005C184A" w:rsidRPr="00B3459B">
        <w:rPr>
          <w:noProof/>
        </w:rPr>
        <w:fldChar w:fldCharType="begin"/>
      </w:r>
      <w:r w:rsidR="005C184A" w:rsidRPr="00B3459B">
        <w:rPr>
          <w:noProof/>
        </w:rPr>
        <w:instrText xml:space="preserve"> SEQ Rys. \* ARABIC \s 1 </w:instrText>
      </w:r>
      <w:r w:rsidR="005C184A" w:rsidRPr="00B3459B">
        <w:rPr>
          <w:noProof/>
        </w:rPr>
        <w:fldChar w:fldCharType="separate"/>
      </w:r>
      <w:r w:rsidR="00825AF8">
        <w:rPr>
          <w:noProof/>
        </w:rPr>
        <w:t>6</w:t>
      </w:r>
      <w:r w:rsidR="005C184A" w:rsidRPr="00B3459B">
        <w:rPr>
          <w:noProof/>
        </w:rPr>
        <w:fldChar w:fldCharType="end"/>
      </w:r>
      <w:r w:rsidRPr="00B3459B">
        <w:t xml:space="preserve">. </w:t>
      </w:r>
      <w:r w:rsidR="005B7D7B" w:rsidRPr="00B3459B">
        <w:t>Wyznaczona obliczeniowo charakterystyka częstotliwościowa czasu pogłosu - sala do zajęć zespołowych / rytmicznych</w:t>
      </w:r>
      <w:bookmarkEnd w:id="134"/>
    </w:p>
    <w:p w14:paraId="093930FE" w14:textId="72B42F4C" w:rsidR="005B7D7B" w:rsidRPr="00B3459B" w:rsidRDefault="00C64C4E" w:rsidP="001C1B15">
      <w:r w:rsidRPr="00B3459B">
        <w:t xml:space="preserve">Sala do zajęć zespołowych / rytmicznych jest bezpośrednio połączona z pomieszczeniem garderoby (sala 104). Jest to pomieszczenie w którym uczniowie przebierają się przed zajęciami rytmicznymi. W pomieszczeniu tym, zostaną </w:t>
      </w:r>
      <w:r w:rsidR="005B7D7B" w:rsidRPr="00B3459B">
        <w:t>zastosowan</w:t>
      </w:r>
      <w:r w:rsidRPr="00B3459B">
        <w:t>e na</w:t>
      </w:r>
      <w:r w:rsidR="005B7D7B" w:rsidRPr="00B3459B">
        <w:t xml:space="preserve"> suficie materiały o klasie A pochłaniania dźwięku</w:t>
      </w:r>
      <w:r w:rsidRPr="00B3459B">
        <w:t>,</w:t>
      </w:r>
      <w:r w:rsidR="005B7D7B" w:rsidRPr="00B3459B">
        <w:t xml:space="preserve"> analogiczne jak w przestrzeniach komunikacyjnych (korytarzach).</w:t>
      </w:r>
    </w:p>
    <w:p w14:paraId="2159D763" w14:textId="7D76CEBD" w:rsidR="005B7D7B" w:rsidRPr="00B3459B" w:rsidRDefault="0067575C" w:rsidP="00593CD8">
      <w:pPr>
        <w:pStyle w:val="Nagwek2"/>
      </w:pPr>
      <w:bookmarkStart w:id="135" w:name="_Toc44506393"/>
      <w:r w:rsidRPr="00B3459B">
        <w:t>Sale komputerowe</w:t>
      </w:r>
      <w:bookmarkEnd w:id="135"/>
    </w:p>
    <w:p w14:paraId="020A81C7" w14:textId="77777777" w:rsidR="0067575C" w:rsidRPr="00B3459B" w:rsidRDefault="0067575C" w:rsidP="0067575C">
      <w:r w:rsidRPr="00B3459B">
        <w:t>Sale komputerowe przeznaczone są do prowadzenia zajęć w grupach z wykorzystaniem stanowisk komputerowych.</w:t>
      </w:r>
    </w:p>
    <w:p w14:paraId="6821623E" w14:textId="11BA5DE2" w:rsidR="0067575C" w:rsidRPr="00B3459B" w:rsidRDefault="0067575C" w:rsidP="0067575C">
      <w:r w:rsidRPr="00B3459B">
        <w:t>Wartość projektowa czasu pogłosu dla sal do zajęć przedmiotowych wynosi T</w:t>
      </w:r>
      <w:r w:rsidRPr="00B3459B">
        <w:rPr>
          <w:vertAlign w:val="subscript"/>
        </w:rPr>
        <w:t>m </w:t>
      </w:r>
      <w:r w:rsidRPr="00B3459B">
        <w:t xml:space="preserve">= 0,5 s </w:t>
      </w:r>
      <w:r w:rsidRPr="00B3459B">
        <w:fldChar w:fldCharType="begin"/>
      </w:r>
      <w:r w:rsidRPr="00B3459B">
        <w:instrText xml:space="preserve"> REF _Ref10531837 \r \h  \* MERGEFORMAT </w:instrText>
      </w:r>
      <w:r w:rsidRPr="00B3459B">
        <w:fldChar w:fldCharType="separate"/>
      </w:r>
      <w:r w:rsidR="00825AF8">
        <w:t>[8]</w:t>
      </w:r>
      <w:r w:rsidRPr="00B3459B">
        <w:fldChar w:fldCharType="end"/>
      </w:r>
      <w:r w:rsidRPr="00B3459B">
        <w:t>. Podana wartość czasu pogłosu odnosi się do pomieszczenia wykończonego, umeblowanego zgodnie z jego przeznaczeniem lecz bez obecności ludzi.</w:t>
      </w:r>
    </w:p>
    <w:p w14:paraId="63C2D225" w14:textId="47DDA4F7" w:rsidR="0067575C" w:rsidRPr="00B3459B" w:rsidRDefault="0067575C" w:rsidP="0067575C">
      <w:r w:rsidRPr="00B3459B">
        <w:t>Podana wartość czasu pogłosu dotyczy pasm oktawowych w przedziale 250 – 4</w:t>
      </w:r>
      <w:r w:rsidR="00A65D52">
        <w:t> </w:t>
      </w:r>
      <w:r w:rsidRPr="00B3459B">
        <w:t>000</w:t>
      </w:r>
      <w:r w:rsidR="00A65D52">
        <w:t> </w:t>
      </w:r>
      <w:r w:rsidRPr="00B3459B">
        <w:t xml:space="preserve">Hz. W paśmie częstotliwości 125 Hz wartość maksymalnego czasu pogłosu może być o 20% większa </w:t>
      </w:r>
      <w:r w:rsidRPr="00B3459B">
        <w:fldChar w:fldCharType="begin"/>
      </w:r>
      <w:r w:rsidRPr="00B3459B">
        <w:instrText xml:space="preserve"> REF _Ref10531837 \r \h  \* MERGEFORMAT </w:instrText>
      </w:r>
      <w:r w:rsidRPr="00B3459B">
        <w:fldChar w:fldCharType="separate"/>
      </w:r>
      <w:r w:rsidR="00825AF8">
        <w:t>[8]</w:t>
      </w:r>
      <w:r w:rsidRPr="00B3459B">
        <w:fldChar w:fldCharType="end"/>
      </w:r>
      <w:r w:rsidRPr="00B3459B">
        <w:t>.</w:t>
      </w:r>
    </w:p>
    <w:p w14:paraId="4404BC51" w14:textId="449DD663" w:rsidR="0067575C" w:rsidRPr="00B3459B" w:rsidRDefault="0067575C" w:rsidP="0067575C">
      <w:r w:rsidRPr="00B3459B">
        <w:t>Odpowiednio dobrane i rozmieszczone materiały dźwiękochłonne pozwalają na poprawę warunków akustycznych w pomieszczeniach i umożliwią uzyskanie co najmniej dobrej zrozumiałości mowy.</w:t>
      </w:r>
    </w:p>
    <w:p w14:paraId="04B95854" w14:textId="77777777" w:rsidR="0067575C" w:rsidRPr="00B3459B" w:rsidRDefault="0067575C" w:rsidP="0067575C">
      <w:r w:rsidRPr="00B3459B">
        <w:t>Zakres etapu III prac budowlanych, dotyczy jednej sali komputerowej nr 208.</w:t>
      </w:r>
    </w:p>
    <w:p w14:paraId="696B6B49" w14:textId="1A23604D" w:rsidR="0067575C" w:rsidRPr="00B3459B" w:rsidRDefault="0067575C" w:rsidP="0067575C">
      <w:r w:rsidRPr="00B3459B">
        <w:t xml:space="preserve">Przewidziane jest wykonanie sufitu pochłaniającego zgodnie ze specyfikacją UPRF03 oraz pasa ustroju pochłaniającego UP02. Rozmieszczenie adaptacji akustycznej zostało przedstawione na rysunku </w:t>
      </w:r>
      <w:r w:rsidR="00031291" w:rsidRPr="00B3459B">
        <w:t>Etap_III_AW05</w:t>
      </w:r>
      <w:r w:rsidRPr="00B3459B">
        <w:t>.</w:t>
      </w:r>
    </w:p>
    <w:p w14:paraId="58FFC2AF" w14:textId="30EEFB42" w:rsidR="0067575C" w:rsidRPr="00B3459B" w:rsidRDefault="0067575C" w:rsidP="0067575C">
      <w:r w:rsidRPr="00B3459B">
        <w:t>Poniższa tabela przedstawia zestawienie adaptacji akustycznej w salach komputerowych</w:t>
      </w:r>
      <w:r w:rsidR="00A65D52">
        <w:t>:</w:t>
      </w:r>
    </w:p>
    <w:p w14:paraId="3B3818DA" w14:textId="7A5CB4BF" w:rsidR="009220B8" w:rsidRPr="00B3459B" w:rsidRDefault="009220B8" w:rsidP="0067575C">
      <w:r w:rsidRPr="00B3459B">
        <w:br w:type="page"/>
      </w:r>
    </w:p>
    <w:p w14:paraId="66DC9461" w14:textId="651F2807" w:rsidR="0067575C" w:rsidRPr="00B3459B" w:rsidRDefault="0067575C" w:rsidP="0067575C">
      <w:pPr>
        <w:pStyle w:val="Legenda"/>
        <w:keepNext/>
      </w:pPr>
      <w:bookmarkStart w:id="136" w:name="_Toc41904675"/>
      <w:bookmarkStart w:id="137" w:name="_Toc44506415"/>
      <w:r w:rsidRPr="00B3459B">
        <w:lastRenderedPageBreak/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4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5</w:t>
      </w:r>
      <w:r w:rsidR="00AC6A0B" w:rsidRPr="00B3459B">
        <w:rPr>
          <w:noProof/>
        </w:rPr>
        <w:fldChar w:fldCharType="end"/>
      </w:r>
      <w:r w:rsidRPr="00B3459B">
        <w:t>. Zastosowane materiały – sale komputerowe</w:t>
      </w:r>
      <w:bookmarkEnd w:id="136"/>
      <w:bookmarkEnd w:id="137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709"/>
        <w:gridCol w:w="430"/>
        <w:gridCol w:w="1130"/>
        <w:gridCol w:w="1130"/>
        <w:gridCol w:w="1130"/>
        <w:gridCol w:w="1131"/>
        <w:gridCol w:w="1131"/>
        <w:gridCol w:w="1131"/>
      </w:tblGrid>
      <w:tr w:rsidR="0067575C" w:rsidRPr="00B3459B" w14:paraId="11114EEF" w14:textId="77777777" w:rsidTr="003339F4">
        <w:trPr>
          <w:jc w:val="center"/>
        </w:trPr>
        <w:tc>
          <w:tcPr>
            <w:tcW w:w="101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354127" w14:textId="77777777" w:rsidR="0067575C" w:rsidRPr="00B3459B" w:rsidRDefault="0067575C" w:rsidP="0001294C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Wartości współczynników pochłaniania</w:t>
            </w:r>
          </w:p>
        </w:tc>
      </w:tr>
      <w:tr w:rsidR="0067575C" w:rsidRPr="00B3459B" w14:paraId="7AB83FA6" w14:textId="77777777" w:rsidTr="009220B8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0DF187" w14:textId="77777777" w:rsidR="0067575C" w:rsidRPr="00B3459B" w:rsidRDefault="0067575C" w:rsidP="0001294C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Materiał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F7A58E" w14:textId="77777777" w:rsidR="0067575C" w:rsidRPr="00B3459B" w:rsidRDefault="0067575C" w:rsidP="0001294C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S [m</w:t>
            </w:r>
            <w:r w:rsidRPr="00B3459B">
              <w:rPr>
                <w:b/>
                <w:vertAlign w:val="superscript"/>
              </w:rPr>
              <w:t>2</w:t>
            </w:r>
            <w:r w:rsidRPr="00B3459B">
              <w:rPr>
                <w:b/>
              </w:rPr>
              <w:t>]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97066F" w14:textId="77777777" w:rsidR="0067575C" w:rsidRPr="00B3459B" w:rsidRDefault="0067575C" w:rsidP="0001294C">
            <w:pPr>
              <w:pStyle w:val="Tabela-tekst"/>
              <w:jc w:val="center"/>
              <w:rPr>
                <w:b/>
              </w:rPr>
            </w:pP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DEC5F7" w14:textId="77777777" w:rsidR="0067575C" w:rsidRPr="00B3459B" w:rsidRDefault="0067575C" w:rsidP="0001294C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125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5D4EF3" w14:textId="77777777" w:rsidR="0067575C" w:rsidRPr="00B3459B" w:rsidRDefault="0067575C" w:rsidP="0001294C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250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AA9F4A" w14:textId="77777777" w:rsidR="0067575C" w:rsidRPr="00B3459B" w:rsidRDefault="0067575C" w:rsidP="0001294C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500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AD99A6" w14:textId="77777777" w:rsidR="0067575C" w:rsidRPr="00B3459B" w:rsidRDefault="0067575C" w:rsidP="0001294C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1000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EC3EE2" w14:textId="77777777" w:rsidR="0067575C" w:rsidRPr="00B3459B" w:rsidRDefault="0067575C" w:rsidP="0001294C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2000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354C2D" w14:textId="77777777" w:rsidR="0067575C" w:rsidRPr="00B3459B" w:rsidRDefault="0067575C" w:rsidP="0001294C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4000 Hz</w:t>
            </w:r>
          </w:p>
        </w:tc>
      </w:tr>
      <w:tr w:rsidR="0067575C" w:rsidRPr="00B3459B" w14:paraId="61B2894F" w14:textId="77777777" w:rsidTr="009220B8">
        <w:trPr>
          <w:trHeight w:val="118"/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6EB353" w14:textId="77777777" w:rsidR="0067575C" w:rsidRPr="00B3459B" w:rsidRDefault="0067575C" w:rsidP="0001294C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Drzwi drewniane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E23FE8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1,85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0BA8F6E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α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701D5B61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0,14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31479213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0,10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21BBA3DE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0,06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368A41A2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0,08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7104B05A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0,10</w:t>
            </w:r>
          </w:p>
        </w:tc>
        <w:tc>
          <w:tcPr>
            <w:tcW w:w="11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BEE57FE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0,10</w:t>
            </w:r>
          </w:p>
        </w:tc>
      </w:tr>
      <w:tr w:rsidR="0067575C" w:rsidRPr="00B3459B" w14:paraId="1BD29340" w14:textId="77777777" w:rsidTr="009220B8">
        <w:trPr>
          <w:trHeight w:val="258"/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4A73F8" w14:textId="77777777" w:rsidR="0067575C" w:rsidRPr="00B3459B" w:rsidRDefault="0067575C" w:rsidP="0001294C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Tynk na murze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84FA385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42,27</w:t>
            </w: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2410887" w14:textId="77777777" w:rsidR="0067575C" w:rsidRPr="00B3459B" w:rsidRDefault="0067575C" w:rsidP="0001294C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13F0C30A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16771F9E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0,02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7304B7BA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0,02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170957C7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5C7934D9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0,04</w:t>
            </w:r>
          </w:p>
        </w:tc>
        <w:tc>
          <w:tcPr>
            <w:tcW w:w="113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0ED5495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0,04</w:t>
            </w:r>
          </w:p>
        </w:tc>
      </w:tr>
      <w:tr w:rsidR="0067575C" w:rsidRPr="00B3459B" w14:paraId="41B0A954" w14:textId="77777777" w:rsidTr="009220B8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67BDC9" w14:textId="21231659" w:rsidR="0067575C" w:rsidRPr="00B3459B" w:rsidRDefault="0067575C" w:rsidP="0001294C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Płyta gipsowo</w:t>
            </w:r>
            <w:r w:rsidR="009220B8" w:rsidRPr="00B3459B">
              <w:rPr>
                <w:b/>
              </w:rPr>
              <w:t>-</w:t>
            </w:r>
            <w:r w:rsidRPr="00B3459B">
              <w:rPr>
                <w:b/>
              </w:rPr>
              <w:t>włóknowa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E8C96C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17,18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03840263" w14:textId="77777777" w:rsidR="0067575C" w:rsidRPr="00B3459B" w:rsidRDefault="0067575C" w:rsidP="0001294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7A5C54BF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0" w:type="dxa"/>
            <w:vAlign w:val="center"/>
          </w:tcPr>
          <w:p w14:paraId="432C19D9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0" w:type="dxa"/>
            <w:vAlign w:val="center"/>
          </w:tcPr>
          <w:p w14:paraId="0DE87A6B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1" w:type="dxa"/>
            <w:vAlign w:val="center"/>
          </w:tcPr>
          <w:p w14:paraId="2AAD1385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1" w:type="dxa"/>
            <w:vAlign w:val="center"/>
          </w:tcPr>
          <w:p w14:paraId="4CD29514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0,01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45AE1035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0,01</w:t>
            </w:r>
          </w:p>
        </w:tc>
      </w:tr>
      <w:tr w:rsidR="0067575C" w:rsidRPr="00B3459B" w14:paraId="100D01C2" w14:textId="77777777" w:rsidTr="009220B8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5CE0D2" w14:textId="568152A9" w:rsidR="0067575C" w:rsidRPr="00B3459B" w:rsidRDefault="00356DBA" w:rsidP="0001294C">
            <w:pPr>
              <w:pStyle w:val="Tabela-tekst"/>
              <w:jc w:val="center"/>
              <w:rPr>
                <w:b/>
              </w:rPr>
            </w:pPr>
            <w:r>
              <w:rPr>
                <w:b/>
              </w:rPr>
              <w:t>Wykładzina PCV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29A1F1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38,51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7F368997" w14:textId="77777777" w:rsidR="0067575C" w:rsidRPr="00B3459B" w:rsidRDefault="0067575C" w:rsidP="0001294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6A496D66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0,03</w:t>
            </w:r>
          </w:p>
        </w:tc>
        <w:tc>
          <w:tcPr>
            <w:tcW w:w="1130" w:type="dxa"/>
            <w:vAlign w:val="center"/>
          </w:tcPr>
          <w:p w14:paraId="1DF6D286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0,04</w:t>
            </w:r>
          </w:p>
        </w:tc>
        <w:tc>
          <w:tcPr>
            <w:tcW w:w="1130" w:type="dxa"/>
            <w:vAlign w:val="center"/>
          </w:tcPr>
          <w:p w14:paraId="20F72ACF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1" w:type="dxa"/>
            <w:vAlign w:val="center"/>
          </w:tcPr>
          <w:p w14:paraId="45320FA8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0,05</w:t>
            </w:r>
          </w:p>
        </w:tc>
        <w:tc>
          <w:tcPr>
            <w:tcW w:w="1131" w:type="dxa"/>
            <w:vAlign w:val="center"/>
          </w:tcPr>
          <w:p w14:paraId="2C8F6C4F" w14:textId="2C969356" w:rsidR="0067575C" w:rsidRPr="00B3459B" w:rsidRDefault="0067575C" w:rsidP="0001294C">
            <w:pPr>
              <w:pStyle w:val="Tabela-tekst"/>
              <w:jc w:val="center"/>
            </w:pPr>
            <w:r w:rsidRPr="00B3459B">
              <w:t>0,0</w:t>
            </w:r>
            <w:r w:rsidR="00356DBA">
              <w:t>5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153AE918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0,05</w:t>
            </w:r>
          </w:p>
        </w:tc>
      </w:tr>
      <w:tr w:rsidR="0067575C" w:rsidRPr="00B3459B" w14:paraId="05E884B5" w14:textId="77777777" w:rsidTr="009220B8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092041" w14:textId="77777777" w:rsidR="0067575C" w:rsidRPr="00B3459B" w:rsidRDefault="0067575C" w:rsidP="0001294C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UPRF03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2740F8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28,80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3FF43E63" w14:textId="77777777" w:rsidR="0067575C" w:rsidRPr="00B3459B" w:rsidRDefault="0067575C" w:rsidP="0001294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180A4312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0,61</w:t>
            </w:r>
          </w:p>
        </w:tc>
        <w:tc>
          <w:tcPr>
            <w:tcW w:w="1130" w:type="dxa"/>
            <w:vAlign w:val="center"/>
          </w:tcPr>
          <w:p w14:paraId="5CBBBA9E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0,73</w:t>
            </w:r>
          </w:p>
        </w:tc>
        <w:tc>
          <w:tcPr>
            <w:tcW w:w="1130" w:type="dxa"/>
            <w:vAlign w:val="center"/>
          </w:tcPr>
          <w:p w14:paraId="28F31844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0,58</w:t>
            </w:r>
          </w:p>
        </w:tc>
        <w:tc>
          <w:tcPr>
            <w:tcW w:w="1131" w:type="dxa"/>
            <w:vAlign w:val="center"/>
          </w:tcPr>
          <w:p w14:paraId="10F6AC84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0,58</w:t>
            </w:r>
          </w:p>
        </w:tc>
        <w:tc>
          <w:tcPr>
            <w:tcW w:w="1131" w:type="dxa"/>
            <w:vAlign w:val="center"/>
          </w:tcPr>
          <w:p w14:paraId="62450630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0,44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0D0B4F29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0,31</w:t>
            </w:r>
          </w:p>
        </w:tc>
      </w:tr>
      <w:tr w:rsidR="0067575C" w:rsidRPr="00B3459B" w14:paraId="1150288E" w14:textId="77777777" w:rsidTr="009220B8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37B8B2" w14:textId="77777777" w:rsidR="0067575C" w:rsidRPr="00B3459B" w:rsidRDefault="0067575C" w:rsidP="0001294C">
            <w:pPr>
              <w:pStyle w:val="Tabela-tekst"/>
              <w:jc w:val="center"/>
              <w:rPr>
                <w:b/>
              </w:rPr>
            </w:pPr>
            <w:r w:rsidRPr="00B3459B">
              <w:rPr>
                <w:b/>
              </w:rPr>
              <w:t>UP02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B54D32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15,37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E5F4A69" w14:textId="77777777" w:rsidR="0067575C" w:rsidRPr="00B3459B" w:rsidRDefault="0067575C" w:rsidP="0001294C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38B6706B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0,20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4A037D48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0,70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02EA06C8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6712CF0A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579DAF2A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755CAC1" w14:textId="77777777" w:rsidR="0067575C" w:rsidRPr="00B3459B" w:rsidRDefault="0067575C" w:rsidP="0001294C">
            <w:pPr>
              <w:pStyle w:val="Tabela-tekst"/>
              <w:jc w:val="center"/>
            </w:pPr>
            <w:r w:rsidRPr="00B3459B">
              <w:t>0,99</w:t>
            </w:r>
          </w:p>
        </w:tc>
      </w:tr>
    </w:tbl>
    <w:p w14:paraId="4B308C47" w14:textId="77777777" w:rsidR="0067575C" w:rsidRPr="00B3459B" w:rsidRDefault="0067575C" w:rsidP="0067575C"/>
    <w:p w14:paraId="20825E94" w14:textId="77777777" w:rsidR="0067575C" w:rsidRPr="00B3459B" w:rsidRDefault="0067575C" w:rsidP="0067575C">
      <w:pPr>
        <w:pStyle w:val="Tabela-tekst"/>
        <w:keepNext/>
        <w:jc w:val="center"/>
      </w:pPr>
      <w:r w:rsidRPr="00B3459B">
        <w:rPr>
          <w:noProof/>
          <w:lang w:eastAsia="pl-PL"/>
        </w:rPr>
        <w:drawing>
          <wp:inline distT="0" distB="0" distL="0" distR="0" wp14:anchorId="105ED3DB" wp14:editId="342C45BC">
            <wp:extent cx="4849200" cy="3240000"/>
            <wp:effectExtent l="0" t="0" r="889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E9110" w14:textId="5F1221FA" w:rsidR="0067575C" w:rsidRPr="00B3459B" w:rsidRDefault="0067575C" w:rsidP="00C94703">
      <w:pPr>
        <w:pStyle w:val="Legenda"/>
        <w:jc w:val="center"/>
      </w:pPr>
      <w:bookmarkStart w:id="138" w:name="_Toc41904687"/>
      <w:bookmarkStart w:id="139" w:name="_Toc44506428"/>
      <w:r w:rsidRPr="00B3459B">
        <w:t xml:space="preserve">Rys. </w:t>
      </w:r>
      <w:r w:rsidRPr="00B3459B">
        <w:rPr>
          <w:noProof/>
        </w:rPr>
        <w:fldChar w:fldCharType="begin"/>
      </w:r>
      <w:r w:rsidRPr="00B3459B">
        <w:rPr>
          <w:noProof/>
        </w:rPr>
        <w:instrText xml:space="preserve"> STYLEREF 1 \s </w:instrText>
      </w:r>
      <w:r w:rsidRPr="00B3459B">
        <w:rPr>
          <w:noProof/>
        </w:rPr>
        <w:fldChar w:fldCharType="separate"/>
      </w:r>
      <w:r w:rsidR="00825AF8">
        <w:rPr>
          <w:noProof/>
        </w:rPr>
        <w:t>4</w:t>
      </w:r>
      <w:r w:rsidRPr="00B3459B">
        <w:rPr>
          <w:noProof/>
        </w:rPr>
        <w:fldChar w:fldCharType="end"/>
      </w:r>
      <w:r w:rsidRPr="00B3459B">
        <w:t>.</w:t>
      </w:r>
      <w:r w:rsidRPr="00B3459B">
        <w:rPr>
          <w:noProof/>
        </w:rPr>
        <w:fldChar w:fldCharType="begin"/>
      </w:r>
      <w:r w:rsidRPr="00B3459B">
        <w:rPr>
          <w:noProof/>
        </w:rPr>
        <w:instrText xml:space="preserve"> SEQ Rys. \* ARABIC \s 1 </w:instrText>
      </w:r>
      <w:r w:rsidRPr="00B3459B">
        <w:rPr>
          <w:noProof/>
        </w:rPr>
        <w:fldChar w:fldCharType="separate"/>
      </w:r>
      <w:r w:rsidR="00825AF8">
        <w:rPr>
          <w:noProof/>
        </w:rPr>
        <w:t>7</w:t>
      </w:r>
      <w:r w:rsidRPr="00B3459B">
        <w:rPr>
          <w:noProof/>
        </w:rPr>
        <w:fldChar w:fldCharType="end"/>
      </w:r>
      <w:r w:rsidRPr="00B3459B">
        <w:t>. Wyznaczona obliczeniowo charakterystyka częstotliwościowa czasu pogłosu w salach komputerowych</w:t>
      </w:r>
      <w:bookmarkEnd w:id="138"/>
      <w:bookmarkEnd w:id="139"/>
    </w:p>
    <w:p w14:paraId="2FD21B5C" w14:textId="23B08A96" w:rsidR="00593CD8" w:rsidRPr="00B3459B" w:rsidRDefault="008F761E" w:rsidP="00593CD8">
      <w:pPr>
        <w:pStyle w:val="Nagwek2"/>
      </w:pPr>
      <w:bookmarkStart w:id="140" w:name="_Toc41981250"/>
      <w:bookmarkStart w:id="141" w:name="_Toc41982324"/>
      <w:bookmarkStart w:id="142" w:name="_Toc42099291"/>
      <w:bookmarkStart w:id="143" w:name="_Toc44506394"/>
      <w:bookmarkEnd w:id="140"/>
      <w:bookmarkEnd w:id="141"/>
      <w:bookmarkEnd w:id="142"/>
      <w:r w:rsidRPr="00B3459B">
        <w:t>Przestrzenie komunikacyjne</w:t>
      </w:r>
      <w:bookmarkEnd w:id="143"/>
    </w:p>
    <w:p w14:paraId="68E7D9DF" w14:textId="15AD3780" w:rsidR="005336DD" w:rsidRPr="00B3459B" w:rsidRDefault="005336DD" w:rsidP="005336DD">
      <w:r w:rsidRPr="00B3459B">
        <w:t>Przestrzenie komunikacyjne łączące wszystkie grupy pomieszczeń pełnią rolę nie tylko łączników, ale także często miejsc spotkań i wypoczynku.</w:t>
      </w:r>
    </w:p>
    <w:p w14:paraId="219E21CC" w14:textId="38EB7425" w:rsidR="005336DD" w:rsidRPr="00B3459B" w:rsidRDefault="005336DD" w:rsidP="005336DD">
      <w:r w:rsidRPr="00B3459B">
        <w:t>W tego typu przestrzeniach należy stosować materiały dźwiękochłonne o klasie A pochłaniania dźwięku. Materiałami dźwiękochłonnym</w:t>
      </w:r>
      <w:r w:rsidR="00707DF3" w:rsidRPr="00B3459B">
        <w:t>i planuje się pokryć cały sufit.</w:t>
      </w:r>
    </w:p>
    <w:p w14:paraId="2A706779" w14:textId="6E5C0393" w:rsidR="00593CD8" w:rsidRPr="00B3459B" w:rsidRDefault="005336DD" w:rsidP="00593CD8">
      <w:r w:rsidRPr="00B3459B">
        <w:t xml:space="preserve">Skrócenie czasu pogłosu w przestrzeniach komunikacyjnych ograniczy hałas pogłosowy. Ograniczenie hałasu pogłosowego w pomieszczeniach zmniejsza ogólny poziom hałasu w pomieszczeniu, w tym wywołany przez jego użytkowników </w:t>
      </w:r>
      <w:r w:rsidRPr="00B3459B">
        <w:fldChar w:fldCharType="begin"/>
      </w:r>
      <w:r w:rsidRPr="00B3459B">
        <w:instrText xml:space="preserve"> REF _Ref10531837 \r \h </w:instrText>
      </w:r>
      <w:r w:rsidR="007C035B" w:rsidRPr="00B3459B">
        <w:instrText xml:space="preserve"> \* MERGEFORMAT </w:instrText>
      </w:r>
      <w:r w:rsidRPr="00B3459B">
        <w:fldChar w:fldCharType="separate"/>
      </w:r>
      <w:r w:rsidR="00825AF8">
        <w:t>[8]</w:t>
      </w:r>
      <w:r w:rsidRPr="00B3459B">
        <w:fldChar w:fldCharType="end"/>
      </w:r>
      <w:r w:rsidR="00E552A2" w:rsidRPr="00B3459B">
        <w:t>.</w:t>
      </w:r>
    </w:p>
    <w:p w14:paraId="64247043" w14:textId="79EC3D07" w:rsidR="002B65EE" w:rsidRPr="00B3459B" w:rsidRDefault="00BB0283">
      <w:r w:rsidRPr="00B3459B">
        <w:t xml:space="preserve">Przewidziane jest stosowanie </w:t>
      </w:r>
      <w:r w:rsidR="00C93CEA" w:rsidRPr="00B3459B">
        <w:t xml:space="preserve">na całej powierzchni </w:t>
      </w:r>
      <w:r w:rsidRPr="00B3459B">
        <w:t>sufitu</w:t>
      </w:r>
      <w:r w:rsidR="00C93CEA" w:rsidRPr="00B3459B">
        <w:t xml:space="preserve"> </w:t>
      </w:r>
      <w:r w:rsidRPr="00B3459B">
        <w:t>podwieszanego UP04</w:t>
      </w:r>
      <w:r w:rsidR="00C93CEA" w:rsidRPr="00B3459B">
        <w:t xml:space="preserve">. </w:t>
      </w:r>
    </w:p>
    <w:p w14:paraId="4DCBB0A8" w14:textId="3555C62B" w:rsidR="002B65EE" w:rsidRPr="00B3459B" w:rsidRDefault="002B65EE" w:rsidP="00074A75">
      <w:pPr>
        <w:pStyle w:val="Nagwek2"/>
      </w:pPr>
      <w:bookmarkStart w:id="144" w:name="_Ref43274569"/>
      <w:bookmarkStart w:id="145" w:name="_Toc44506395"/>
      <w:r w:rsidRPr="00B3459B">
        <w:t>Gabinet wicedyrektorów</w:t>
      </w:r>
      <w:r w:rsidR="00C026D1" w:rsidRPr="00B3459B">
        <w:t xml:space="preserve"> 105</w:t>
      </w:r>
      <w:bookmarkEnd w:id="144"/>
      <w:bookmarkEnd w:id="145"/>
    </w:p>
    <w:p w14:paraId="0F1B500D" w14:textId="7B6E3147" w:rsidR="00D1380C" w:rsidRDefault="00D1380C" w:rsidP="00D1380C">
      <w:r>
        <w:t xml:space="preserve">Zgodnie z normą </w:t>
      </w:r>
      <w:r>
        <w:fldChar w:fldCharType="begin"/>
      </w:r>
      <w:r>
        <w:instrText xml:space="preserve"> REF _Ref463253973 \r \h </w:instrText>
      </w:r>
      <w:r>
        <w:fldChar w:fldCharType="separate"/>
      </w:r>
      <w:r w:rsidR="00825AF8">
        <w:t>[6]</w:t>
      </w:r>
      <w:r>
        <w:fldChar w:fldCharType="end"/>
      </w:r>
      <w:r>
        <w:t xml:space="preserve"> w przestrzeniach biurowych wymagane jest uzyskanie chłonności akustycznej wynoszącej 1,1 × powierzchnia podłogi.</w:t>
      </w:r>
    </w:p>
    <w:p w14:paraId="25DABA52" w14:textId="77777777" w:rsidR="00D1380C" w:rsidRDefault="00D1380C" w:rsidP="00D1380C">
      <w:r>
        <w:t>W tego typu przestrzeniach należy stosować materiały dźwiękochłonne o klasie A pochłaniania dźwięku.</w:t>
      </w:r>
    </w:p>
    <w:p w14:paraId="559DE343" w14:textId="532AAD16" w:rsidR="00D1380C" w:rsidRDefault="00D1380C" w:rsidP="00D1380C">
      <w:r>
        <w:lastRenderedPageBreak/>
        <w:t>Materiałami dźwiękochłonnymi zostanie pokryty cały sufit w pomieszczeniu. Przewidziane jest stosowanie sufitu podwieszanego UP04 na całej jego powierzchni.</w:t>
      </w:r>
    </w:p>
    <w:p w14:paraId="6EA567F3" w14:textId="2D49E607" w:rsidR="002B65EE" w:rsidRPr="00B3459B" w:rsidRDefault="002B65EE" w:rsidP="00074A75">
      <w:pPr>
        <w:pStyle w:val="Nagwek2"/>
      </w:pPr>
      <w:bookmarkStart w:id="146" w:name="_Toc44506396"/>
      <w:r w:rsidRPr="00B3459B">
        <w:t>Sala do zajęć indywidualnych 103</w:t>
      </w:r>
      <w:bookmarkEnd w:id="146"/>
    </w:p>
    <w:p w14:paraId="29DBEE09" w14:textId="77777777" w:rsidR="004B6A37" w:rsidRPr="00B3459B" w:rsidRDefault="00C026D1">
      <w:r w:rsidRPr="00B3459B">
        <w:t xml:space="preserve">Sala 103 przeszła gruntowny remont przy okazji przebudowy głównej sali koncertowej. Została w niej wtedy wykonana adaptacja akustyczna w formie ustrojów umieszczonych na ścianach bocznych oraz na suficie. </w:t>
      </w:r>
    </w:p>
    <w:p w14:paraId="619DF330" w14:textId="20143B88" w:rsidR="00C026D1" w:rsidRPr="00B3459B" w:rsidRDefault="00C026D1">
      <w:r w:rsidRPr="00B3459B">
        <w:t>Ze względu na zakres prac budowlanych jakie obejmuje etap III, najprawdopodobniej będzie istniała konieczność demontażu jednej ze ścian oraz sufitu</w:t>
      </w:r>
      <w:r w:rsidR="004B6A37" w:rsidRPr="00B3459B">
        <w:t xml:space="preserve"> w sali</w:t>
      </w:r>
      <w:r w:rsidRPr="00B3459B">
        <w:t>.</w:t>
      </w:r>
      <w:r w:rsidR="004B6A37" w:rsidRPr="00B3459B">
        <w:t xml:space="preserve"> W związku z tym, istniejącą adaptację akustyczną należy na czas przebudowy zdemontować, odpowiednio zabezpieczyć i odtworzyć po wykonaniu prac budowlanych. </w:t>
      </w:r>
    </w:p>
    <w:p w14:paraId="27DB9AE5" w14:textId="527E9706" w:rsidR="004B6A37" w:rsidRPr="00B3459B" w:rsidRDefault="004B6A37">
      <w:r w:rsidRPr="00B3459B">
        <w:t>Nie przewiduje się stosowania dodatkowych elementów akustycznych w sali.</w:t>
      </w:r>
    </w:p>
    <w:p w14:paraId="617427B7" w14:textId="7E039D27" w:rsidR="002B65EE" w:rsidRPr="00B3459B" w:rsidRDefault="002B65EE" w:rsidP="00074A75">
      <w:pPr>
        <w:pStyle w:val="Nagwek2"/>
      </w:pPr>
      <w:bookmarkStart w:id="147" w:name="_Toc41981254"/>
      <w:bookmarkStart w:id="148" w:name="_Toc41982328"/>
      <w:bookmarkStart w:id="149" w:name="_Toc42099295"/>
      <w:bookmarkStart w:id="150" w:name="_Toc44506397"/>
      <w:bookmarkEnd w:id="147"/>
      <w:bookmarkEnd w:id="148"/>
      <w:bookmarkEnd w:id="149"/>
      <w:r w:rsidRPr="00B3459B">
        <w:t>Serwerownia</w:t>
      </w:r>
      <w:bookmarkEnd w:id="150"/>
    </w:p>
    <w:p w14:paraId="694DED77" w14:textId="2DC8F374" w:rsidR="004B6A37" w:rsidRPr="00B3459B" w:rsidRDefault="004B6A37">
      <w:r w:rsidRPr="00B3459B">
        <w:t xml:space="preserve">Serwerownia powstała na potrzeby obsługi głównej sali koncertowej w szkole muzycznej. Ze względu na zakres prac budowlanych jakie obejmuje etap III, najprawdopodobniej będzie istniała konieczność demontażu sufitu w pomieszczeniu. </w:t>
      </w:r>
    </w:p>
    <w:p w14:paraId="2DA05D71" w14:textId="77777777" w:rsidR="000A55AD" w:rsidRPr="00B3459B" w:rsidRDefault="00A51AEF">
      <w:r w:rsidRPr="00B3459B">
        <w:t>W serwerowni znajdują się urządzenia do obsługi sali koncertowej. Wszystkie elementy należy zabezpieczyć w sposób uniemożliwiający ich uszkodzenie. Elementy delikatne należy zabezpieczyć, wynieść i przechować w miejscu, w którym nie będą narażone na uszkodzenia. Złącza należy zabezpieczyć przed uszkodzeniami i pyłem.</w:t>
      </w:r>
      <w:r w:rsidR="000A55AD" w:rsidRPr="00B3459B">
        <w:t xml:space="preserve"> W trakcie wykonywania prac budowlanych należy zwrócić szczególną uwagę na linie kablowe doprowadzone do pomieszczenia, nie mogą one ulec uszkodzeniu podczas wykonywania prac.</w:t>
      </w:r>
    </w:p>
    <w:p w14:paraId="43AEF7C9" w14:textId="35FE58B0" w:rsidR="005875BB" w:rsidRPr="00B3459B" w:rsidRDefault="00A51AEF">
      <w:r w:rsidRPr="00B3459B">
        <w:t xml:space="preserve">Po remoncie należy zmontować i połączyć urządzenia tak jak były podłączone przed modernizacją. </w:t>
      </w:r>
      <w:r w:rsidR="000A55AD" w:rsidRPr="00B3459B">
        <w:t xml:space="preserve">Zakres prac powinien uwzględniać ponowne podłączenie </w:t>
      </w:r>
      <w:r w:rsidR="005875BB" w:rsidRPr="00B3459B">
        <w:t>wszystkich systemów, ich kalibrację i synchronizację.</w:t>
      </w:r>
    </w:p>
    <w:p w14:paraId="11E52E04" w14:textId="77777777" w:rsidR="007C0C0D" w:rsidRPr="00B3459B" w:rsidRDefault="005875BB">
      <w:r w:rsidRPr="00B3459B">
        <w:t>Sufit w pomieszczeniu serwerowni zostanie wykonany w sposób analogiczny jak w przestrzeniach komunikacyjnych. Nie przewiduje się stosowania dodatkowych elementów adaptacji akustycznej w</w:t>
      </w:r>
      <w:r w:rsidR="00A71224" w:rsidRPr="00B3459B">
        <w:t> </w:t>
      </w:r>
      <w:r w:rsidRPr="00B3459B">
        <w:t>pomieszczeniu.</w:t>
      </w:r>
      <w:r w:rsidR="000A55AD" w:rsidRPr="00B3459B">
        <w:t xml:space="preserve"> </w:t>
      </w:r>
    </w:p>
    <w:p w14:paraId="2D9D89BB" w14:textId="77777777" w:rsidR="00E10ADF" w:rsidRPr="00B3459B" w:rsidRDefault="00E10ADF"/>
    <w:p w14:paraId="7579E84B" w14:textId="77777777" w:rsidR="00E10ADF" w:rsidRPr="00B3459B" w:rsidRDefault="00E10ADF"/>
    <w:p w14:paraId="61C5441B" w14:textId="53F4E820" w:rsidR="00E10ADF" w:rsidRPr="00B3459B" w:rsidRDefault="00E10ADF">
      <w:pPr>
        <w:sectPr w:rsidR="00E10ADF" w:rsidRPr="00B3459B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07A6A86D" w14:textId="397BF27F" w:rsidR="00C97A4A" w:rsidRPr="00B3459B" w:rsidRDefault="00C97A4A" w:rsidP="002F77FE">
      <w:pPr>
        <w:pStyle w:val="Nagwek1"/>
      </w:pPr>
      <w:bookmarkStart w:id="151" w:name="_Toc44506398"/>
      <w:r w:rsidRPr="00B3459B">
        <w:lastRenderedPageBreak/>
        <w:t>Specyfikacja techniczna adaptacji akustycznej</w:t>
      </w:r>
      <w:bookmarkEnd w:id="151"/>
    </w:p>
    <w:p w14:paraId="5508CA39" w14:textId="6BF0D8A2" w:rsidR="00C97A4A" w:rsidRPr="00B3459B" w:rsidRDefault="00C97A4A" w:rsidP="00C97A4A">
      <w:r w:rsidRPr="00B3459B">
        <w:t>W niniejszym rozdziale przedstawiono rozwiązania projektowe dotyczące akustyki wnętrz. Zamawiający nie oczekuje dostarczenia badań współczynników pochłaniania oraz rozpraszania dźwięku dla poszczególnych elementów adaptacji akustycznej. Wartości przedstawione w poniższych tabelach są wartościami obliczeniowymi.</w:t>
      </w:r>
    </w:p>
    <w:p w14:paraId="4D42DCB9" w14:textId="24FE669F" w:rsidR="00C97A4A" w:rsidRPr="00B3459B" w:rsidRDefault="00C97A4A" w:rsidP="00414575">
      <w:pPr>
        <w:pStyle w:val="Nagwek2"/>
      </w:pPr>
      <w:bookmarkStart w:id="152" w:name="_Toc44506399"/>
      <w:r w:rsidRPr="00B3459B">
        <w:t>Ustroje perforowane</w:t>
      </w:r>
      <w:bookmarkEnd w:id="152"/>
    </w:p>
    <w:p w14:paraId="2BB63C6F" w14:textId="799D3B37" w:rsidR="00C97A4A" w:rsidRPr="00B3459B" w:rsidRDefault="00C97A4A" w:rsidP="00C97A4A">
      <w:r w:rsidRPr="00B3459B">
        <w:t xml:space="preserve">Konstrukcja ustrojów perforowanych to rozwiązanie systemowe. Płyty perforowane należy </w:t>
      </w:r>
      <w:r w:rsidR="00C05CDC" w:rsidRPr="00B3459B">
        <w:t xml:space="preserve">wykonać </w:t>
      </w:r>
      <w:r w:rsidR="00136C7C" w:rsidRPr="00B3459B">
        <w:t>z</w:t>
      </w:r>
      <w:r w:rsidR="00C05CDC" w:rsidRPr="00B3459B">
        <w:t> </w:t>
      </w:r>
      <w:r w:rsidR="00136C7C" w:rsidRPr="00B3459B">
        <w:t>materiałów określonych w specyfikacji</w:t>
      </w:r>
      <w:r w:rsidRPr="00B3459B">
        <w:t xml:space="preserve"> i wykończyć wg uzgodnień z Inwestorem.</w:t>
      </w:r>
    </w:p>
    <w:p w14:paraId="0939385B" w14:textId="77777777" w:rsidR="00C97A4A" w:rsidRPr="00B3459B" w:rsidRDefault="00C97A4A" w:rsidP="00C97A4A">
      <w:r w:rsidRPr="00B3459B">
        <w:t>Połączenia ramy z płytami oraz połączenia konstrukcji samej ramy powinny być szczelne.</w:t>
      </w:r>
    </w:p>
    <w:p w14:paraId="2361F0EC" w14:textId="0B0EEAC3" w:rsidR="00C97A4A" w:rsidRPr="00B3459B" w:rsidRDefault="00C97A4A" w:rsidP="00C97A4A">
      <w:r w:rsidRPr="00B3459B">
        <w:t>Należy zachować wymaganą dokładność wykonania poszczególnych wymiarów ustrojów perforowanych:</w:t>
      </w:r>
    </w:p>
    <w:p w14:paraId="22AEFCB9" w14:textId="77777777" w:rsidR="00BE3D33" w:rsidRPr="00B3459B" w:rsidRDefault="00BE3D33" w:rsidP="00FF28E8">
      <w:pPr>
        <w:pStyle w:val="Akapitzlist"/>
        <w:numPr>
          <w:ilvl w:val="0"/>
          <w:numId w:val="9"/>
        </w:numPr>
        <w:ind w:left="714" w:hanging="357"/>
        <w:contextualSpacing w:val="0"/>
      </w:pPr>
      <w:r w:rsidRPr="00B3459B">
        <w:t>szerokość i wysokość pojedynczego panelu +/- 1,0 mm,</w:t>
      </w:r>
    </w:p>
    <w:p w14:paraId="2E220679" w14:textId="77777777" w:rsidR="00BE3D33" w:rsidRPr="00B3459B" w:rsidRDefault="00BE3D33" w:rsidP="00FF28E8">
      <w:pPr>
        <w:pStyle w:val="Akapitzlist"/>
        <w:numPr>
          <w:ilvl w:val="0"/>
          <w:numId w:val="9"/>
        </w:numPr>
        <w:ind w:left="714" w:hanging="357"/>
        <w:contextualSpacing w:val="0"/>
      </w:pPr>
      <w:r w:rsidRPr="00B3459B">
        <w:t>średnica pojedynczego otworu dla perforacji +/- 0,1 mm,</w:t>
      </w:r>
    </w:p>
    <w:p w14:paraId="6A5F0B73" w14:textId="77777777" w:rsidR="00BE3D33" w:rsidRPr="00B3459B" w:rsidRDefault="00BE3D33" w:rsidP="00FF28E8">
      <w:pPr>
        <w:pStyle w:val="Akapitzlist"/>
        <w:numPr>
          <w:ilvl w:val="0"/>
          <w:numId w:val="9"/>
        </w:numPr>
        <w:ind w:left="714" w:hanging="357"/>
        <w:contextualSpacing w:val="0"/>
      </w:pPr>
      <w:r w:rsidRPr="00B3459B">
        <w:t>grubość płyty licowej +/- 0,2 mm</w:t>
      </w:r>
    </w:p>
    <w:p w14:paraId="504ED46B" w14:textId="568152D0" w:rsidR="008430FB" w:rsidRPr="00B3459B" w:rsidRDefault="008430FB" w:rsidP="008430FB">
      <w:pPr>
        <w:pStyle w:val="Legenda"/>
        <w:keepNext/>
      </w:pPr>
      <w:bookmarkStart w:id="153" w:name="_Toc44506416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5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1</w:t>
      </w:r>
      <w:r w:rsidR="00AC6A0B" w:rsidRPr="00B3459B">
        <w:rPr>
          <w:noProof/>
        </w:rPr>
        <w:fldChar w:fldCharType="end"/>
      </w:r>
      <w:r w:rsidR="00C72BAD" w:rsidRPr="00B3459B">
        <w:t>.</w:t>
      </w:r>
      <w:r w:rsidRPr="00B3459B">
        <w:t xml:space="preserve"> Specyfikacja wymagań dla ustrojów </w:t>
      </w:r>
      <w:r w:rsidR="00863BB9" w:rsidRPr="00B3459B">
        <w:t>perforowanych UPRF03</w:t>
      </w:r>
      <w:bookmarkEnd w:id="153"/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156"/>
      </w:tblGrid>
      <w:tr w:rsidR="008430FB" w:rsidRPr="00B3459B" w14:paraId="249632A8" w14:textId="77777777" w:rsidTr="008829A9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489B90" w14:textId="77777777" w:rsidR="008430FB" w:rsidRPr="00B3459B" w:rsidRDefault="008430FB" w:rsidP="009B67B5">
            <w:pPr>
              <w:pStyle w:val="Tabela-tekst"/>
              <w:jc w:val="left"/>
            </w:pPr>
            <w:r w:rsidRPr="00B3459B">
              <w:t>Przykładowy materiał:</w:t>
            </w:r>
          </w:p>
        </w:tc>
        <w:tc>
          <w:tcPr>
            <w:tcW w:w="795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884AAB8" w14:textId="0CB10785" w:rsidR="008430FB" w:rsidRPr="00B3459B" w:rsidRDefault="00D03F76" w:rsidP="008430FB">
            <w:pPr>
              <w:pStyle w:val="Tabela-tekst"/>
            </w:pPr>
            <w:r w:rsidRPr="00B3459B">
              <w:t>Płyta gipsowo – kartonowa perforowana</w:t>
            </w:r>
            <w:r w:rsidR="006846FA" w:rsidRPr="00B3459B">
              <w:t>.</w:t>
            </w:r>
          </w:p>
        </w:tc>
      </w:tr>
      <w:tr w:rsidR="008430FB" w:rsidRPr="00B3459B" w14:paraId="2DCB8B0F" w14:textId="77777777" w:rsidTr="008829A9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1221A65" w14:textId="77777777" w:rsidR="008430FB" w:rsidRPr="00B3459B" w:rsidRDefault="008430FB" w:rsidP="009B67B5">
            <w:pPr>
              <w:pStyle w:val="Tabela-tekst"/>
              <w:jc w:val="left"/>
            </w:pPr>
            <w:r w:rsidRPr="00B3459B">
              <w:t>Konstrukcja:</w:t>
            </w:r>
          </w:p>
        </w:tc>
        <w:tc>
          <w:tcPr>
            <w:tcW w:w="7956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71D447" w14:textId="0945274E" w:rsidR="008430FB" w:rsidRPr="00B3459B" w:rsidRDefault="008430FB" w:rsidP="008430FB">
            <w:pPr>
              <w:pStyle w:val="Tabela-tekst"/>
            </w:pPr>
            <w:r w:rsidRPr="00B3459B">
              <w:t xml:space="preserve">Płyta </w:t>
            </w:r>
            <w:r w:rsidR="00353023" w:rsidRPr="00B3459B">
              <w:t>gipsowa</w:t>
            </w:r>
            <w:r w:rsidRPr="00B3459B">
              <w:t xml:space="preserve"> perforowana</w:t>
            </w:r>
            <w:r w:rsidR="002F4A8F" w:rsidRPr="00B3459B">
              <w:t xml:space="preserve"> o grubości 12,5 mm.</w:t>
            </w:r>
          </w:p>
          <w:p w14:paraId="09EAF77A" w14:textId="6583D003" w:rsidR="002F4A8F" w:rsidRPr="00B3459B" w:rsidRDefault="002F4A8F" w:rsidP="008430FB">
            <w:pPr>
              <w:pStyle w:val="Tabela-tekst"/>
            </w:pPr>
            <w:r w:rsidRPr="00B3459B">
              <w:t>Masa płyty: 9,6 kg/m</w:t>
            </w:r>
            <w:r w:rsidRPr="00B3459B">
              <w:rPr>
                <w:vertAlign w:val="superscript"/>
              </w:rPr>
              <w:t>2</w:t>
            </w:r>
            <w:r w:rsidR="006846FA" w:rsidRPr="00B3459B">
              <w:t>.</w:t>
            </w:r>
          </w:p>
          <w:p w14:paraId="330E2823" w14:textId="29DA4873" w:rsidR="008430FB" w:rsidRPr="00B3459B" w:rsidRDefault="008430FB" w:rsidP="008430FB">
            <w:pPr>
              <w:pStyle w:val="Tabela-tekst"/>
            </w:pPr>
            <w:r w:rsidRPr="00B3459B">
              <w:t xml:space="preserve">Średnica otworów: 8 </w:t>
            </w:r>
            <w:r w:rsidR="00353023" w:rsidRPr="00B3459B">
              <w:t>mm i</w:t>
            </w:r>
            <w:r w:rsidRPr="00B3459B">
              <w:t xml:space="preserve"> 12 mm.</w:t>
            </w:r>
          </w:p>
          <w:p w14:paraId="045D298A" w14:textId="63EDCB3F" w:rsidR="008430FB" w:rsidRPr="00B3459B" w:rsidRDefault="008430FB" w:rsidP="008430FB">
            <w:pPr>
              <w:pStyle w:val="Tabela-tekst"/>
            </w:pPr>
            <w:r w:rsidRPr="00B3459B">
              <w:t>Otwory ułożone równomiernie, naprzemiennie w odstępach 25 mm pomiędzy środkami.</w:t>
            </w:r>
          </w:p>
          <w:p w14:paraId="361A220B" w14:textId="46BCBE6C" w:rsidR="00353023" w:rsidRPr="00B3459B" w:rsidRDefault="00353023" w:rsidP="008430FB">
            <w:pPr>
              <w:pStyle w:val="Tabela-tekst"/>
            </w:pPr>
            <w:r w:rsidRPr="00B3459B">
              <w:t>Stopień perforacji 13,1%</w:t>
            </w:r>
            <w:r w:rsidR="006846FA" w:rsidRPr="00B3459B">
              <w:t>.</w:t>
            </w:r>
          </w:p>
          <w:p w14:paraId="60656B20" w14:textId="164F2CC2" w:rsidR="008430FB" w:rsidRPr="00B3459B" w:rsidRDefault="008430FB" w:rsidP="008430FB">
            <w:pPr>
              <w:pStyle w:val="Tabela-tekst"/>
            </w:pPr>
            <w:r w:rsidRPr="00B3459B">
              <w:t xml:space="preserve">Pustka powietrzna </w:t>
            </w:r>
            <w:r w:rsidR="00C05CDC" w:rsidRPr="00B3459B">
              <w:t xml:space="preserve">ok </w:t>
            </w:r>
            <w:r w:rsidRPr="00B3459B">
              <w:t>400 mm.</w:t>
            </w:r>
          </w:p>
        </w:tc>
      </w:tr>
      <w:tr w:rsidR="008430FB" w:rsidRPr="00B3459B" w14:paraId="1B68CFB0" w14:textId="77777777" w:rsidTr="008829A9">
        <w:tc>
          <w:tcPr>
            <w:tcW w:w="1019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4A28F85" w14:textId="5127528D" w:rsidR="008430FB" w:rsidRPr="00B3459B" w:rsidRDefault="008430FB" w:rsidP="008430FB">
            <w:pPr>
              <w:pStyle w:val="Tabela-tekst"/>
            </w:pPr>
            <w:r w:rsidRPr="00B3459B">
              <w:t>Wymagane wartości współczynników pochłaniania dźwięku:</w:t>
            </w:r>
          </w:p>
        </w:tc>
      </w:tr>
      <w:tr w:rsidR="008430FB" w:rsidRPr="00B3459B" w14:paraId="3E7E4400" w14:textId="77777777" w:rsidTr="008829A9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EF45BD8" w14:textId="77777777" w:rsidR="008430FB" w:rsidRPr="00B3459B" w:rsidRDefault="008430FB" w:rsidP="009B67B5">
            <w:pPr>
              <w:pStyle w:val="Tabela-tekst"/>
            </w:pPr>
            <w:r w:rsidRPr="00B3459B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43D32" w14:textId="77777777" w:rsidR="008430FB" w:rsidRPr="00B3459B" w:rsidRDefault="008430FB" w:rsidP="009B67B5">
            <w:pPr>
              <w:pStyle w:val="Tabela-tekst"/>
              <w:jc w:val="center"/>
            </w:pPr>
            <w:r w:rsidRPr="00B3459B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C64D4" w14:textId="77777777" w:rsidR="008430FB" w:rsidRPr="00B3459B" w:rsidRDefault="008430FB" w:rsidP="009B67B5">
            <w:pPr>
              <w:pStyle w:val="Tabela-tekst"/>
              <w:jc w:val="center"/>
            </w:pPr>
            <w:r w:rsidRPr="00B3459B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505A9" w14:textId="77777777" w:rsidR="008430FB" w:rsidRPr="00B3459B" w:rsidRDefault="008430FB" w:rsidP="009B67B5">
            <w:pPr>
              <w:pStyle w:val="Tabela-tekst"/>
              <w:jc w:val="center"/>
            </w:pPr>
            <w:r w:rsidRPr="00B3459B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70CC6" w14:textId="77777777" w:rsidR="008430FB" w:rsidRPr="00B3459B" w:rsidRDefault="008430FB" w:rsidP="009B67B5">
            <w:pPr>
              <w:pStyle w:val="Tabela-tekst"/>
              <w:jc w:val="center"/>
            </w:pPr>
            <w:r w:rsidRPr="00B3459B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1BC75" w14:textId="77777777" w:rsidR="008430FB" w:rsidRPr="00B3459B" w:rsidRDefault="008430FB" w:rsidP="009B67B5">
            <w:pPr>
              <w:pStyle w:val="Tabela-tekst"/>
              <w:jc w:val="center"/>
            </w:pPr>
            <w:r w:rsidRPr="00B3459B">
              <w:t>2 000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92794A5" w14:textId="77777777" w:rsidR="008430FB" w:rsidRPr="00B3459B" w:rsidRDefault="008430FB" w:rsidP="009B67B5">
            <w:pPr>
              <w:pStyle w:val="Tabela-tekst"/>
              <w:jc w:val="center"/>
            </w:pPr>
            <w:r w:rsidRPr="00B3459B">
              <w:t>4 000</w:t>
            </w:r>
          </w:p>
        </w:tc>
      </w:tr>
      <w:tr w:rsidR="008430FB" w:rsidRPr="00B3459B" w14:paraId="724BBE93" w14:textId="77777777" w:rsidTr="008829A9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D038779" w14:textId="1FF5A0AC" w:rsidR="008430FB" w:rsidRPr="00B3459B" w:rsidRDefault="008430FB" w:rsidP="009B67B5">
            <w:pPr>
              <w:pStyle w:val="Tabela-tekst"/>
            </w:pPr>
            <w:r w:rsidRPr="00B3459B">
              <w:rPr>
                <w:rFonts w:ascii="Cambria" w:hAnsi="Cambria"/>
              </w:rPr>
              <w:t>α (±</w:t>
            </w:r>
            <w:r w:rsidR="00C05CDC" w:rsidRPr="00B3459B">
              <w:rPr>
                <w:rFonts w:ascii="Cambria" w:hAnsi="Cambria"/>
              </w:rPr>
              <w:t>1</w:t>
            </w:r>
            <w:r w:rsidRPr="00B3459B">
              <w:rPr>
                <w:rFonts w:ascii="Cambria" w:hAnsi="Cambria"/>
              </w:rPr>
              <w:t>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70EDC5" w14:textId="2D21AB58" w:rsidR="008430FB" w:rsidRPr="00B3459B" w:rsidRDefault="008430FB" w:rsidP="008430FB">
            <w:pPr>
              <w:pStyle w:val="Tabela-tekst"/>
              <w:jc w:val="center"/>
            </w:pPr>
            <w:r w:rsidRPr="00B3459B">
              <w:t>0,6</w:t>
            </w:r>
            <w:r w:rsidR="00C05CDC" w:rsidRPr="00B3459B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5E7CFB" w14:textId="7FB72608" w:rsidR="008430FB" w:rsidRPr="00B3459B" w:rsidRDefault="008430FB" w:rsidP="009B67B5">
            <w:pPr>
              <w:pStyle w:val="Tabela-tekst"/>
              <w:jc w:val="center"/>
            </w:pPr>
            <w:r w:rsidRPr="00B3459B">
              <w:t>0,7</w:t>
            </w:r>
            <w:r w:rsidR="00C05CDC" w:rsidRPr="00B3459B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ED5790" w14:textId="303B03A8" w:rsidR="008430FB" w:rsidRPr="00B3459B" w:rsidRDefault="008430FB" w:rsidP="009B67B5">
            <w:pPr>
              <w:pStyle w:val="Tabela-tekst"/>
              <w:jc w:val="center"/>
            </w:pPr>
            <w:r w:rsidRPr="00B3459B">
              <w:t>0,</w:t>
            </w:r>
            <w:r w:rsidR="00C05CDC" w:rsidRPr="00B3459B"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4519DC" w14:textId="63081C85" w:rsidR="008430FB" w:rsidRPr="00B3459B" w:rsidRDefault="008430FB" w:rsidP="009B67B5">
            <w:pPr>
              <w:pStyle w:val="Tabela-tekst"/>
              <w:jc w:val="center"/>
            </w:pPr>
            <w:r w:rsidRPr="00B3459B">
              <w:t>0,</w:t>
            </w:r>
            <w:r w:rsidR="00C05CDC" w:rsidRPr="00B3459B"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FDF1FF" w14:textId="493B0803" w:rsidR="008430FB" w:rsidRPr="00B3459B" w:rsidRDefault="008430FB" w:rsidP="009B67B5">
            <w:pPr>
              <w:pStyle w:val="Tabela-tekst"/>
              <w:jc w:val="center"/>
            </w:pPr>
            <w:r w:rsidRPr="00B3459B">
              <w:t>0,4</w:t>
            </w:r>
            <w:r w:rsidR="00C05CDC" w:rsidRPr="00B3459B">
              <w:t>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39C51C" w14:textId="78AF31EE" w:rsidR="008430FB" w:rsidRPr="00B3459B" w:rsidRDefault="008430FB" w:rsidP="009B67B5">
            <w:pPr>
              <w:pStyle w:val="Tabela-tekst"/>
              <w:jc w:val="center"/>
            </w:pPr>
            <w:r w:rsidRPr="00B3459B">
              <w:t>0,3</w:t>
            </w:r>
            <w:r w:rsidR="00C05CDC" w:rsidRPr="00B3459B">
              <w:t>0</w:t>
            </w:r>
          </w:p>
        </w:tc>
      </w:tr>
    </w:tbl>
    <w:p w14:paraId="1AFF6E0D" w14:textId="77777777" w:rsidR="00FD3D62" w:rsidRPr="00B3459B" w:rsidRDefault="00FD3D62" w:rsidP="00FD3D62"/>
    <w:p w14:paraId="4888FC00" w14:textId="30C1EF20" w:rsidR="00136C7C" w:rsidRPr="00B3459B" w:rsidRDefault="00136C7C" w:rsidP="00136C7C">
      <w:pPr>
        <w:pStyle w:val="Nagwek2"/>
      </w:pPr>
      <w:bookmarkStart w:id="154" w:name="_Toc44506400"/>
      <w:r w:rsidRPr="00B3459B">
        <w:t>Ustroje pochłaniające dźwięk</w:t>
      </w:r>
      <w:bookmarkEnd w:id="154"/>
    </w:p>
    <w:p w14:paraId="4A8C60EA" w14:textId="741B654E" w:rsidR="00136C7C" w:rsidRPr="00B3459B" w:rsidRDefault="009B67B5" w:rsidP="00136C7C">
      <w:r w:rsidRPr="00B3459B">
        <w:t>Ustroje pochłaniające dźwięk zostaną wykonane na bazie wełny mineralnej w postaci modułów o</w:t>
      </w:r>
      <w:r w:rsidR="004D434F" w:rsidRPr="00B3459B">
        <w:t> </w:t>
      </w:r>
      <w:r w:rsidRPr="00B3459B">
        <w:t>wymiarach określonych na rysunkach. Zaleca się użycie rozwiązań systemowych spełniających parametry określone w specyfikacji.</w:t>
      </w:r>
    </w:p>
    <w:p w14:paraId="1582DADF" w14:textId="1F52CD16" w:rsidR="009B67B5" w:rsidRPr="00B3459B" w:rsidRDefault="009B67B5" w:rsidP="009B67B5">
      <w:pPr>
        <w:pStyle w:val="Legenda"/>
        <w:keepNext/>
      </w:pPr>
      <w:bookmarkStart w:id="155" w:name="_Toc44506417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5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2</w:t>
      </w:r>
      <w:r w:rsidR="00AC6A0B" w:rsidRPr="00B3459B">
        <w:rPr>
          <w:noProof/>
        </w:rPr>
        <w:fldChar w:fldCharType="end"/>
      </w:r>
      <w:r w:rsidRPr="00B3459B">
        <w:t>. Specyfikacja wymagań dla ustroju pochłaniającego UP01</w:t>
      </w:r>
      <w:bookmarkEnd w:id="155"/>
    </w:p>
    <w:tbl>
      <w:tblPr>
        <w:tblW w:w="10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390"/>
      </w:tblGrid>
      <w:tr w:rsidR="009B67B5" w:rsidRPr="00B3459B" w14:paraId="37C2FDD4" w14:textId="77777777" w:rsidTr="009B67B5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5C820A7" w14:textId="77777777" w:rsidR="009B67B5" w:rsidRPr="00B3459B" w:rsidRDefault="009B67B5" w:rsidP="009B67B5">
            <w:pPr>
              <w:pStyle w:val="Tabela-tekst"/>
              <w:jc w:val="left"/>
            </w:pPr>
            <w:r w:rsidRPr="00B3459B">
              <w:t>Przykładowy materiał:</w:t>
            </w:r>
          </w:p>
        </w:tc>
        <w:tc>
          <w:tcPr>
            <w:tcW w:w="81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999AE5E" w14:textId="4220DD7C" w:rsidR="009B67B5" w:rsidRPr="00B3459B" w:rsidRDefault="00D03F76" w:rsidP="009B67B5">
            <w:pPr>
              <w:pStyle w:val="Tabela-tekst"/>
            </w:pPr>
            <w:r w:rsidRPr="00B3459B">
              <w:t>Płyty z wełny mineralnej</w:t>
            </w:r>
            <w:r w:rsidR="006846FA" w:rsidRPr="00B3459B">
              <w:t>.</w:t>
            </w:r>
          </w:p>
        </w:tc>
      </w:tr>
      <w:tr w:rsidR="009B67B5" w:rsidRPr="00B3459B" w14:paraId="45C5D660" w14:textId="77777777" w:rsidTr="009B67B5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E9071E6" w14:textId="77777777" w:rsidR="009B67B5" w:rsidRPr="00B3459B" w:rsidRDefault="009B67B5" w:rsidP="009B67B5">
            <w:pPr>
              <w:pStyle w:val="Tabela-tekst"/>
              <w:jc w:val="left"/>
            </w:pPr>
            <w:r w:rsidRPr="00B3459B">
              <w:t>Konstrukcja: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28650D5" w14:textId="49F40E50" w:rsidR="00EB65F7" w:rsidRPr="00B3459B" w:rsidRDefault="00EB65F7" w:rsidP="00EB65F7">
            <w:pPr>
              <w:pStyle w:val="Tabela-tekst"/>
            </w:pPr>
            <w:r w:rsidRPr="00B3459B">
              <w:t xml:space="preserve">Płyty z wełny mineralnej pokryte materiałem </w:t>
            </w:r>
            <w:r w:rsidR="00F24619" w:rsidRPr="00B3459B">
              <w:t xml:space="preserve">o niskiej gramaturze, </w:t>
            </w:r>
            <w:r w:rsidRPr="00B3459B">
              <w:t>zabezpieczającym przed pyleniem</w:t>
            </w:r>
            <w:r w:rsidR="00F24619" w:rsidRPr="00B3459B">
              <w:t>.</w:t>
            </w:r>
          </w:p>
          <w:p w14:paraId="75D7A749" w14:textId="51349C5E" w:rsidR="00EB65F7" w:rsidRPr="00B3459B" w:rsidRDefault="00EB65F7" w:rsidP="00EB65F7">
            <w:pPr>
              <w:pStyle w:val="Tabela-tekst"/>
            </w:pPr>
            <w:r w:rsidRPr="00B3459B">
              <w:t>Grubość wełny mineraln</w:t>
            </w:r>
            <w:r w:rsidR="00561ECD" w:rsidRPr="00B3459B">
              <w:t>ej: 4</w:t>
            </w:r>
            <w:r w:rsidRPr="00B3459B">
              <w:t>0 mm.</w:t>
            </w:r>
          </w:p>
          <w:p w14:paraId="404C2F78" w14:textId="18157CBC" w:rsidR="009B67B5" w:rsidRPr="00B3459B" w:rsidRDefault="00EB65F7" w:rsidP="00EB65F7">
            <w:pPr>
              <w:pStyle w:val="Tabela-tekst"/>
            </w:pPr>
            <w:r w:rsidRPr="00B3459B">
              <w:t>Gęstość wełny mineralnej &gt;</w:t>
            </w:r>
            <w:r w:rsidR="00806667" w:rsidRPr="00B3459B">
              <w:t xml:space="preserve"> 7</w:t>
            </w:r>
            <w:r w:rsidRPr="00B3459B">
              <w:t>0 kg/m</w:t>
            </w:r>
            <w:r w:rsidRPr="00B3459B">
              <w:rPr>
                <w:vertAlign w:val="superscript"/>
              </w:rPr>
              <w:t>3</w:t>
            </w:r>
            <w:r w:rsidR="006846FA" w:rsidRPr="00B3459B">
              <w:t>.</w:t>
            </w:r>
          </w:p>
        </w:tc>
      </w:tr>
      <w:tr w:rsidR="009B67B5" w:rsidRPr="00B3459B" w14:paraId="00594F61" w14:textId="77777777" w:rsidTr="009B67B5">
        <w:tc>
          <w:tcPr>
            <w:tcW w:w="1042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1BDFB2A" w14:textId="52933F92" w:rsidR="009B67B5" w:rsidRPr="00B3459B" w:rsidRDefault="009B67B5" w:rsidP="009B67B5">
            <w:pPr>
              <w:pStyle w:val="Tabela-tekst"/>
            </w:pPr>
            <w:r w:rsidRPr="00B3459B">
              <w:t>Wymagane wartości współczynników pochłaniania dźwięku:</w:t>
            </w:r>
          </w:p>
        </w:tc>
      </w:tr>
      <w:tr w:rsidR="009B67B5" w:rsidRPr="00B3459B" w14:paraId="16B460EC" w14:textId="77777777" w:rsidTr="009B67B5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D46FCE6" w14:textId="77777777" w:rsidR="009B67B5" w:rsidRPr="00B3459B" w:rsidRDefault="009B67B5" w:rsidP="009B67B5">
            <w:pPr>
              <w:pStyle w:val="Tabela-tekst"/>
            </w:pPr>
            <w:r w:rsidRPr="00B3459B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FA65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2B9B3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ED08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4200D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E6BE4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2 000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7DC325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4 000</w:t>
            </w:r>
          </w:p>
        </w:tc>
      </w:tr>
      <w:tr w:rsidR="009B67B5" w:rsidRPr="00B3459B" w14:paraId="7EBC60D7" w14:textId="77777777" w:rsidTr="009B67B5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0F70897" w14:textId="5A0A4643" w:rsidR="009B67B5" w:rsidRPr="00B3459B" w:rsidRDefault="009B67B5" w:rsidP="009B67B5">
            <w:pPr>
              <w:pStyle w:val="Tabela-tekst"/>
            </w:pPr>
            <w:r w:rsidRPr="00B3459B">
              <w:rPr>
                <w:rFonts w:ascii="Cambria" w:hAnsi="Cambria"/>
              </w:rPr>
              <w:t>α (±</w:t>
            </w:r>
            <w:r w:rsidR="00C05CDC" w:rsidRPr="00B3459B">
              <w:rPr>
                <w:rFonts w:ascii="Cambria" w:hAnsi="Cambria"/>
              </w:rPr>
              <w:t>1</w:t>
            </w:r>
            <w:r w:rsidRPr="00B3459B">
              <w:rPr>
                <w:rFonts w:ascii="Cambria" w:hAnsi="Cambria"/>
              </w:rPr>
              <w:t>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114DF1" w14:textId="3755F60E" w:rsidR="009B67B5" w:rsidRPr="00B3459B" w:rsidRDefault="00BE5AC0" w:rsidP="009B67B5">
            <w:pPr>
              <w:pStyle w:val="Tabela-tekst"/>
              <w:jc w:val="center"/>
            </w:pPr>
            <w:r w:rsidRPr="00B3459B">
              <w:t>0,20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E7DC28" w14:textId="77CD3FB0" w:rsidR="009B67B5" w:rsidRPr="00B3459B" w:rsidRDefault="00BE5AC0" w:rsidP="009B67B5">
            <w:pPr>
              <w:pStyle w:val="Tabela-tekst"/>
              <w:jc w:val="center"/>
            </w:pPr>
            <w:r w:rsidRPr="00B3459B">
              <w:t>0,70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F5E0EB" w14:textId="18114384" w:rsidR="009B67B5" w:rsidRPr="00B3459B" w:rsidRDefault="00BE5AC0" w:rsidP="009B67B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C270E9" w14:textId="6957ED1A" w:rsidR="009B67B5" w:rsidRPr="00B3459B" w:rsidRDefault="00BE5AC0" w:rsidP="009B67B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7276CF" w14:textId="6D2FE997" w:rsidR="009B67B5" w:rsidRPr="00B3459B" w:rsidRDefault="00BE5AC0" w:rsidP="009B67B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44A6B5" w14:textId="62213C51" w:rsidR="009B67B5" w:rsidRPr="00B3459B" w:rsidRDefault="00BE5AC0" w:rsidP="009B67B5">
            <w:pPr>
              <w:pStyle w:val="Tabela-tekst"/>
              <w:jc w:val="center"/>
            </w:pPr>
            <w:r w:rsidRPr="00B3459B">
              <w:t>0,99</w:t>
            </w:r>
          </w:p>
        </w:tc>
      </w:tr>
    </w:tbl>
    <w:p w14:paraId="7BCC2E31" w14:textId="77777777" w:rsidR="009220B8" w:rsidRPr="00B3459B" w:rsidRDefault="009220B8" w:rsidP="009B67B5">
      <w:pPr>
        <w:pStyle w:val="Legenda"/>
        <w:keepNext/>
      </w:pPr>
    </w:p>
    <w:p w14:paraId="62A2BCF1" w14:textId="2180C655" w:rsidR="009B67B5" w:rsidRPr="00B3459B" w:rsidRDefault="009B67B5" w:rsidP="009B67B5">
      <w:pPr>
        <w:pStyle w:val="Legenda"/>
        <w:keepNext/>
      </w:pPr>
      <w:bookmarkStart w:id="156" w:name="_Toc44506418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5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3</w:t>
      </w:r>
      <w:r w:rsidR="00AC6A0B" w:rsidRPr="00B3459B">
        <w:rPr>
          <w:noProof/>
        </w:rPr>
        <w:fldChar w:fldCharType="end"/>
      </w:r>
      <w:r w:rsidRPr="00B3459B">
        <w:t>. Specyfikacja wymagań dla ustroju pochłaniającego UP02</w:t>
      </w:r>
      <w:bookmarkEnd w:id="156"/>
    </w:p>
    <w:tbl>
      <w:tblPr>
        <w:tblW w:w="10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390"/>
      </w:tblGrid>
      <w:tr w:rsidR="009B67B5" w:rsidRPr="00B3459B" w14:paraId="79F7BF05" w14:textId="77777777" w:rsidTr="009B67B5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AABECC2" w14:textId="77777777" w:rsidR="009B67B5" w:rsidRPr="00B3459B" w:rsidRDefault="009B67B5" w:rsidP="009B67B5">
            <w:pPr>
              <w:pStyle w:val="Tabela-tekst"/>
              <w:jc w:val="left"/>
            </w:pPr>
            <w:r w:rsidRPr="00B3459B">
              <w:t>Przykładowy materiał:</w:t>
            </w:r>
          </w:p>
        </w:tc>
        <w:tc>
          <w:tcPr>
            <w:tcW w:w="81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A6CC48" w14:textId="05713D6B" w:rsidR="009B67B5" w:rsidRPr="00B3459B" w:rsidRDefault="00D03F76" w:rsidP="009B67B5">
            <w:pPr>
              <w:pStyle w:val="Tabela-tekst"/>
            </w:pPr>
            <w:r w:rsidRPr="00B3459B">
              <w:t>Płyty z wełny mineralnej</w:t>
            </w:r>
            <w:r w:rsidR="006B3D35" w:rsidRPr="00B3459B">
              <w:t>.</w:t>
            </w:r>
          </w:p>
        </w:tc>
      </w:tr>
      <w:tr w:rsidR="009B67B5" w:rsidRPr="00B3459B" w14:paraId="4D24E27F" w14:textId="77777777" w:rsidTr="009B67B5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0680CFE" w14:textId="77777777" w:rsidR="009B67B5" w:rsidRPr="00B3459B" w:rsidRDefault="009B67B5" w:rsidP="009B67B5">
            <w:pPr>
              <w:pStyle w:val="Tabela-tekst"/>
              <w:jc w:val="left"/>
            </w:pPr>
            <w:r w:rsidRPr="00B3459B">
              <w:t>Konstrukcja: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4A29E47" w14:textId="77777777" w:rsidR="009B67B5" w:rsidRPr="00B3459B" w:rsidRDefault="00EB65F7" w:rsidP="00EB65F7">
            <w:pPr>
              <w:pStyle w:val="Tabela-tekst"/>
            </w:pPr>
            <w:r w:rsidRPr="00B3459B">
              <w:t>Płyty z wełny mineralnej pokryte materiałem zabezpieczającym przed pyleniem o niskiej gramaturze, mocowane na podkonstrukcji drewnianej.</w:t>
            </w:r>
          </w:p>
          <w:p w14:paraId="68573395" w14:textId="77777777" w:rsidR="00EB65F7" w:rsidRPr="00B3459B" w:rsidRDefault="00EB65F7" w:rsidP="00EB65F7">
            <w:pPr>
              <w:pStyle w:val="Tabela-tekst"/>
            </w:pPr>
            <w:r w:rsidRPr="00B3459B">
              <w:t>Grubość wełny mineralnej: 100 mm.</w:t>
            </w:r>
          </w:p>
          <w:p w14:paraId="615320F9" w14:textId="2B4CE159" w:rsidR="00EB65F7" w:rsidRPr="00B3459B" w:rsidRDefault="00EB65F7" w:rsidP="00EB65F7">
            <w:pPr>
              <w:pStyle w:val="Tabela-tekst"/>
            </w:pPr>
            <w:r w:rsidRPr="00B3459B">
              <w:t>Gęstość wełny mineralnej &gt; 70 kg/m</w:t>
            </w:r>
            <w:r w:rsidRPr="00B3459B">
              <w:rPr>
                <w:vertAlign w:val="superscript"/>
              </w:rPr>
              <w:t>3</w:t>
            </w:r>
            <w:r w:rsidR="006B3D35" w:rsidRPr="00B3459B">
              <w:t>.</w:t>
            </w:r>
          </w:p>
        </w:tc>
      </w:tr>
      <w:tr w:rsidR="009B67B5" w:rsidRPr="00B3459B" w14:paraId="1E9D193B" w14:textId="77777777" w:rsidTr="009B67B5">
        <w:tc>
          <w:tcPr>
            <w:tcW w:w="1042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120D83" w14:textId="7462DABB" w:rsidR="009B67B5" w:rsidRPr="00B3459B" w:rsidRDefault="009B67B5" w:rsidP="009B67B5">
            <w:pPr>
              <w:pStyle w:val="Tabela-tekst"/>
            </w:pPr>
            <w:r w:rsidRPr="00B3459B">
              <w:t>Wymagane wartości współczynników pochłaniania dźwięku:</w:t>
            </w:r>
          </w:p>
        </w:tc>
      </w:tr>
      <w:tr w:rsidR="009B67B5" w:rsidRPr="00B3459B" w14:paraId="53A9B4FE" w14:textId="77777777" w:rsidTr="009B67B5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BDDC095" w14:textId="77777777" w:rsidR="009B67B5" w:rsidRPr="00B3459B" w:rsidRDefault="009B67B5" w:rsidP="009B67B5">
            <w:pPr>
              <w:pStyle w:val="Tabela-tekst"/>
            </w:pPr>
            <w:r w:rsidRPr="00B3459B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C6EE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97824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2FB8F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967CE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00EEC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2 000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5C93958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4 000</w:t>
            </w:r>
          </w:p>
        </w:tc>
      </w:tr>
      <w:tr w:rsidR="009B67B5" w:rsidRPr="00B3459B" w14:paraId="227E3EFC" w14:textId="77777777" w:rsidTr="009B67B5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0914DD0" w14:textId="57366BF4" w:rsidR="009B67B5" w:rsidRPr="00B3459B" w:rsidRDefault="009B67B5" w:rsidP="009B67B5">
            <w:pPr>
              <w:pStyle w:val="Tabela-tekst"/>
            </w:pPr>
            <w:r w:rsidRPr="00B3459B">
              <w:rPr>
                <w:rFonts w:ascii="Cambria" w:hAnsi="Cambria"/>
              </w:rPr>
              <w:t>α (±</w:t>
            </w:r>
            <w:r w:rsidR="00C05CDC" w:rsidRPr="00B3459B">
              <w:rPr>
                <w:rFonts w:ascii="Cambria" w:hAnsi="Cambria"/>
              </w:rPr>
              <w:t>1</w:t>
            </w:r>
            <w:r w:rsidRPr="00B3459B">
              <w:rPr>
                <w:rFonts w:ascii="Cambria" w:hAnsi="Cambria"/>
              </w:rPr>
              <w:t>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6300B9" w14:textId="6365E545" w:rsidR="009B67B5" w:rsidRPr="00B3459B" w:rsidRDefault="009B67B5" w:rsidP="009B67B5">
            <w:pPr>
              <w:pStyle w:val="Tabela-tekst"/>
              <w:jc w:val="center"/>
            </w:pPr>
            <w:r w:rsidRPr="00B3459B">
              <w:t>0,70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1FA314" w14:textId="57196341" w:rsidR="009B67B5" w:rsidRPr="00B3459B" w:rsidRDefault="009B67B5" w:rsidP="009B67B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C0295A" w14:textId="040190A1" w:rsidR="009B67B5" w:rsidRPr="00B3459B" w:rsidRDefault="009B67B5" w:rsidP="009B67B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FF61E6" w14:textId="4B162610" w:rsidR="009B67B5" w:rsidRPr="00B3459B" w:rsidRDefault="009B67B5" w:rsidP="009B67B5">
            <w:pPr>
              <w:pStyle w:val="Tabela-tekst"/>
              <w:jc w:val="center"/>
            </w:pPr>
            <w:r w:rsidRPr="00B3459B">
              <w:t>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5B864D" w14:textId="2EA2AD1A" w:rsidR="009B67B5" w:rsidRPr="00B3459B" w:rsidRDefault="00BE5AC0" w:rsidP="009B67B5">
            <w:pPr>
              <w:pStyle w:val="Tabela-tekst"/>
              <w:jc w:val="center"/>
            </w:pPr>
            <w:r w:rsidRPr="00B3459B">
              <w:t>0,90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3C1855" w14:textId="31D79AAF" w:rsidR="009B67B5" w:rsidRPr="00B3459B" w:rsidRDefault="00BE5AC0" w:rsidP="009B67B5">
            <w:pPr>
              <w:pStyle w:val="Tabela-tekst"/>
              <w:jc w:val="center"/>
            </w:pPr>
            <w:r w:rsidRPr="00B3459B">
              <w:t>0,90</w:t>
            </w:r>
          </w:p>
        </w:tc>
      </w:tr>
    </w:tbl>
    <w:p w14:paraId="09464D75" w14:textId="77777777" w:rsidR="009B67B5" w:rsidRPr="00B3459B" w:rsidRDefault="009B67B5" w:rsidP="00136C7C"/>
    <w:p w14:paraId="73A92911" w14:textId="2C644D36" w:rsidR="009B67B5" w:rsidRPr="00B3459B" w:rsidRDefault="009B67B5" w:rsidP="009B67B5">
      <w:pPr>
        <w:pStyle w:val="Legenda"/>
        <w:keepNext/>
      </w:pPr>
      <w:bookmarkStart w:id="157" w:name="_Toc44506419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5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4</w:t>
      </w:r>
      <w:r w:rsidR="00AC6A0B" w:rsidRPr="00B3459B">
        <w:rPr>
          <w:noProof/>
        </w:rPr>
        <w:fldChar w:fldCharType="end"/>
      </w:r>
      <w:r w:rsidRPr="00B3459B">
        <w:t>. Specyfikacja wymagań dla ustroju pochłaniającego UP03</w:t>
      </w:r>
      <w:bookmarkEnd w:id="157"/>
    </w:p>
    <w:tbl>
      <w:tblPr>
        <w:tblW w:w="10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390"/>
      </w:tblGrid>
      <w:tr w:rsidR="009B67B5" w:rsidRPr="00B3459B" w14:paraId="1E2DEF6E" w14:textId="77777777" w:rsidTr="009B67B5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A3564F" w14:textId="77777777" w:rsidR="009B67B5" w:rsidRPr="00B3459B" w:rsidRDefault="009B67B5" w:rsidP="009B67B5">
            <w:pPr>
              <w:pStyle w:val="Tabela-tekst"/>
              <w:jc w:val="left"/>
            </w:pPr>
            <w:r w:rsidRPr="00B3459B">
              <w:t>Przykładowy materiał:</w:t>
            </w:r>
          </w:p>
        </w:tc>
        <w:tc>
          <w:tcPr>
            <w:tcW w:w="81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D32BA9C" w14:textId="37238CEB" w:rsidR="009B67B5" w:rsidRPr="00B3459B" w:rsidRDefault="00D03F76" w:rsidP="009B67B5">
            <w:pPr>
              <w:pStyle w:val="Tabela-tekst"/>
            </w:pPr>
            <w:r w:rsidRPr="00B3459B">
              <w:t>Płyty z wełny mineralnej</w:t>
            </w:r>
            <w:r w:rsidR="006B3D35" w:rsidRPr="00B3459B">
              <w:t>.</w:t>
            </w:r>
          </w:p>
        </w:tc>
      </w:tr>
      <w:tr w:rsidR="009B67B5" w:rsidRPr="00B3459B" w14:paraId="04C3200E" w14:textId="77777777" w:rsidTr="009B67B5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471312" w14:textId="77777777" w:rsidR="009B67B5" w:rsidRPr="00B3459B" w:rsidRDefault="009B67B5" w:rsidP="009B67B5">
            <w:pPr>
              <w:pStyle w:val="Tabela-tekst"/>
              <w:jc w:val="left"/>
            </w:pPr>
            <w:r w:rsidRPr="00B3459B">
              <w:t>Konstrukcja: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EA31088" w14:textId="4D230BD5" w:rsidR="00EB65F7" w:rsidRPr="00B3459B" w:rsidRDefault="00EB65F7" w:rsidP="00EB65F7">
            <w:pPr>
              <w:pStyle w:val="Tabela-tekst"/>
            </w:pPr>
            <w:r w:rsidRPr="00B3459B">
              <w:t xml:space="preserve">Płyty z wełny mineralnej pokryte materiałem zabezpieczającym przed pyleniem </w:t>
            </w:r>
            <w:r w:rsidR="00482EC0" w:rsidRPr="00B3459B">
              <w:t>klejone do sufitu</w:t>
            </w:r>
            <w:r w:rsidRPr="00B3459B">
              <w:t>.</w:t>
            </w:r>
          </w:p>
          <w:p w14:paraId="20BDDC58" w14:textId="5DD853E5" w:rsidR="00EB65F7" w:rsidRPr="00B3459B" w:rsidRDefault="00EB65F7" w:rsidP="00EB65F7">
            <w:pPr>
              <w:pStyle w:val="Tabela-tekst"/>
            </w:pPr>
            <w:r w:rsidRPr="00B3459B">
              <w:t xml:space="preserve">Grubość wełny mineralnej: </w:t>
            </w:r>
            <w:r w:rsidR="004D434F" w:rsidRPr="00B3459B">
              <w:t>40</w:t>
            </w:r>
            <w:r w:rsidRPr="00B3459B">
              <w:t xml:space="preserve"> mm.</w:t>
            </w:r>
          </w:p>
          <w:p w14:paraId="5EF554CD" w14:textId="593873FF" w:rsidR="009B67B5" w:rsidRPr="00B3459B" w:rsidRDefault="00EB65F7" w:rsidP="00EB65F7">
            <w:pPr>
              <w:pStyle w:val="Tabela-tekst"/>
            </w:pPr>
            <w:r w:rsidRPr="00B3459B">
              <w:t>Gęstość wełny mineralnej &gt;</w:t>
            </w:r>
            <w:r w:rsidR="00D03F76" w:rsidRPr="00B3459B">
              <w:t xml:space="preserve"> 70</w:t>
            </w:r>
            <w:r w:rsidRPr="00B3459B">
              <w:t xml:space="preserve"> kg/m</w:t>
            </w:r>
            <w:r w:rsidRPr="00B3459B">
              <w:rPr>
                <w:vertAlign w:val="superscript"/>
              </w:rPr>
              <w:t>3</w:t>
            </w:r>
            <w:r w:rsidR="006B3D35" w:rsidRPr="00B3459B">
              <w:t>.</w:t>
            </w:r>
          </w:p>
        </w:tc>
      </w:tr>
      <w:tr w:rsidR="009B67B5" w:rsidRPr="00B3459B" w14:paraId="4FEBE779" w14:textId="77777777" w:rsidTr="009B67B5">
        <w:tc>
          <w:tcPr>
            <w:tcW w:w="1042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CB17BEC" w14:textId="2250407B" w:rsidR="009B67B5" w:rsidRPr="00B3459B" w:rsidRDefault="009B67B5" w:rsidP="009B67B5">
            <w:pPr>
              <w:pStyle w:val="Tabela-tekst"/>
            </w:pPr>
            <w:r w:rsidRPr="00B3459B">
              <w:t>Wymagane wartości współczynników pochłaniania dźwięku:</w:t>
            </w:r>
          </w:p>
        </w:tc>
      </w:tr>
      <w:tr w:rsidR="009B67B5" w:rsidRPr="00B3459B" w14:paraId="32F5683B" w14:textId="77777777" w:rsidTr="009B67B5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81BE586" w14:textId="77777777" w:rsidR="009B67B5" w:rsidRPr="00B3459B" w:rsidRDefault="009B67B5" w:rsidP="009B67B5">
            <w:pPr>
              <w:pStyle w:val="Tabela-tekst"/>
            </w:pPr>
            <w:r w:rsidRPr="00B3459B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13FB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56E7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ACA22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81FA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FE9A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2 000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DB34F49" w14:textId="77777777" w:rsidR="009B67B5" w:rsidRPr="00B3459B" w:rsidRDefault="009B67B5" w:rsidP="009B67B5">
            <w:pPr>
              <w:pStyle w:val="Tabela-tekst"/>
              <w:jc w:val="center"/>
            </w:pPr>
            <w:r w:rsidRPr="00B3459B">
              <w:t>4 000</w:t>
            </w:r>
          </w:p>
        </w:tc>
      </w:tr>
      <w:tr w:rsidR="009B67B5" w:rsidRPr="00B3459B" w14:paraId="0C1CC70A" w14:textId="77777777" w:rsidTr="009B67B5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BAC6891" w14:textId="4F175361" w:rsidR="009B67B5" w:rsidRPr="00B3459B" w:rsidRDefault="009B67B5" w:rsidP="009B67B5">
            <w:pPr>
              <w:pStyle w:val="Tabela-tekst"/>
            </w:pPr>
            <w:r w:rsidRPr="00B3459B">
              <w:rPr>
                <w:rFonts w:ascii="Cambria" w:hAnsi="Cambria"/>
              </w:rPr>
              <w:t>α (±</w:t>
            </w:r>
            <w:r w:rsidR="00C05CDC" w:rsidRPr="00B3459B">
              <w:rPr>
                <w:rFonts w:ascii="Cambria" w:hAnsi="Cambria"/>
              </w:rPr>
              <w:t>1</w:t>
            </w:r>
            <w:r w:rsidRPr="00B3459B">
              <w:rPr>
                <w:rFonts w:ascii="Cambria" w:hAnsi="Cambria"/>
              </w:rPr>
              <w:t>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3440F0" w14:textId="3013D002" w:rsidR="009B67B5" w:rsidRPr="00B3459B" w:rsidRDefault="00BE5AC0" w:rsidP="009B67B5">
            <w:pPr>
              <w:pStyle w:val="Tabela-tekst"/>
              <w:jc w:val="center"/>
            </w:pPr>
            <w:r w:rsidRPr="00B3459B">
              <w:t>0,25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AC3538" w14:textId="031FBBBD" w:rsidR="009B67B5" w:rsidRPr="00B3459B" w:rsidRDefault="00BE5AC0" w:rsidP="009B67B5">
            <w:pPr>
              <w:pStyle w:val="Tabela-tekst"/>
              <w:jc w:val="center"/>
            </w:pPr>
            <w:r w:rsidRPr="00B3459B">
              <w:t>0,80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826CE7" w14:textId="7372016C" w:rsidR="009B67B5" w:rsidRPr="00B3459B" w:rsidRDefault="00BE5AC0" w:rsidP="009B67B5">
            <w:pPr>
              <w:pStyle w:val="Tabela-tekst"/>
              <w:jc w:val="center"/>
            </w:pPr>
            <w:r w:rsidRPr="00B3459B">
              <w:t>0,95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989F4E" w14:textId="77AD7C2D" w:rsidR="009B67B5" w:rsidRPr="00B3459B" w:rsidRDefault="00BE5AC0" w:rsidP="009B67B5">
            <w:pPr>
              <w:pStyle w:val="Tabela-tekst"/>
              <w:jc w:val="center"/>
            </w:pPr>
            <w:r w:rsidRPr="00B3459B">
              <w:t>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242E74" w14:textId="5581C980" w:rsidR="009B67B5" w:rsidRPr="00B3459B" w:rsidRDefault="00BE5AC0" w:rsidP="009B67B5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6FE0C" w14:textId="6F1C16C7" w:rsidR="009B67B5" w:rsidRPr="00B3459B" w:rsidRDefault="00BE5AC0" w:rsidP="009B67B5">
            <w:pPr>
              <w:pStyle w:val="Tabela-tekst"/>
              <w:jc w:val="center"/>
            </w:pPr>
            <w:r w:rsidRPr="00B3459B">
              <w:t>0,99</w:t>
            </w:r>
          </w:p>
        </w:tc>
      </w:tr>
    </w:tbl>
    <w:p w14:paraId="58AEFBA0" w14:textId="53AE70EC" w:rsidR="00507882" w:rsidRPr="00B3459B" w:rsidRDefault="00507882" w:rsidP="00507882">
      <w:pPr>
        <w:spacing w:after="0" w:line="240" w:lineRule="auto"/>
        <w:jc w:val="left"/>
      </w:pPr>
    </w:p>
    <w:p w14:paraId="7CBA53D3" w14:textId="51AEDAE6" w:rsidR="00EE3673" w:rsidRPr="00B3459B" w:rsidRDefault="00EE3673" w:rsidP="00EE3673">
      <w:pPr>
        <w:pStyle w:val="Legenda"/>
        <w:keepNext/>
      </w:pPr>
      <w:bookmarkStart w:id="158" w:name="_Toc44506420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5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5</w:t>
      </w:r>
      <w:r w:rsidR="00AC6A0B" w:rsidRPr="00B3459B">
        <w:rPr>
          <w:noProof/>
        </w:rPr>
        <w:fldChar w:fldCharType="end"/>
      </w:r>
      <w:r w:rsidRPr="00B3459B">
        <w:t>. Specyfikacja wymagań dla ustroju pochłaniającego UP04</w:t>
      </w:r>
      <w:bookmarkEnd w:id="158"/>
    </w:p>
    <w:tbl>
      <w:tblPr>
        <w:tblW w:w="10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390"/>
      </w:tblGrid>
      <w:tr w:rsidR="00EE3673" w:rsidRPr="00B3459B" w14:paraId="108E55CB" w14:textId="77777777" w:rsidTr="00EE5AF9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32EB333" w14:textId="77777777" w:rsidR="00EE3673" w:rsidRPr="00B3459B" w:rsidRDefault="00EE3673" w:rsidP="00EE5AF9">
            <w:pPr>
              <w:pStyle w:val="Tabela-tekst"/>
              <w:jc w:val="left"/>
            </w:pPr>
            <w:r w:rsidRPr="00B3459B">
              <w:t>Przykładowy materiał:</w:t>
            </w:r>
          </w:p>
        </w:tc>
        <w:tc>
          <w:tcPr>
            <w:tcW w:w="81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19D7496" w14:textId="2434BA2D" w:rsidR="00EE3673" w:rsidRPr="00B3459B" w:rsidRDefault="00EE3673" w:rsidP="00EE5AF9">
            <w:pPr>
              <w:pStyle w:val="Tabela-tekst"/>
            </w:pPr>
            <w:r w:rsidRPr="00B3459B">
              <w:t>Dźwiękochłonny systemowy sufit akustyczny</w:t>
            </w:r>
            <w:r w:rsidR="006B3D35" w:rsidRPr="00B3459B">
              <w:t>.</w:t>
            </w:r>
          </w:p>
        </w:tc>
      </w:tr>
      <w:tr w:rsidR="00EE3673" w:rsidRPr="00B3459B" w14:paraId="2F089449" w14:textId="77777777" w:rsidTr="00EE5AF9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F7E022C" w14:textId="77777777" w:rsidR="00EE3673" w:rsidRPr="00B3459B" w:rsidRDefault="00EE3673" w:rsidP="00EE5AF9">
            <w:pPr>
              <w:pStyle w:val="Tabela-tekst"/>
              <w:jc w:val="left"/>
            </w:pPr>
            <w:r w:rsidRPr="00B3459B">
              <w:t>Konstrukcja: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262484" w14:textId="272A714F" w:rsidR="00EE3673" w:rsidRPr="00B3459B" w:rsidRDefault="00EE3673" w:rsidP="00EE5AF9">
            <w:pPr>
              <w:pStyle w:val="Tabela-tekst"/>
            </w:pPr>
            <w:r w:rsidRPr="00B3459B">
              <w:t>Płyty z wełny mineralnej, front pokryty materiałem</w:t>
            </w:r>
            <w:r w:rsidR="006B3D35" w:rsidRPr="00B3459B">
              <w:t xml:space="preserve"> zabezpieczającym przed pyleniem.</w:t>
            </w:r>
          </w:p>
          <w:p w14:paraId="3253CBE6" w14:textId="09606A9F" w:rsidR="00EE3673" w:rsidRPr="00B3459B" w:rsidRDefault="00EE3673" w:rsidP="00EE5AF9">
            <w:pPr>
              <w:pStyle w:val="Tabela-tekst"/>
            </w:pPr>
            <w:r w:rsidRPr="00B3459B">
              <w:t xml:space="preserve">Grubość wełny mineralnej: </w:t>
            </w:r>
            <w:r w:rsidR="004D434F" w:rsidRPr="00B3459B">
              <w:t>4</w:t>
            </w:r>
            <w:r w:rsidRPr="00B3459B">
              <w:t>0 mm</w:t>
            </w:r>
            <w:r w:rsidR="006B3D35" w:rsidRPr="00B3459B">
              <w:t>.</w:t>
            </w:r>
          </w:p>
          <w:p w14:paraId="53C1F844" w14:textId="3E64D0DB" w:rsidR="00EE3673" w:rsidRPr="00B3459B" w:rsidRDefault="00EE3673" w:rsidP="00EE5AF9">
            <w:pPr>
              <w:pStyle w:val="Tabela-tekst"/>
            </w:pPr>
            <w:r w:rsidRPr="00B3459B">
              <w:t>Gęstość wełny mineralnej: ok 100 kg/m</w:t>
            </w:r>
            <w:r w:rsidRPr="00B3459B">
              <w:rPr>
                <w:vertAlign w:val="superscript"/>
              </w:rPr>
              <w:t>3</w:t>
            </w:r>
            <w:r w:rsidR="006B3D35" w:rsidRPr="00B3459B">
              <w:t>.</w:t>
            </w:r>
          </w:p>
          <w:p w14:paraId="535E2E01" w14:textId="26D20F58" w:rsidR="00EE3673" w:rsidRPr="00B3459B" w:rsidRDefault="00EE3673" w:rsidP="00EE5AF9">
            <w:pPr>
              <w:pStyle w:val="Tabela-tekst"/>
            </w:pPr>
            <w:r w:rsidRPr="00B3459B">
              <w:t>Pustka powietrzna, płyty zamocowane na podkonstrukcji systemowej</w:t>
            </w:r>
            <w:r w:rsidR="00653DF4" w:rsidRPr="00B3459B">
              <w:t>.</w:t>
            </w:r>
          </w:p>
          <w:p w14:paraId="5F17CC61" w14:textId="3459F719" w:rsidR="00EE3673" w:rsidRPr="00B3459B" w:rsidRDefault="00EE3673" w:rsidP="00EE5AF9">
            <w:pPr>
              <w:pStyle w:val="Tabela-tekst"/>
            </w:pPr>
            <w:r w:rsidRPr="00B3459B">
              <w:t>Przegroda</w:t>
            </w:r>
            <w:r w:rsidR="00653DF4" w:rsidRPr="00B3459B">
              <w:t>.</w:t>
            </w:r>
          </w:p>
        </w:tc>
      </w:tr>
      <w:tr w:rsidR="00EE3673" w:rsidRPr="00B3459B" w14:paraId="251526A3" w14:textId="77777777" w:rsidTr="00EE5AF9">
        <w:tc>
          <w:tcPr>
            <w:tcW w:w="1042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72D6F56" w14:textId="77777777" w:rsidR="00EE3673" w:rsidRPr="00B3459B" w:rsidRDefault="00EE3673" w:rsidP="00EE5AF9">
            <w:pPr>
              <w:pStyle w:val="Tabela-tekst"/>
            </w:pPr>
            <w:r w:rsidRPr="00B3459B">
              <w:t>Wymagane wartości współczynników pochłaniania dźwięku:</w:t>
            </w:r>
          </w:p>
        </w:tc>
      </w:tr>
      <w:tr w:rsidR="00EE3673" w:rsidRPr="00B3459B" w14:paraId="4D62CAC7" w14:textId="77777777" w:rsidTr="00EE5AF9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7780060" w14:textId="77777777" w:rsidR="00EE3673" w:rsidRPr="00B3459B" w:rsidRDefault="00EE3673" w:rsidP="00EE5AF9">
            <w:pPr>
              <w:pStyle w:val="Tabela-tekst"/>
            </w:pPr>
            <w:r w:rsidRPr="00B3459B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32F74" w14:textId="77777777" w:rsidR="00EE3673" w:rsidRPr="00B3459B" w:rsidRDefault="00EE3673" w:rsidP="00EE5AF9">
            <w:pPr>
              <w:pStyle w:val="Tabela-tekst"/>
              <w:jc w:val="center"/>
            </w:pPr>
            <w:r w:rsidRPr="00B3459B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410C" w14:textId="77777777" w:rsidR="00EE3673" w:rsidRPr="00B3459B" w:rsidRDefault="00EE3673" w:rsidP="00EE5AF9">
            <w:pPr>
              <w:pStyle w:val="Tabela-tekst"/>
              <w:jc w:val="center"/>
            </w:pPr>
            <w:r w:rsidRPr="00B3459B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1CE9" w14:textId="77777777" w:rsidR="00EE3673" w:rsidRPr="00B3459B" w:rsidRDefault="00EE3673" w:rsidP="00EE5AF9">
            <w:pPr>
              <w:pStyle w:val="Tabela-tekst"/>
              <w:jc w:val="center"/>
            </w:pPr>
            <w:r w:rsidRPr="00B3459B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EF4A" w14:textId="77777777" w:rsidR="00EE3673" w:rsidRPr="00B3459B" w:rsidRDefault="00EE3673" w:rsidP="00EE5AF9">
            <w:pPr>
              <w:pStyle w:val="Tabela-tekst"/>
              <w:jc w:val="center"/>
            </w:pPr>
            <w:r w:rsidRPr="00B3459B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198CA" w14:textId="77777777" w:rsidR="00EE3673" w:rsidRPr="00B3459B" w:rsidRDefault="00EE3673" w:rsidP="00EE5AF9">
            <w:pPr>
              <w:pStyle w:val="Tabela-tekst"/>
              <w:jc w:val="center"/>
            </w:pPr>
            <w:r w:rsidRPr="00B3459B">
              <w:t>2 000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D8F4BFC" w14:textId="77777777" w:rsidR="00EE3673" w:rsidRPr="00B3459B" w:rsidRDefault="00EE3673" w:rsidP="00EE5AF9">
            <w:pPr>
              <w:pStyle w:val="Tabela-tekst"/>
              <w:jc w:val="center"/>
            </w:pPr>
            <w:r w:rsidRPr="00B3459B">
              <w:t>4 000</w:t>
            </w:r>
          </w:p>
        </w:tc>
      </w:tr>
      <w:tr w:rsidR="00EE3673" w:rsidRPr="00B3459B" w14:paraId="414EF445" w14:textId="77777777" w:rsidTr="00EE5AF9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20A1207" w14:textId="1084FF7D" w:rsidR="00EE3673" w:rsidRPr="00B3459B" w:rsidRDefault="00EE3673" w:rsidP="00EE5AF9">
            <w:pPr>
              <w:pStyle w:val="Tabela-tekst"/>
            </w:pPr>
            <w:r w:rsidRPr="00B3459B">
              <w:rPr>
                <w:rFonts w:ascii="Cambria" w:hAnsi="Cambria"/>
              </w:rPr>
              <w:t>α (±</w:t>
            </w:r>
            <w:r w:rsidR="000D76EB" w:rsidRPr="00B3459B">
              <w:rPr>
                <w:rFonts w:ascii="Cambria" w:hAnsi="Cambria"/>
              </w:rPr>
              <w:t>1</w:t>
            </w:r>
            <w:r w:rsidRPr="00B3459B">
              <w:rPr>
                <w:rFonts w:ascii="Cambria" w:hAnsi="Cambria"/>
              </w:rPr>
              <w:t>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62794D" w14:textId="7AC5873B" w:rsidR="00EE3673" w:rsidRPr="00B3459B" w:rsidRDefault="00EE3673" w:rsidP="00EE5AF9">
            <w:pPr>
              <w:pStyle w:val="Tabela-tekst"/>
              <w:jc w:val="center"/>
            </w:pPr>
            <w:r w:rsidRPr="00B3459B">
              <w:t>0,</w:t>
            </w:r>
            <w:r w:rsidR="00356DBA"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D441E2" w14:textId="5ACCD8E0" w:rsidR="00EE3673" w:rsidRPr="00B3459B" w:rsidRDefault="00EE3673" w:rsidP="00EE5AF9">
            <w:pPr>
              <w:pStyle w:val="Tabela-tekst"/>
              <w:jc w:val="center"/>
            </w:pPr>
            <w:r w:rsidRPr="00B3459B">
              <w:t>0,</w:t>
            </w:r>
            <w:r w:rsidR="00356DBA">
              <w:t>85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F05CD0" w14:textId="46BE302B" w:rsidR="00EE3673" w:rsidRPr="00B3459B" w:rsidRDefault="00EE3673" w:rsidP="00EE5AF9">
            <w:pPr>
              <w:pStyle w:val="Tabela-tekst"/>
              <w:jc w:val="center"/>
            </w:pPr>
            <w:r w:rsidRPr="00B3459B">
              <w:t>0,</w:t>
            </w:r>
            <w:r w:rsidR="00356DBA"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2545A5" w14:textId="77777777" w:rsidR="00EE3673" w:rsidRPr="00B3459B" w:rsidRDefault="00EE3673" w:rsidP="00EE5AF9">
            <w:pPr>
              <w:pStyle w:val="Tabela-tekst"/>
              <w:jc w:val="center"/>
            </w:pPr>
            <w:r w:rsidRPr="00B3459B">
              <w:t>0,90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ED999D" w14:textId="77777777" w:rsidR="00EE3673" w:rsidRPr="00B3459B" w:rsidRDefault="00EE3673" w:rsidP="00EE5AF9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2B1199" w14:textId="77777777" w:rsidR="00EE3673" w:rsidRPr="00B3459B" w:rsidRDefault="00EE3673" w:rsidP="00EE5AF9">
            <w:pPr>
              <w:pStyle w:val="Tabela-tekst"/>
              <w:jc w:val="center"/>
            </w:pPr>
            <w:r w:rsidRPr="00B3459B">
              <w:t>0,99</w:t>
            </w:r>
          </w:p>
        </w:tc>
      </w:tr>
    </w:tbl>
    <w:p w14:paraId="0C005C74" w14:textId="77777777" w:rsidR="00FD3D62" w:rsidRPr="00B3459B" w:rsidRDefault="00FD3D62" w:rsidP="00FD3D62"/>
    <w:p w14:paraId="60C7016F" w14:textId="78F28C61" w:rsidR="009B67B5" w:rsidRPr="00B3459B" w:rsidRDefault="00507882" w:rsidP="00507882">
      <w:pPr>
        <w:pStyle w:val="Nagwek2"/>
      </w:pPr>
      <w:bookmarkStart w:id="159" w:name="_Toc44506401"/>
      <w:r w:rsidRPr="00B3459B">
        <w:t>Ustroje rozpraszające binarne</w:t>
      </w:r>
      <w:bookmarkEnd w:id="159"/>
    </w:p>
    <w:p w14:paraId="54261407" w14:textId="34A48376" w:rsidR="00284B95" w:rsidRPr="00B3459B" w:rsidRDefault="00284B95" w:rsidP="00284B95">
      <w:pPr>
        <w:pStyle w:val="Legenda"/>
        <w:keepNext/>
      </w:pPr>
      <w:bookmarkStart w:id="160" w:name="_Toc44506421"/>
      <w:r w:rsidRPr="00B3459B">
        <w:t xml:space="preserve">Tab. 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STYLEREF 1 \s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5</w:t>
      </w:r>
      <w:r w:rsidR="00AC6A0B" w:rsidRPr="00B3459B">
        <w:rPr>
          <w:noProof/>
        </w:rPr>
        <w:fldChar w:fldCharType="end"/>
      </w:r>
      <w:r w:rsidR="0001294C" w:rsidRPr="00B3459B">
        <w:t>.</w:t>
      </w:r>
      <w:r w:rsidR="00AC6A0B" w:rsidRPr="00B3459B">
        <w:rPr>
          <w:noProof/>
        </w:rPr>
        <w:fldChar w:fldCharType="begin"/>
      </w:r>
      <w:r w:rsidR="00AC6A0B" w:rsidRPr="00B3459B">
        <w:rPr>
          <w:noProof/>
        </w:rPr>
        <w:instrText xml:space="preserve"> SEQ Tab. \* ARABIC \s 1 </w:instrText>
      </w:r>
      <w:r w:rsidR="00AC6A0B" w:rsidRPr="00B3459B">
        <w:rPr>
          <w:noProof/>
        </w:rPr>
        <w:fldChar w:fldCharType="separate"/>
      </w:r>
      <w:r w:rsidR="00825AF8">
        <w:rPr>
          <w:noProof/>
        </w:rPr>
        <w:t>6</w:t>
      </w:r>
      <w:r w:rsidR="00AC6A0B" w:rsidRPr="00B3459B">
        <w:rPr>
          <w:noProof/>
        </w:rPr>
        <w:fldChar w:fldCharType="end"/>
      </w:r>
      <w:r w:rsidRPr="00B3459B">
        <w:t>. Specyfikacja wymagań dla ustroju rozpraszającego binarnego URB01</w:t>
      </w:r>
      <w:bookmarkEnd w:id="160"/>
    </w:p>
    <w:tbl>
      <w:tblPr>
        <w:tblW w:w="10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390"/>
      </w:tblGrid>
      <w:tr w:rsidR="005A4195" w:rsidRPr="00B3459B" w14:paraId="6EE5A982" w14:textId="77777777" w:rsidTr="005C184A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7C1C04" w14:textId="77777777" w:rsidR="005A4195" w:rsidRPr="00B3459B" w:rsidRDefault="005A4195" w:rsidP="005A4195">
            <w:pPr>
              <w:pStyle w:val="Tabela-tekst"/>
              <w:jc w:val="left"/>
            </w:pPr>
            <w:r w:rsidRPr="00B3459B">
              <w:t>Przykładowy materiał:</w:t>
            </w:r>
          </w:p>
        </w:tc>
        <w:tc>
          <w:tcPr>
            <w:tcW w:w="81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64BA42A" w14:textId="7C9B8A96" w:rsidR="005A4195" w:rsidRPr="00B3459B" w:rsidRDefault="005A4195" w:rsidP="005A4195">
            <w:pPr>
              <w:pStyle w:val="Tabela-tekst"/>
            </w:pPr>
            <w:r w:rsidRPr="00B3459B">
              <w:t>Płyta licowa wykonana z drewnopochodnej płyty impregnowanej przeciwogniowo.</w:t>
            </w:r>
          </w:p>
        </w:tc>
      </w:tr>
      <w:tr w:rsidR="005A4195" w:rsidRPr="00B3459B" w14:paraId="05C03AC8" w14:textId="77777777" w:rsidTr="005C184A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A4E0A6" w14:textId="77777777" w:rsidR="005A4195" w:rsidRPr="00B3459B" w:rsidRDefault="005A4195" w:rsidP="005A4195">
            <w:pPr>
              <w:pStyle w:val="Tabela-tekst"/>
              <w:jc w:val="left"/>
            </w:pPr>
            <w:r w:rsidRPr="00B3459B">
              <w:t>Konstrukcja: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6332923" w14:textId="762096C6" w:rsidR="005A4195" w:rsidRPr="00B3459B" w:rsidRDefault="00E7211A" w:rsidP="005A4195">
            <w:pPr>
              <w:pStyle w:val="Tabela-tekst"/>
            </w:pPr>
            <w:r w:rsidRPr="00B3459B">
              <w:t>Płyta licowa</w:t>
            </w:r>
            <w:r w:rsidR="006F0916" w:rsidRPr="00B3459B">
              <w:t xml:space="preserve"> typu</w:t>
            </w:r>
            <w:r w:rsidRPr="00B3459B">
              <w:t xml:space="preserve"> </w:t>
            </w:r>
            <w:proofErr w:type="spellStart"/>
            <w:r w:rsidRPr="00B3459B">
              <w:t>binary</w:t>
            </w:r>
            <w:proofErr w:type="spellEnd"/>
            <w:r w:rsidRPr="00B3459B">
              <w:t>.</w:t>
            </w:r>
          </w:p>
          <w:p w14:paraId="18DA3216" w14:textId="1D26EB9C" w:rsidR="005A4195" w:rsidRPr="00B3459B" w:rsidRDefault="006F0916" w:rsidP="006F0916">
            <w:pPr>
              <w:pStyle w:val="Tabela-tekst"/>
            </w:pPr>
            <w:r w:rsidRPr="00B3459B">
              <w:t>Wełna mineralna</w:t>
            </w:r>
            <w:r w:rsidR="005A4195" w:rsidRPr="00B3459B">
              <w:t xml:space="preserve"> 100 mm, gęstość 60 – 90 kg/m</w:t>
            </w:r>
            <w:r w:rsidR="005A4195" w:rsidRPr="00B3459B">
              <w:rPr>
                <w:vertAlign w:val="superscript"/>
              </w:rPr>
              <w:t>3</w:t>
            </w:r>
            <w:r w:rsidR="00653DF4" w:rsidRPr="00B3459B">
              <w:t>.</w:t>
            </w:r>
          </w:p>
        </w:tc>
      </w:tr>
      <w:tr w:rsidR="00284B95" w:rsidRPr="00B3459B" w14:paraId="026440D7" w14:textId="77777777" w:rsidTr="005C184A">
        <w:tc>
          <w:tcPr>
            <w:tcW w:w="1042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9BB464" w14:textId="77777777" w:rsidR="00284B95" w:rsidRPr="00B3459B" w:rsidRDefault="00284B95" w:rsidP="005C184A">
            <w:pPr>
              <w:pStyle w:val="Tabela-tekst"/>
            </w:pPr>
            <w:r w:rsidRPr="00B3459B">
              <w:t>Wymagane wartości współczynników pochłaniania dźwięku:</w:t>
            </w:r>
          </w:p>
        </w:tc>
      </w:tr>
      <w:tr w:rsidR="00284B95" w:rsidRPr="00B3459B" w14:paraId="3908C1C1" w14:textId="77777777" w:rsidTr="005C184A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1829C8" w14:textId="77777777" w:rsidR="00284B95" w:rsidRPr="00B3459B" w:rsidRDefault="00284B95" w:rsidP="005C184A">
            <w:pPr>
              <w:pStyle w:val="Tabela-tekst"/>
            </w:pPr>
            <w:r w:rsidRPr="00B3459B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7C7E8" w14:textId="77777777" w:rsidR="00284B95" w:rsidRPr="00B3459B" w:rsidRDefault="00284B95" w:rsidP="005C184A">
            <w:pPr>
              <w:pStyle w:val="Tabela-tekst"/>
              <w:jc w:val="center"/>
            </w:pPr>
            <w:r w:rsidRPr="00B3459B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CEF7D" w14:textId="77777777" w:rsidR="00284B95" w:rsidRPr="00B3459B" w:rsidRDefault="00284B95" w:rsidP="005C184A">
            <w:pPr>
              <w:pStyle w:val="Tabela-tekst"/>
              <w:jc w:val="center"/>
            </w:pPr>
            <w:r w:rsidRPr="00B3459B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C70F2" w14:textId="77777777" w:rsidR="00284B95" w:rsidRPr="00B3459B" w:rsidRDefault="00284B95" w:rsidP="005C184A">
            <w:pPr>
              <w:pStyle w:val="Tabela-tekst"/>
              <w:jc w:val="center"/>
            </w:pPr>
            <w:r w:rsidRPr="00B3459B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A1EC" w14:textId="77777777" w:rsidR="00284B95" w:rsidRPr="00B3459B" w:rsidRDefault="00284B95" w:rsidP="005C184A">
            <w:pPr>
              <w:pStyle w:val="Tabela-tekst"/>
              <w:jc w:val="center"/>
            </w:pPr>
            <w:r w:rsidRPr="00B3459B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1A272" w14:textId="77777777" w:rsidR="00284B95" w:rsidRPr="00B3459B" w:rsidRDefault="00284B95" w:rsidP="005C184A">
            <w:pPr>
              <w:pStyle w:val="Tabela-tekst"/>
              <w:jc w:val="center"/>
            </w:pPr>
            <w:r w:rsidRPr="00B3459B">
              <w:t>2 000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F19C5E" w14:textId="77777777" w:rsidR="00284B95" w:rsidRPr="00B3459B" w:rsidRDefault="00284B95" w:rsidP="005C184A">
            <w:pPr>
              <w:pStyle w:val="Tabela-tekst"/>
              <w:jc w:val="center"/>
            </w:pPr>
            <w:r w:rsidRPr="00B3459B">
              <w:t>4 000</w:t>
            </w:r>
          </w:p>
        </w:tc>
      </w:tr>
      <w:tr w:rsidR="00284B95" w:rsidRPr="00B3459B" w14:paraId="1E41D79C" w14:textId="77777777" w:rsidTr="00E7211A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FFDC97B" w14:textId="6343B61B" w:rsidR="00284B95" w:rsidRPr="00B3459B" w:rsidRDefault="00706AED" w:rsidP="005C184A">
            <w:pPr>
              <w:pStyle w:val="Tabela-tekst"/>
            </w:pPr>
            <w:r w:rsidRPr="00B3459B">
              <w:rPr>
                <w:rFonts w:ascii="Cambria" w:hAnsi="Cambria"/>
              </w:rPr>
              <w:t>α (±1</w:t>
            </w:r>
            <w:r w:rsidR="00284B95" w:rsidRPr="00B3459B">
              <w:rPr>
                <w:rFonts w:ascii="Cambria" w:hAnsi="Cambria"/>
              </w:rPr>
              <w:t>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272848" w14:textId="6254FB40" w:rsidR="00284B95" w:rsidRPr="00B3459B" w:rsidRDefault="005A4195" w:rsidP="005C184A">
            <w:pPr>
              <w:pStyle w:val="Tabela-tekst"/>
              <w:jc w:val="center"/>
            </w:pPr>
            <w:r w:rsidRPr="00B3459B">
              <w:t>0,60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413FA1" w14:textId="035DA679" w:rsidR="00284B95" w:rsidRPr="00B3459B" w:rsidRDefault="005A4195" w:rsidP="005C184A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32C56C" w14:textId="2A35344F" w:rsidR="00284B95" w:rsidRPr="00B3459B" w:rsidRDefault="005A4195" w:rsidP="005C184A">
            <w:pPr>
              <w:pStyle w:val="Tabela-tekst"/>
              <w:jc w:val="center"/>
            </w:pPr>
            <w:r w:rsidRPr="00B3459B">
              <w:t>0,99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CCBA71" w14:textId="52CB162B" w:rsidR="00284B95" w:rsidRPr="00B3459B" w:rsidRDefault="005A4195" w:rsidP="005C184A">
            <w:pPr>
              <w:pStyle w:val="Tabela-tekst"/>
              <w:jc w:val="center"/>
            </w:pPr>
            <w:r w:rsidRPr="00B3459B"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1964C7" w14:textId="2A597581" w:rsidR="00284B95" w:rsidRPr="00B3459B" w:rsidRDefault="005A4195" w:rsidP="005C184A">
            <w:pPr>
              <w:pStyle w:val="Tabela-tekst"/>
              <w:jc w:val="center"/>
            </w:pPr>
            <w:r w:rsidRPr="00B3459B">
              <w:t>0,65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3C1D6D" w14:textId="5161B40C" w:rsidR="00284B95" w:rsidRPr="00B3459B" w:rsidRDefault="005A4195" w:rsidP="005C184A">
            <w:pPr>
              <w:pStyle w:val="Tabela-tekst"/>
              <w:jc w:val="center"/>
            </w:pPr>
            <w:r w:rsidRPr="00B3459B">
              <w:t>0,45</w:t>
            </w:r>
          </w:p>
        </w:tc>
      </w:tr>
    </w:tbl>
    <w:p w14:paraId="18A8E8AD" w14:textId="77777777" w:rsidR="00FD3D62" w:rsidRPr="00B3459B" w:rsidRDefault="00FD3D62" w:rsidP="00074A75"/>
    <w:p w14:paraId="3E337C70" w14:textId="77777777" w:rsidR="00FD3D62" w:rsidRPr="00B3459B" w:rsidRDefault="00FD3D62" w:rsidP="00074A75"/>
    <w:p w14:paraId="58BE1B39" w14:textId="38AF754A" w:rsidR="00FD3D62" w:rsidRPr="00B3459B" w:rsidRDefault="00FD3D62" w:rsidP="00074A75">
      <w:pPr>
        <w:sectPr w:rsidR="00FD3D62" w:rsidRPr="00B3459B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7DA0AADB" w14:textId="16A71E66" w:rsidR="005053E1" w:rsidRPr="00B3459B" w:rsidRDefault="005053E1" w:rsidP="005053E1">
      <w:pPr>
        <w:pStyle w:val="Nagwek1"/>
      </w:pPr>
      <w:bookmarkStart w:id="161" w:name="_Toc41891308"/>
      <w:bookmarkStart w:id="162" w:name="_Toc41981260"/>
      <w:bookmarkStart w:id="163" w:name="_Toc41982334"/>
      <w:bookmarkStart w:id="164" w:name="_Toc42099301"/>
      <w:bookmarkStart w:id="165" w:name="_Toc41891309"/>
      <w:bookmarkStart w:id="166" w:name="_Toc41981261"/>
      <w:bookmarkStart w:id="167" w:name="_Toc41982335"/>
      <w:bookmarkStart w:id="168" w:name="_Toc42099302"/>
      <w:bookmarkStart w:id="169" w:name="_Toc44506402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r w:rsidRPr="00B3459B">
        <w:lastRenderedPageBreak/>
        <w:t>Podsumowanie</w:t>
      </w:r>
      <w:bookmarkEnd w:id="169"/>
    </w:p>
    <w:p w14:paraId="25F03820" w14:textId="4BCED55B" w:rsidR="004C0B31" w:rsidRPr="00B3459B" w:rsidRDefault="000B5507">
      <w:r w:rsidRPr="00B3459B">
        <w:t xml:space="preserve">W niniejszym opracowaniu przedstawiono </w:t>
      </w:r>
      <w:r w:rsidR="004C0B31" w:rsidRPr="00B3459B">
        <w:t>projekt wykonawczy</w:t>
      </w:r>
      <w:r w:rsidR="00D93565" w:rsidRPr="00B3459B">
        <w:t xml:space="preserve"> </w:t>
      </w:r>
      <w:r w:rsidR="00A875CE" w:rsidRPr="00B3459B">
        <w:t>dotyczą</w:t>
      </w:r>
      <w:r w:rsidR="004C0B31" w:rsidRPr="00B3459B">
        <w:t xml:space="preserve">cy </w:t>
      </w:r>
      <w:r w:rsidR="00D93565" w:rsidRPr="00B3459B">
        <w:t>ochrony przeciwdźwiękowej i</w:t>
      </w:r>
      <w:r w:rsidR="004C0B31" w:rsidRPr="00B3459B">
        <w:t> </w:t>
      </w:r>
      <w:r w:rsidR="00D93565" w:rsidRPr="00B3459B">
        <w:t xml:space="preserve">akustyki wnętrz dla zadania </w:t>
      </w:r>
      <w:r w:rsidR="004C0B31" w:rsidRPr="00B3459B">
        <w:t>„</w:t>
      </w:r>
      <w:r w:rsidR="00653DF4" w:rsidRPr="00B3459B">
        <w:t xml:space="preserve">Projekt remont / modernizacja / przebudowa budynku Państwowej Szkoły Muzycznej I </w:t>
      </w:r>
      <w:proofErr w:type="spellStart"/>
      <w:r w:rsidR="00653DF4" w:rsidRPr="00B3459B">
        <w:t>i</w:t>
      </w:r>
      <w:proofErr w:type="spellEnd"/>
      <w:r w:rsidR="00653DF4" w:rsidRPr="00B3459B">
        <w:t xml:space="preserve"> II st. Im. M. Karłowicza w Katowicach – ETAP III”</w:t>
      </w:r>
    </w:p>
    <w:p w14:paraId="5B0FB91B" w14:textId="77777777" w:rsidR="008660D7" w:rsidRPr="00B3459B" w:rsidRDefault="000B5507">
      <w:r w:rsidRPr="00B3459B">
        <w:t>Dokumentacja zamieszczona w teczce sk</w:t>
      </w:r>
      <w:r w:rsidR="008660D7" w:rsidRPr="00B3459B">
        <w:t>łada się z:</w:t>
      </w:r>
    </w:p>
    <w:p w14:paraId="053D1F13" w14:textId="77777777" w:rsidR="008660D7" w:rsidRPr="00B3459B" w:rsidRDefault="000B5507" w:rsidP="00653DF4">
      <w:pPr>
        <w:pStyle w:val="Akapitzlist"/>
        <w:numPr>
          <w:ilvl w:val="0"/>
          <w:numId w:val="29"/>
        </w:numPr>
        <w:ind w:left="714" w:hanging="357"/>
        <w:contextualSpacing w:val="0"/>
      </w:pPr>
      <w:r w:rsidRPr="00B3459B">
        <w:t>niniejszego opisu technicznego,</w:t>
      </w:r>
    </w:p>
    <w:p w14:paraId="3BD3714E" w14:textId="2B82E91F" w:rsidR="00D55847" w:rsidRPr="00B3459B" w:rsidRDefault="00D55847" w:rsidP="00653DF4">
      <w:pPr>
        <w:pStyle w:val="Akapitzlist"/>
        <w:numPr>
          <w:ilvl w:val="0"/>
          <w:numId w:val="29"/>
        </w:numPr>
        <w:ind w:left="714" w:hanging="357"/>
        <w:contextualSpacing w:val="0"/>
      </w:pPr>
      <w:r w:rsidRPr="00B3459B">
        <w:t>rysunków wielkoformatowych,</w:t>
      </w:r>
    </w:p>
    <w:p w14:paraId="14DDBC59" w14:textId="30F07B43" w:rsidR="000B5507" w:rsidRPr="00B3459B" w:rsidRDefault="000B5507" w:rsidP="00653DF4">
      <w:pPr>
        <w:pStyle w:val="Akapitzlist"/>
        <w:numPr>
          <w:ilvl w:val="0"/>
          <w:numId w:val="29"/>
        </w:numPr>
        <w:ind w:left="714" w:hanging="357"/>
        <w:contextualSpacing w:val="0"/>
      </w:pPr>
      <w:r w:rsidRPr="00B3459B">
        <w:t xml:space="preserve">płyty CD z elektroniczną wersją </w:t>
      </w:r>
      <w:r w:rsidR="00653DF4" w:rsidRPr="00B3459B">
        <w:t>dokumentacji projektowej.</w:t>
      </w:r>
    </w:p>
    <w:p w14:paraId="198F6EC3" w14:textId="500CAA5F" w:rsidR="000B5507" w:rsidRPr="00B3459B" w:rsidRDefault="000B5507">
      <w:r w:rsidRPr="00B3459B">
        <w:t xml:space="preserve">Wszystkie rozwiązania przyjęte w projekcie są zgodne z wytycznymi przekazanymi zespołowi projektowemu. </w:t>
      </w:r>
      <w:r w:rsidR="004D434F" w:rsidRPr="00B3459B">
        <w:t>Wszystkie rozwiązania należy rozpatrywać z uwzględnieniem pozostałej dokumentacji branżowej</w:t>
      </w:r>
      <w:r w:rsidR="00653DF4" w:rsidRPr="00B3459B">
        <w:t>, w szczególności projektu architektonicznego.</w:t>
      </w:r>
    </w:p>
    <w:p w14:paraId="2E98ECCF" w14:textId="6A7F4056" w:rsidR="000B5507" w:rsidRPr="00B3459B" w:rsidRDefault="000B5507">
      <w:r w:rsidRPr="00B3459B">
        <w:t xml:space="preserve">Opracowanie jest zgodne z postanowieniami umowy </w:t>
      </w:r>
      <w:r w:rsidR="00D26F47" w:rsidRPr="00B3459B">
        <w:fldChar w:fldCharType="begin"/>
      </w:r>
      <w:r w:rsidR="00D26F47" w:rsidRPr="00B3459B">
        <w:instrText xml:space="preserve"> REF _Ref362528446 \r \h  \* MERGEFORMAT </w:instrText>
      </w:r>
      <w:r w:rsidR="00D26F47" w:rsidRPr="00B3459B">
        <w:fldChar w:fldCharType="separate"/>
      </w:r>
      <w:r w:rsidR="00825AF8">
        <w:t>[1]</w:t>
      </w:r>
      <w:r w:rsidR="00D26F47" w:rsidRPr="00B3459B">
        <w:fldChar w:fldCharType="end"/>
      </w:r>
      <w:r w:rsidR="00164957" w:rsidRPr="00B3459B">
        <w:t xml:space="preserve"> </w:t>
      </w:r>
      <w:r w:rsidRPr="00B3459B">
        <w:t>oraz dokumentów związanych. W opracowaniu wykorzystano uzgodnienia poczynione z Inwestorem w trakcie procesu projektowego.</w:t>
      </w:r>
    </w:p>
    <w:p w14:paraId="3BC17CFE" w14:textId="77777777" w:rsidR="000B5507" w:rsidRDefault="000B5507">
      <w:r w:rsidRPr="00B3459B">
        <w:t>Opracowanie jest kompletne z uwagi na cel, jakiemu służy.</w:t>
      </w:r>
    </w:p>
    <w:p w14:paraId="08E4F42B" w14:textId="77777777" w:rsidR="007F5CD7" w:rsidRDefault="007F5CD7"/>
    <w:sectPr w:rsidR="007F5CD7" w:rsidSect="006D6112">
      <w:type w:val="oddPage"/>
      <w:pgSz w:w="11906" w:h="16838" w:code="9"/>
      <w:pgMar w:top="1196" w:right="567" w:bottom="1196" w:left="1134" w:header="51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A8FF8" w14:textId="77777777" w:rsidR="006E638B" w:rsidRDefault="006E638B" w:rsidP="000A2001">
      <w:pPr>
        <w:spacing w:after="0" w:line="240" w:lineRule="auto"/>
      </w:pPr>
      <w:r>
        <w:separator/>
      </w:r>
    </w:p>
  </w:endnote>
  <w:endnote w:type="continuationSeparator" w:id="0">
    <w:p w14:paraId="2F7D0291" w14:textId="77777777" w:rsidR="006E638B" w:rsidRDefault="006E638B" w:rsidP="000A2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837E1" w14:textId="77777777" w:rsidR="006E638B" w:rsidRPr="00385611" w:rsidRDefault="006E638B" w:rsidP="00623009">
    <w:pPr>
      <w:pStyle w:val="Stopka"/>
      <w:tabs>
        <w:tab w:val="clear" w:pos="4536"/>
        <w:tab w:val="clear" w:pos="9072"/>
        <w:tab w:val="left" w:pos="1701"/>
      </w:tabs>
      <w:ind w:left="284"/>
      <w:rPr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93387C1" wp14:editId="08EBCE1C">
          <wp:simplePos x="0" y="0"/>
          <wp:positionH relativeFrom="page">
            <wp:posOffset>360045</wp:posOffset>
          </wp:positionH>
          <wp:positionV relativeFrom="paragraph">
            <wp:posOffset>-161925</wp:posOffset>
          </wp:positionV>
          <wp:extent cx="6478270" cy="350520"/>
          <wp:effectExtent l="19050" t="0" r="0" b="0"/>
          <wp:wrapNone/>
          <wp:docPr id="6" name="Obraz 6" descr="stopka_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topka_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8270" cy="350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85611">
      <w:rPr>
        <w:bCs/>
        <w:sz w:val="18"/>
        <w:szCs w:val="18"/>
      </w:rPr>
      <w:t xml:space="preserve">str. </w:t>
    </w:r>
    <w:r w:rsidRPr="00385611">
      <w:rPr>
        <w:bCs/>
        <w:sz w:val="18"/>
        <w:szCs w:val="18"/>
      </w:rPr>
      <w:fldChar w:fldCharType="begin"/>
    </w:r>
    <w:r w:rsidRPr="00385611">
      <w:rPr>
        <w:bCs/>
        <w:sz w:val="18"/>
        <w:szCs w:val="18"/>
      </w:rPr>
      <w:instrText xml:space="preserve"> PAGE   \* MERGEFORMAT </w:instrText>
    </w:r>
    <w:r w:rsidRPr="00385611"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22</w:t>
    </w:r>
    <w:r w:rsidRPr="00385611">
      <w:rPr>
        <w:bCs/>
        <w:sz w:val="18"/>
        <w:szCs w:val="18"/>
      </w:rPr>
      <w:fldChar w:fldCharType="end"/>
    </w:r>
    <w:r>
      <w:rPr>
        <w:bCs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33A04" w14:textId="77777777" w:rsidR="006E638B" w:rsidRPr="00385611" w:rsidRDefault="006E638B" w:rsidP="00F9344A">
    <w:pPr>
      <w:pStyle w:val="Stopka"/>
      <w:tabs>
        <w:tab w:val="clear" w:pos="4536"/>
        <w:tab w:val="clear" w:pos="9072"/>
        <w:tab w:val="left" w:pos="7513"/>
      </w:tabs>
      <w:ind w:right="284"/>
      <w:jc w:val="right"/>
      <w:rPr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594EB73A" wp14:editId="3BD8089B">
          <wp:simplePos x="0" y="0"/>
          <wp:positionH relativeFrom="page">
            <wp:posOffset>683895</wp:posOffset>
          </wp:positionH>
          <wp:positionV relativeFrom="paragraph">
            <wp:posOffset>-162560</wp:posOffset>
          </wp:positionV>
          <wp:extent cx="6473825" cy="351155"/>
          <wp:effectExtent l="19050" t="0" r="3175" b="0"/>
          <wp:wrapNone/>
          <wp:docPr id="12" name="Obraz 12" descr="stopka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stopka_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3825" cy="351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Cs/>
        <w:sz w:val="18"/>
        <w:szCs w:val="18"/>
      </w:rPr>
      <w:tab/>
    </w:r>
    <w:r w:rsidRPr="00385611">
      <w:rPr>
        <w:bCs/>
        <w:sz w:val="18"/>
        <w:szCs w:val="18"/>
      </w:rPr>
      <w:t xml:space="preserve">str. </w:t>
    </w:r>
    <w:r w:rsidRPr="00385611">
      <w:rPr>
        <w:bCs/>
        <w:sz w:val="18"/>
        <w:szCs w:val="18"/>
      </w:rPr>
      <w:fldChar w:fldCharType="begin"/>
    </w:r>
    <w:r w:rsidRPr="00385611">
      <w:rPr>
        <w:bCs/>
        <w:sz w:val="18"/>
        <w:szCs w:val="18"/>
      </w:rPr>
      <w:instrText xml:space="preserve"> PAGE   \* MERGEFORMAT </w:instrText>
    </w:r>
    <w:r w:rsidRPr="00385611"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23</w:t>
    </w:r>
    <w:r w:rsidRPr="00385611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D69D9" w14:textId="77777777" w:rsidR="006E638B" w:rsidRDefault="006E638B" w:rsidP="000A2001">
      <w:pPr>
        <w:spacing w:after="0" w:line="240" w:lineRule="auto"/>
      </w:pPr>
      <w:r>
        <w:separator/>
      </w:r>
    </w:p>
  </w:footnote>
  <w:footnote w:type="continuationSeparator" w:id="0">
    <w:p w14:paraId="7E7BD814" w14:textId="77777777" w:rsidR="006E638B" w:rsidRDefault="006E638B" w:rsidP="000A2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5BA9A" w14:textId="7177C6DF" w:rsidR="006E638B" w:rsidRDefault="006E638B" w:rsidP="00AA6D73">
    <w:pPr>
      <w:pBdr>
        <w:bottom w:val="single" w:sz="4" w:space="1" w:color="auto"/>
      </w:pBdr>
    </w:pPr>
    <w:r>
      <w:rPr>
        <w:rFonts w:cs="Arial"/>
        <w:bCs/>
        <w:noProof/>
        <w:sz w:val="20"/>
        <w:szCs w:val="20"/>
        <w:lang w:val="en-US"/>
      </w:rPr>
      <w:fldChar w:fldCharType="begin"/>
    </w:r>
    <w:r>
      <w:rPr>
        <w:rFonts w:cs="Arial"/>
        <w:bCs/>
        <w:noProof/>
        <w:sz w:val="20"/>
        <w:szCs w:val="20"/>
        <w:lang w:val="en-US"/>
      </w:rPr>
      <w:instrText xml:space="preserve"> STYLEREF  "Nagłówek 1" \n  \* MERGEFORMAT </w:instrText>
    </w:r>
    <w:r>
      <w:rPr>
        <w:rFonts w:cs="Arial"/>
        <w:bCs/>
        <w:noProof/>
        <w:sz w:val="20"/>
        <w:szCs w:val="20"/>
        <w:lang w:val="en-US"/>
      </w:rPr>
      <w:fldChar w:fldCharType="separate"/>
    </w:r>
    <w:r w:rsidR="00825AF8">
      <w:rPr>
        <w:rFonts w:cs="Arial"/>
        <w:bCs/>
        <w:noProof/>
        <w:sz w:val="20"/>
        <w:szCs w:val="20"/>
        <w:lang w:val="en-US"/>
      </w:rPr>
      <w:t>3</w:t>
    </w:r>
    <w:r>
      <w:rPr>
        <w:rFonts w:cs="Arial"/>
        <w:bCs/>
        <w:noProof/>
        <w:sz w:val="20"/>
        <w:szCs w:val="20"/>
        <w:lang w:val="en-US"/>
      </w:rPr>
      <w:fldChar w:fldCharType="end"/>
    </w:r>
    <w:r>
      <w:rPr>
        <w:rFonts w:cs="Arial"/>
        <w:b/>
        <w:sz w:val="20"/>
        <w:szCs w:val="20"/>
      </w:rPr>
      <w:t xml:space="preserve">. </w:t>
    </w:r>
    <w:r>
      <w:rPr>
        <w:noProof/>
      </w:rPr>
      <w:fldChar w:fldCharType="begin"/>
    </w:r>
    <w:r>
      <w:rPr>
        <w:noProof/>
      </w:rPr>
      <w:instrText xml:space="preserve"> STYLEREF  "Nagłówek 1"  \* MERGEFORMAT </w:instrText>
    </w:r>
    <w:r w:rsidR="00825AF8">
      <w:rPr>
        <w:noProof/>
      </w:rPr>
      <w:fldChar w:fldCharType="separate"/>
    </w:r>
    <w:r w:rsidR="00825AF8">
      <w:rPr>
        <w:noProof/>
      </w:rPr>
      <w:t>Wytyczne dotyczące ochrony przeciwdźwiękowej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A8F3A" w14:textId="7BA87E91" w:rsidR="006E638B" w:rsidRPr="00AA6D73" w:rsidRDefault="006E638B" w:rsidP="00AA6D73">
    <w:pPr>
      <w:pBdr>
        <w:bottom w:val="single" w:sz="4" w:space="1" w:color="auto"/>
      </w:pBdr>
    </w:pPr>
    <w:r>
      <w:rPr>
        <w:rFonts w:cs="Arial"/>
        <w:bCs/>
        <w:noProof/>
        <w:sz w:val="20"/>
        <w:szCs w:val="20"/>
        <w:lang w:val="en-US"/>
      </w:rPr>
      <w:fldChar w:fldCharType="begin"/>
    </w:r>
    <w:r>
      <w:rPr>
        <w:rFonts w:cs="Arial"/>
        <w:bCs/>
        <w:noProof/>
        <w:sz w:val="20"/>
        <w:szCs w:val="20"/>
        <w:lang w:val="en-US"/>
      </w:rPr>
      <w:instrText xml:space="preserve"> STYLEREF  "Nagłówek 1" \n  \* MERGEFORMAT </w:instrText>
    </w:r>
    <w:r>
      <w:rPr>
        <w:rFonts w:cs="Arial"/>
        <w:bCs/>
        <w:noProof/>
        <w:sz w:val="20"/>
        <w:szCs w:val="20"/>
        <w:lang w:val="en-US"/>
      </w:rPr>
      <w:fldChar w:fldCharType="separate"/>
    </w:r>
    <w:r w:rsidR="00825AF8">
      <w:rPr>
        <w:rFonts w:cs="Arial"/>
        <w:bCs/>
        <w:noProof/>
        <w:sz w:val="20"/>
        <w:szCs w:val="20"/>
        <w:lang w:val="en-US"/>
      </w:rPr>
      <w:t>1</w:t>
    </w:r>
    <w:r>
      <w:rPr>
        <w:rFonts w:cs="Arial"/>
        <w:bCs/>
        <w:noProof/>
        <w:sz w:val="20"/>
        <w:szCs w:val="20"/>
        <w:lang w:val="en-US"/>
      </w:rPr>
      <w:fldChar w:fldCharType="end"/>
    </w:r>
    <w:r>
      <w:rPr>
        <w:rFonts w:cs="Arial"/>
        <w:b/>
        <w:sz w:val="20"/>
        <w:szCs w:val="20"/>
      </w:rPr>
      <w:t xml:space="preserve">. </w:t>
    </w:r>
    <w:r>
      <w:rPr>
        <w:noProof/>
      </w:rPr>
      <w:fldChar w:fldCharType="begin"/>
    </w:r>
    <w:r>
      <w:rPr>
        <w:noProof/>
      </w:rPr>
      <w:instrText xml:space="preserve"> STYLEREF  "Nagłówek 1"  \* MERGEFORMAT </w:instrText>
    </w:r>
    <w:r>
      <w:rPr>
        <w:noProof/>
      </w:rPr>
      <w:fldChar w:fldCharType="separate"/>
    </w:r>
    <w:r w:rsidR="00825AF8">
      <w:rPr>
        <w:noProof/>
      </w:rPr>
      <w:t>Podstawa opracowania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72322"/>
    <w:multiLevelType w:val="hybridMultilevel"/>
    <w:tmpl w:val="30C66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9585B"/>
    <w:multiLevelType w:val="hybridMultilevel"/>
    <w:tmpl w:val="3B2A1B44"/>
    <w:lvl w:ilvl="0" w:tplc="EC1EFD9E">
      <w:start w:val="40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A2496"/>
    <w:multiLevelType w:val="hybridMultilevel"/>
    <w:tmpl w:val="12F24C16"/>
    <w:lvl w:ilvl="0" w:tplc="28A825E4">
      <w:start w:val="40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C3A00"/>
    <w:multiLevelType w:val="hybridMultilevel"/>
    <w:tmpl w:val="86562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63B38"/>
    <w:multiLevelType w:val="hybridMultilevel"/>
    <w:tmpl w:val="A6AEC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175AE"/>
    <w:multiLevelType w:val="hybridMultilevel"/>
    <w:tmpl w:val="C570D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40D44"/>
    <w:multiLevelType w:val="hybridMultilevel"/>
    <w:tmpl w:val="5AE80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13D99"/>
    <w:multiLevelType w:val="hybridMultilevel"/>
    <w:tmpl w:val="C8DE7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4725F"/>
    <w:multiLevelType w:val="hybridMultilevel"/>
    <w:tmpl w:val="EDBE5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029D1"/>
    <w:multiLevelType w:val="hybridMultilevel"/>
    <w:tmpl w:val="D6E82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E9F"/>
    <w:multiLevelType w:val="hybridMultilevel"/>
    <w:tmpl w:val="846A5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2B0F90"/>
    <w:multiLevelType w:val="hybridMultilevel"/>
    <w:tmpl w:val="593C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278A6"/>
    <w:multiLevelType w:val="hybridMultilevel"/>
    <w:tmpl w:val="8BB4F3F8"/>
    <w:lvl w:ilvl="0" w:tplc="83C4722C">
      <w:start w:val="40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22E30"/>
    <w:multiLevelType w:val="hybridMultilevel"/>
    <w:tmpl w:val="D0BA1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F35EE"/>
    <w:multiLevelType w:val="hybridMultilevel"/>
    <w:tmpl w:val="C0C25B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36E5A72"/>
    <w:multiLevelType w:val="hybridMultilevel"/>
    <w:tmpl w:val="1EC4C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C2833"/>
    <w:multiLevelType w:val="hybridMultilevel"/>
    <w:tmpl w:val="AC70CA4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4160658"/>
    <w:multiLevelType w:val="hybridMultilevel"/>
    <w:tmpl w:val="C0C25B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BEF2B70"/>
    <w:multiLevelType w:val="hybridMultilevel"/>
    <w:tmpl w:val="A4A25C4C"/>
    <w:lvl w:ilvl="0" w:tplc="30D0FE2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201F0"/>
    <w:multiLevelType w:val="hybridMultilevel"/>
    <w:tmpl w:val="26B8B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E0683"/>
    <w:multiLevelType w:val="hybridMultilevel"/>
    <w:tmpl w:val="E6BA1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25ADB"/>
    <w:multiLevelType w:val="hybridMultilevel"/>
    <w:tmpl w:val="B82E6CF8"/>
    <w:lvl w:ilvl="0" w:tplc="04150001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22" w15:restartNumberingAfterBreak="0">
    <w:nsid w:val="686A7EC5"/>
    <w:multiLevelType w:val="hybridMultilevel"/>
    <w:tmpl w:val="4A2E2CB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8816E7D"/>
    <w:multiLevelType w:val="hybridMultilevel"/>
    <w:tmpl w:val="FF528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860ED0"/>
    <w:multiLevelType w:val="hybridMultilevel"/>
    <w:tmpl w:val="F1947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C2413"/>
    <w:multiLevelType w:val="hybridMultilevel"/>
    <w:tmpl w:val="57E2C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D1D5F"/>
    <w:multiLevelType w:val="multilevel"/>
    <w:tmpl w:val="D1425994"/>
    <w:lvl w:ilvl="0">
      <w:start w:val="1"/>
      <w:numFmt w:val="decimal"/>
      <w:pStyle w:val="Nagwek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3884" w:hanging="907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1077" w:hanging="1077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Nagwek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ind w:left="1531" w:hanging="1531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ind w:left="1701" w:hanging="170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8">
      <w:start w:val="1"/>
      <w:numFmt w:val="decimal"/>
      <w:pStyle w:val="Nagwek9"/>
      <w:lvlText w:val="%1.%2.%3.%4.%5.%6.%7.%8.%9."/>
      <w:lvlJc w:val="left"/>
      <w:pPr>
        <w:ind w:left="1814" w:hanging="1814"/>
      </w:pPr>
      <w:rPr>
        <w:rFonts w:hint="default"/>
      </w:rPr>
    </w:lvl>
  </w:abstractNum>
  <w:abstractNum w:abstractNumId="27" w15:restartNumberingAfterBreak="0">
    <w:nsid w:val="737D5839"/>
    <w:multiLevelType w:val="hybridMultilevel"/>
    <w:tmpl w:val="7D18A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64F55"/>
    <w:multiLevelType w:val="hybridMultilevel"/>
    <w:tmpl w:val="8BB8B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5"/>
  </w:num>
  <w:num w:numId="4">
    <w:abstractNumId w:val="27"/>
  </w:num>
  <w:num w:numId="5">
    <w:abstractNumId w:val="10"/>
  </w:num>
  <w:num w:numId="6">
    <w:abstractNumId w:val="23"/>
  </w:num>
  <w:num w:numId="7">
    <w:abstractNumId w:val="19"/>
  </w:num>
  <w:num w:numId="8">
    <w:abstractNumId w:val="6"/>
  </w:num>
  <w:num w:numId="9">
    <w:abstractNumId w:val="11"/>
  </w:num>
  <w:num w:numId="10">
    <w:abstractNumId w:val="15"/>
  </w:num>
  <w:num w:numId="11">
    <w:abstractNumId w:val="9"/>
  </w:num>
  <w:num w:numId="12">
    <w:abstractNumId w:val="3"/>
  </w:num>
  <w:num w:numId="13">
    <w:abstractNumId w:val="25"/>
  </w:num>
  <w:num w:numId="14">
    <w:abstractNumId w:val="13"/>
  </w:num>
  <w:num w:numId="15">
    <w:abstractNumId w:val="8"/>
  </w:num>
  <w:num w:numId="16">
    <w:abstractNumId w:val="28"/>
  </w:num>
  <w:num w:numId="17">
    <w:abstractNumId w:val="20"/>
  </w:num>
  <w:num w:numId="18">
    <w:abstractNumId w:val="24"/>
  </w:num>
  <w:num w:numId="19">
    <w:abstractNumId w:val="21"/>
  </w:num>
  <w:num w:numId="20">
    <w:abstractNumId w:val="4"/>
  </w:num>
  <w:num w:numId="21">
    <w:abstractNumId w:val="16"/>
  </w:num>
  <w:num w:numId="22">
    <w:abstractNumId w:val="22"/>
  </w:num>
  <w:num w:numId="23">
    <w:abstractNumId w:val="17"/>
  </w:num>
  <w:num w:numId="24">
    <w:abstractNumId w:val="0"/>
  </w:num>
  <w:num w:numId="25">
    <w:abstractNumId w:val="14"/>
  </w:num>
  <w:num w:numId="26">
    <w:abstractNumId w:val="1"/>
  </w:num>
  <w:num w:numId="27">
    <w:abstractNumId w:val="12"/>
  </w:num>
  <w:num w:numId="28">
    <w:abstractNumId w:val="2"/>
  </w:num>
  <w:num w:numId="29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attachedTemplate r:id="rId1"/>
  <w:defaultTabStop w:val="709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171"/>
    <w:rsid w:val="00000E9B"/>
    <w:rsid w:val="000010DF"/>
    <w:rsid w:val="00001893"/>
    <w:rsid w:val="000018F7"/>
    <w:rsid w:val="00001F6C"/>
    <w:rsid w:val="00002616"/>
    <w:rsid w:val="000033D2"/>
    <w:rsid w:val="000052EF"/>
    <w:rsid w:val="000064DE"/>
    <w:rsid w:val="00006A97"/>
    <w:rsid w:val="000112D5"/>
    <w:rsid w:val="00011E0A"/>
    <w:rsid w:val="0001294C"/>
    <w:rsid w:val="00014F75"/>
    <w:rsid w:val="00015481"/>
    <w:rsid w:val="000157EA"/>
    <w:rsid w:val="00020179"/>
    <w:rsid w:val="00021EF7"/>
    <w:rsid w:val="0002239A"/>
    <w:rsid w:val="000260A0"/>
    <w:rsid w:val="0002672D"/>
    <w:rsid w:val="00026AD8"/>
    <w:rsid w:val="000272EF"/>
    <w:rsid w:val="00027F10"/>
    <w:rsid w:val="00030D3E"/>
    <w:rsid w:val="000311C9"/>
    <w:rsid w:val="00031291"/>
    <w:rsid w:val="00031AA4"/>
    <w:rsid w:val="00033136"/>
    <w:rsid w:val="000332E5"/>
    <w:rsid w:val="000335D3"/>
    <w:rsid w:val="00035A97"/>
    <w:rsid w:val="00036F18"/>
    <w:rsid w:val="000376D7"/>
    <w:rsid w:val="0004213F"/>
    <w:rsid w:val="0004281C"/>
    <w:rsid w:val="0004289A"/>
    <w:rsid w:val="00043064"/>
    <w:rsid w:val="00044096"/>
    <w:rsid w:val="00044FB5"/>
    <w:rsid w:val="00046D0E"/>
    <w:rsid w:val="000476A9"/>
    <w:rsid w:val="00047762"/>
    <w:rsid w:val="00047EBC"/>
    <w:rsid w:val="0005076E"/>
    <w:rsid w:val="000537AB"/>
    <w:rsid w:val="00053E56"/>
    <w:rsid w:val="0005498C"/>
    <w:rsid w:val="00054D74"/>
    <w:rsid w:val="00054F61"/>
    <w:rsid w:val="00056BDC"/>
    <w:rsid w:val="00057110"/>
    <w:rsid w:val="00062F70"/>
    <w:rsid w:val="0006329E"/>
    <w:rsid w:val="00064129"/>
    <w:rsid w:val="0006424C"/>
    <w:rsid w:val="00064562"/>
    <w:rsid w:val="0006482C"/>
    <w:rsid w:val="00064CF2"/>
    <w:rsid w:val="000674AF"/>
    <w:rsid w:val="00074A75"/>
    <w:rsid w:val="0007545A"/>
    <w:rsid w:val="00077042"/>
    <w:rsid w:val="00077430"/>
    <w:rsid w:val="0007762F"/>
    <w:rsid w:val="00080D9F"/>
    <w:rsid w:val="00081820"/>
    <w:rsid w:val="00081F60"/>
    <w:rsid w:val="000826C1"/>
    <w:rsid w:val="00082D68"/>
    <w:rsid w:val="00083056"/>
    <w:rsid w:val="00083359"/>
    <w:rsid w:val="00083FE8"/>
    <w:rsid w:val="00084448"/>
    <w:rsid w:val="0008515B"/>
    <w:rsid w:val="000852C5"/>
    <w:rsid w:val="00086853"/>
    <w:rsid w:val="00086E5B"/>
    <w:rsid w:val="000872F4"/>
    <w:rsid w:val="000875D4"/>
    <w:rsid w:val="0008775F"/>
    <w:rsid w:val="00087BC9"/>
    <w:rsid w:val="0009110F"/>
    <w:rsid w:val="00091B77"/>
    <w:rsid w:val="00092CFB"/>
    <w:rsid w:val="000959A2"/>
    <w:rsid w:val="00096EF2"/>
    <w:rsid w:val="000A034A"/>
    <w:rsid w:val="000A0B1D"/>
    <w:rsid w:val="000A0C54"/>
    <w:rsid w:val="000A0E37"/>
    <w:rsid w:val="000A12D1"/>
    <w:rsid w:val="000A2001"/>
    <w:rsid w:val="000A3BC5"/>
    <w:rsid w:val="000A41BC"/>
    <w:rsid w:val="000A4264"/>
    <w:rsid w:val="000A484C"/>
    <w:rsid w:val="000A55AD"/>
    <w:rsid w:val="000A6C3E"/>
    <w:rsid w:val="000B01E9"/>
    <w:rsid w:val="000B0747"/>
    <w:rsid w:val="000B2864"/>
    <w:rsid w:val="000B28D6"/>
    <w:rsid w:val="000B3127"/>
    <w:rsid w:val="000B3C8F"/>
    <w:rsid w:val="000B3FD2"/>
    <w:rsid w:val="000B44FE"/>
    <w:rsid w:val="000B51A1"/>
    <w:rsid w:val="000B5357"/>
    <w:rsid w:val="000B5507"/>
    <w:rsid w:val="000B7276"/>
    <w:rsid w:val="000C0D83"/>
    <w:rsid w:val="000C2478"/>
    <w:rsid w:val="000C24FB"/>
    <w:rsid w:val="000C25F1"/>
    <w:rsid w:val="000C26B1"/>
    <w:rsid w:val="000C27F6"/>
    <w:rsid w:val="000C3AA8"/>
    <w:rsid w:val="000C4AFC"/>
    <w:rsid w:val="000C4C62"/>
    <w:rsid w:val="000C5374"/>
    <w:rsid w:val="000C7101"/>
    <w:rsid w:val="000D0AA9"/>
    <w:rsid w:val="000D106A"/>
    <w:rsid w:val="000D13AF"/>
    <w:rsid w:val="000D2C27"/>
    <w:rsid w:val="000D2FE2"/>
    <w:rsid w:val="000D36DF"/>
    <w:rsid w:val="000D3713"/>
    <w:rsid w:val="000D3932"/>
    <w:rsid w:val="000D3ED4"/>
    <w:rsid w:val="000D46A0"/>
    <w:rsid w:val="000D4CCE"/>
    <w:rsid w:val="000D5C2E"/>
    <w:rsid w:val="000D5E21"/>
    <w:rsid w:val="000D6714"/>
    <w:rsid w:val="000D6E85"/>
    <w:rsid w:val="000D76EB"/>
    <w:rsid w:val="000E0A3E"/>
    <w:rsid w:val="000E0DE5"/>
    <w:rsid w:val="000E134D"/>
    <w:rsid w:val="000E1589"/>
    <w:rsid w:val="000E2D84"/>
    <w:rsid w:val="000E3775"/>
    <w:rsid w:val="000E3E7C"/>
    <w:rsid w:val="000E44C1"/>
    <w:rsid w:val="000E504E"/>
    <w:rsid w:val="000E5D70"/>
    <w:rsid w:val="000E6191"/>
    <w:rsid w:val="000E73B8"/>
    <w:rsid w:val="000F1F08"/>
    <w:rsid w:val="000F30F5"/>
    <w:rsid w:val="000F3D72"/>
    <w:rsid w:val="000F48AF"/>
    <w:rsid w:val="000F4BD7"/>
    <w:rsid w:val="00100F57"/>
    <w:rsid w:val="001013E4"/>
    <w:rsid w:val="00101E9C"/>
    <w:rsid w:val="001032D3"/>
    <w:rsid w:val="0010395D"/>
    <w:rsid w:val="00103CD1"/>
    <w:rsid w:val="00106654"/>
    <w:rsid w:val="001100D6"/>
    <w:rsid w:val="00110509"/>
    <w:rsid w:val="00110CD2"/>
    <w:rsid w:val="00111154"/>
    <w:rsid w:val="001125BB"/>
    <w:rsid w:val="00112A66"/>
    <w:rsid w:val="001132EE"/>
    <w:rsid w:val="0011501B"/>
    <w:rsid w:val="001153BF"/>
    <w:rsid w:val="001153D5"/>
    <w:rsid w:val="00115D09"/>
    <w:rsid w:val="00116F9E"/>
    <w:rsid w:val="00120D0A"/>
    <w:rsid w:val="00122315"/>
    <w:rsid w:val="0012350A"/>
    <w:rsid w:val="001250F2"/>
    <w:rsid w:val="00125B6D"/>
    <w:rsid w:val="00130602"/>
    <w:rsid w:val="0013354E"/>
    <w:rsid w:val="00133B3C"/>
    <w:rsid w:val="00133CC7"/>
    <w:rsid w:val="0013495E"/>
    <w:rsid w:val="001363CF"/>
    <w:rsid w:val="00136C7C"/>
    <w:rsid w:val="0013767A"/>
    <w:rsid w:val="001419E6"/>
    <w:rsid w:val="00141F1C"/>
    <w:rsid w:val="0014228B"/>
    <w:rsid w:val="001426E5"/>
    <w:rsid w:val="001432CA"/>
    <w:rsid w:val="00143307"/>
    <w:rsid w:val="0014553F"/>
    <w:rsid w:val="00145B15"/>
    <w:rsid w:val="00145E7D"/>
    <w:rsid w:val="00146799"/>
    <w:rsid w:val="00146976"/>
    <w:rsid w:val="00150E0E"/>
    <w:rsid w:val="00151C72"/>
    <w:rsid w:val="00154859"/>
    <w:rsid w:val="00155B87"/>
    <w:rsid w:val="00155C8A"/>
    <w:rsid w:val="00155CAB"/>
    <w:rsid w:val="001565D4"/>
    <w:rsid w:val="001567C0"/>
    <w:rsid w:val="00157BA4"/>
    <w:rsid w:val="00157ECB"/>
    <w:rsid w:val="00160502"/>
    <w:rsid w:val="00163F2B"/>
    <w:rsid w:val="00164360"/>
    <w:rsid w:val="00164957"/>
    <w:rsid w:val="0016528F"/>
    <w:rsid w:val="00165946"/>
    <w:rsid w:val="00167359"/>
    <w:rsid w:val="001704C5"/>
    <w:rsid w:val="00170C5F"/>
    <w:rsid w:val="00171567"/>
    <w:rsid w:val="00173557"/>
    <w:rsid w:val="001752D4"/>
    <w:rsid w:val="00175662"/>
    <w:rsid w:val="00177608"/>
    <w:rsid w:val="001777D9"/>
    <w:rsid w:val="001778F1"/>
    <w:rsid w:val="001803CA"/>
    <w:rsid w:val="0018203E"/>
    <w:rsid w:val="001822D7"/>
    <w:rsid w:val="001844FC"/>
    <w:rsid w:val="00184D38"/>
    <w:rsid w:val="001854C1"/>
    <w:rsid w:val="00185849"/>
    <w:rsid w:val="00186238"/>
    <w:rsid w:val="001869E0"/>
    <w:rsid w:val="001919FF"/>
    <w:rsid w:val="00193B2E"/>
    <w:rsid w:val="00194105"/>
    <w:rsid w:val="00194285"/>
    <w:rsid w:val="00194430"/>
    <w:rsid w:val="00194DE3"/>
    <w:rsid w:val="00194E8C"/>
    <w:rsid w:val="00196DDD"/>
    <w:rsid w:val="001974EF"/>
    <w:rsid w:val="0019773F"/>
    <w:rsid w:val="00197D72"/>
    <w:rsid w:val="001A0A3B"/>
    <w:rsid w:val="001A1B7F"/>
    <w:rsid w:val="001A2E5F"/>
    <w:rsid w:val="001A3964"/>
    <w:rsid w:val="001A45AF"/>
    <w:rsid w:val="001A579B"/>
    <w:rsid w:val="001A7D2F"/>
    <w:rsid w:val="001B152D"/>
    <w:rsid w:val="001B1DA8"/>
    <w:rsid w:val="001B6563"/>
    <w:rsid w:val="001B7977"/>
    <w:rsid w:val="001C1B15"/>
    <w:rsid w:val="001C1F5F"/>
    <w:rsid w:val="001C2581"/>
    <w:rsid w:val="001C26F0"/>
    <w:rsid w:val="001C2DB9"/>
    <w:rsid w:val="001C4ED5"/>
    <w:rsid w:val="001C59F9"/>
    <w:rsid w:val="001C6429"/>
    <w:rsid w:val="001C6D91"/>
    <w:rsid w:val="001C73EE"/>
    <w:rsid w:val="001C7EB1"/>
    <w:rsid w:val="001D19CB"/>
    <w:rsid w:val="001D215A"/>
    <w:rsid w:val="001D334B"/>
    <w:rsid w:val="001D43FF"/>
    <w:rsid w:val="001D4843"/>
    <w:rsid w:val="001D4926"/>
    <w:rsid w:val="001D7B4B"/>
    <w:rsid w:val="001E0207"/>
    <w:rsid w:val="001E1694"/>
    <w:rsid w:val="001E1E50"/>
    <w:rsid w:val="001E2093"/>
    <w:rsid w:val="001E270A"/>
    <w:rsid w:val="001E298B"/>
    <w:rsid w:val="001E298C"/>
    <w:rsid w:val="001E3F7B"/>
    <w:rsid w:val="001E4F65"/>
    <w:rsid w:val="001E5CEA"/>
    <w:rsid w:val="001E6C1C"/>
    <w:rsid w:val="001E6FC1"/>
    <w:rsid w:val="001E766E"/>
    <w:rsid w:val="001F2703"/>
    <w:rsid w:val="001F2F8A"/>
    <w:rsid w:val="001F39DE"/>
    <w:rsid w:val="001F3A7E"/>
    <w:rsid w:val="001F4039"/>
    <w:rsid w:val="001F5760"/>
    <w:rsid w:val="001F6610"/>
    <w:rsid w:val="001F72C7"/>
    <w:rsid w:val="00202256"/>
    <w:rsid w:val="00202A66"/>
    <w:rsid w:val="00203811"/>
    <w:rsid w:val="0020407B"/>
    <w:rsid w:val="00204C9E"/>
    <w:rsid w:val="00205216"/>
    <w:rsid w:val="00205218"/>
    <w:rsid w:val="0020659E"/>
    <w:rsid w:val="00206D40"/>
    <w:rsid w:val="00206E93"/>
    <w:rsid w:val="00207628"/>
    <w:rsid w:val="002102EB"/>
    <w:rsid w:val="0021100B"/>
    <w:rsid w:val="00214479"/>
    <w:rsid w:val="0021457B"/>
    <w:rsid w:val="002178DF"/>
    <w:rsid w:val="00222DE1"/>
    <w:rsid w:val="00224B90"/>
    <w:rsid w:val="00226E91"/>
    <w:rsid w:val="00227721"/>
    <w:rsid w:val="00231B8E"/>
    <w:rsid w:val="0023216E"/>
    <w:rsid w:val="00234381"/>
    <w:rsid w:val="002343A7"/>
    <w:rsid w:val="00234B4D"/>
    <w:rsid w:val="00234DDA"/>
    <w:rsid w:val="002355AE"/>
    <w:rsid w:val="00236F7D"/>
    <w:rsid w:val="00237C63"/>
    <w:rsid w:val="00240C2D"/>
    <w:rsid w:val="00241430"/>
    <w:rsid w:val="00241907"/>
    <w:rsid w:val="00243AB5"/>
    <w:rsid w:val="00244987"/>
    <w:rsid w:val="00246B47"/>
    <w:rsid w:val="00246FCF"/>
    <w:rsid w:val="002475D8"/>
    <w:rsid w:val="0024777C"/>
    <w:rsid w:val="00251232"/>
    <w:rsid w:val="00251B56"/>
    <w:rsid w:val="00253094"/>
    <w:rsid w:val="0025386E"/>
    <w:rsid w:val="002547D2"/>
    <w:rsid w:val="002553CE"/>
    <w:rsid w:val="00256424"/>
    <w:rsid w:val="00260475"/>
    <w:rsid w:val="002611A2"/>
    <w:rsid w:val="002611AA"/>
    <w:rsid w:val="0026163F"/>
    <w:rsid w:val="00261700"/>
    <w:rsid w:val="00264099"/>
    <w:rsid w:val="00266D3F"/>
    <w:rsid w:val="0027077C"/>
    <w:rsid w:val="00270A59"/>
    <w:rsid w:val="00271483"/>
    <w:rsid w:val="00271BAF"/>
    <w:rsid w:val="00272DBE"/>
    <w:rsid w:val="00273271"/>
    <w:rsid w:val="002739A8"/>
    <w:rsid w:val="002751E7"/>
    <w:rsid w:val="00276945"/>
    <w:rsid w:val="00280974"/>
    <w:rsid w:val="00281803"/>
    <w:rsid w:val="002831FD"/>
    <w:rsid w:val="002835E5"/>
    <w:rsid w:val="0028483D"/>
    <w:rsid w:val="00284B95"/>
    <w:rsid w:val="002857F0"/>
    <w:rsid w:val="00285DB6"/>
    <w:rsid w:val="00287043"/>
    <w:rsid w:val="00290D20"/>
    <w:rsid w:val="00293252"/>
    <w:rsid w:val="0029429F"/>
    <w:rsid w:val="0029499E"/>
    <w:rsid w:val="00294BA5"/>
    <w:rsid w:val="00295A2C"/>
    <w:rsid w:val="00297461"/>
    <w:rsid w:val="00297E6A"/>
    <w:rsid w:val="002A1137"/>
    <w:rsid w:val="002A1356"/>
    <w:rsid w:val="002A737F"/>
    <w:rsid w:val="002A7D2F"/>
    <w:rsid w:val="002B0F37"/>
    <w:rsid w:val="002B1509"/>
    <w:rsid w:val="002B1872"/>
    <w:rsid w:val="002B1BE2"/>
    <w:rsid w:val="002B2D36"/>
    <w:rsid w:val="002B2D3A"/>
    <w:rsid w:val="002B35A1"/>
    <w:rsid w:val="002B46BC"/>
    <w:rsid w:val="002B5DBA"/>
    <w:rsid w:val="002B65EE"/>
    <w:rsid w:val="002B6E00"/>
    <w:rsid w:val="002B74D0"/>
    <w:rsid w:val="002B7EF1"/>
    <w:rsid w:val="002C102E"/>
    <w:rsid w:val="002C12B3"/>
    <w:rsid w:val="002C164B"/>
    <w:rsid w:val="002C4814"/>
    <w:rsid w:val="002C5906"/>
    <w:rsid w:val="002C5E86"/>
    <w:rsid w:val="002E008D"/>
    <w:rsid w:val="002E02EF"/>
    <w:rsid w:val="002E0975"/>
    <w:rsid w:val="002E1A4E"/>
    <w:rsid w:val="002E78DB"/>
    <w:rsid w:val="002F1DCC"/>
    <w:rsid w:val="002F24A7"/>
    <w:rsid w:val="002F38C6"/>
    <w:rsid w:val="002F3F30"/>
    <w:rsid w:val="002F4125"/>
    <w:rsid w:val="002F4284"/>
    <w:rsid w:val="002F4A8F"/>
    <w:rsid w:val="002F4CA7"/>
    <w:rsid w:val="002F5673"/>
    <w:rsid w:val="002F5F15"/>
    <w:rsid w:val="002F77FE"/>
    <w:rsid w:val="00300107"/>
    <w:rsid w:val="00300290"/>
    <w:rsid w:val="00300E04"/>
    <w:rsid w:val="0030108B"/>
    <w:rsid w:val="0030262B"/>
    <w:rsid w:val="003051B8"/>
    <w:rsid w:val="00305C21"/>
    <w:rsid w:val="003075D7"/>
    <w:rsid w:val="00307A57"/>
    <w:rsid w:val="003101E8"/>
    <w:rsid w:val="0031063A"/>
    <w:rsid w:val="00310B61"/>
    <w:rsid w:val="00310E55"/>
    <w:rsid w:val="00311D32"/>
    <w:rsid w:val="003139C6"/>
    <w:rsid w:val="00314783"/>
    <w:rsid w:val="00314901"/>
    <w:rsid w:val="00314A26"/>
    <w:rsid w:val="00320088"/>
    <w:rsid w:val="00321ACC"/>
    <w:rsid w:val="0032650F"/>
    <w:rsid w:val="003266A9"/>
    <w:rsid w:val="003270CF"/>
    <w:rsid w:val="003300CD"/>
    <w:rsid w:val="00331B66"/>
    <w:rsid w:val="00332652"/>
    <w:rsid w:val="00332963"/>
    <w:rsid w:val="00332F44"/>
    <w:rsid w:val="003339F4"/>
    <w:rsid w:val="00334104"/>
    <w:rsid w:val="00334EBC"/>
    <w:rsid w:val="003378F0"/>
    <w:rsid w:val="00337FC4"/>
    <w:rsid w:val="00340494"/>
    <w:rsid w:val="003410DA"/>
    <w:rsid w:val="00341E81"/>
    <w:rsid w:val="0034255A"/>
    <w:rsid w:val="00342AA1"/>
    <w:rsid w:val="00342DB9"/>
    <w:rsid w:val="00343486"/>
    <w:rsid w:val="003447D5"/>
    <w:rsid w:val="003458AB"/>
    <w:rsid w:val="003460A7"/>
    <w:rsid w:val="003465B9"/>
    <w:rsid w:val="003466E3"/>
    <w:rsid w:val="00346F95"/>
    <w:rsid w:val="00347054"/>
    <w:rsid w:val="00347062"/>
    <w:rsid w:val="00347B7B"/>
    <w:rsid w:val="0035226B"/>
    <w:rsid w:val="003526E9"/>
    <w:rsid w:val="00352947"/>
    <w:rsid w:val="00353023"/>
    <w:rsid w:val="00353E07"/>
    <w:rsid w:val="00355FA4"/>
    <w:rsid w:val="00356171"/>
    <w:rsid w:val="003565B1"/>
    <w:rsid w:val="00356DBA"/>
    <w:rsid w:val="00357C72"/>
    <w:rsid w:val="00361AF6"/>
    <w:rsid w:val="00362F96"/>
    <w:rsid w:val="00363AFB"/>
    <w:rsid w:val="00364D0A"/>
    <w:rsid w:val="00364E14"/>
    <w:rsid w:val="0036539F"/>
    <w:rsid w:val="00365620"/>
    <w:rsid w:val="00365C00"/>
    <w:rsid w:val="0036612B"/>
    <w:rsid w:val="00366497"/>
    <w:rsid w:val="00366EE5"/>
    <w:rsid w:val="00367E20"/>
    <w:rsid w:val="00370481"/>
    <w:rsid w:val="00370BCC"/>
    <w:rsid w:val="00371299"/>
    <w:rsid w:val="00372612"/>
    <w:rsid w:val="00373789"/>
    <w:rsid w:val="003737BA"/>
    <w:rsid w:val="0037392E"/>
    <w:rsid w:val="003746BE"/>
    <w:rsid w:val="00377BBF"/>
    <w:rsid w:val="00380317"/>
    <w:rsid w:val="00380510"/>
    <w:rsid w:val="00380A67"/>
    <w:rsid w:val="00381231"/>
    <w:rsid w:val="00381540"/>
    <w:rsid w:val="00381B75"/>
    <w:rsid w:val="003828C8"/>
    <w:rsid w:val="0038519A"/>
    <w:rsid w:val="00385611"/>
    <w:rsid w:val="00386F73"/>
    <w:rsid w:val="00386FCB"/>
    <w:rsid w:val="00390A59"/>
    <w:rsid w:val="00393F87"/>
    <w:rsid w:val="0039434B"/>
    <w:rsid w:val="0039490E"/>
    <w:rsid w:val="0039616B"/>
    <w:rsid w:val="003A0981"/>
    <w:rsid w:val="003A2741"/>
    <w:rsid w:val="003A314E"/>
    <w:rsid w:val="003A3391"/>
    <w:rsid w:val="003A3B94"/>
    <w:rsid w:val="003A5C7A"/>
    <w:rsid w:val="003A5D90"/>
    <w:rsid w:val="003A60CE"/>
    <w:rsid w:val="003A6E89"/>
    <w:rsid w:val="003B089D"/>
    <w:rsid w:val="003B0E9F"/>
    <w:rsid w:val="003B4536"/>
    <w:rsid w:val="003B5ACD"/>
    <w:rsid w:val="003B6B98"/>
    <w:rsid w:val="003B6F80"/>
    <w:rsid w:val="003C077A"/>
    <w:rsid w:val="003C0D0B"/>
    <w:rsid w:val="003C101D"/>
    <w:rsid w:val="003C22CB"/>
    <w:rsid w:val="003C2CD5"/>
    <w:rsid w:val="003C3DCB"/>
    <w:rsid w:val="003C4709"/>
    <w:rsid w:val="003C475E"/>
    <w:rsid w:val="003C5C5B"/>
    <w:rsid w:val="003C625B"/>
    <w:rsid w:val="003C6B13"/>
    <w:rsid w:val="003D0119"/>
    <w:rsid w:val="003D08F3"/>
    <w:rsid w:val="003D22A5"/>
    <w:rsid w:val="003D2619"/>
    <w:rsid w:val="003D3AD0"/>
    <w:rsid w:val="003D3BEC"/>
    <w:rsid w:val="003D588F"/>
    <w:rsid w:val="003D58D9"/>
    <w:rsid w:val="003D60B3"/>
    <w:rsid w:val="003D61FC"/>
    <w:rsid w:val="003D63F3"/>
    <w:rsid w:val="003D6968"/>
    <w:rsid w:val="003D6DCE"/>
    <w:rsid w:val="003E0627"/>
    <w:rsid w:val="003E124A"/>
    <w:rsid w:val="003E179C"/>
    <w:rsid w:val="003E2011"/>
    <w:rsid w:val="003E3E74"/>
    <w:rsid w:val="003E4163"/>
    <w:rsid w:val="003E75B3"/>
    <w:rsid w:val="003E7F10"/>
    <w:rsid w:val="003F05B0"/>
    <w:rsid w:val="003F15FA"/>
    <w:rsid w:val="003F16F6"/>
    <w:rsid w:val="003F1EA5"/>
    <w:rsid w:val="003F2964"/>
    <w:rsid w:val="003F3423"/>
    <w:rsid w:val="003F3635"/>
    <w:rsid w:val="003F43AC"/>
    <w:rsid w:val="003F44DF"/>
    <w:rsid w:val="003F450C"/>
    <w:rsid w:val="003F56DB"/>
    <w:rsid w:val="003F5F5A"/>
    <w:rsid w:val="00400B3F"/>
    <w:rsid w:val="00400F54"/>
    <w:rsid w:val="00401385"/>
    <w:rsid w:val="004021D6"/>
    <w:rsid w:val="004032CF"/>
    <w:rsid w:val="004048C8"/>
    <w:rsid w:val="004051A5"/>
    <w:rsid w:val="00407FEB"/>
    <w:rsid w:val="004121C8"/>
    <w:rsid w:val="00413FDA"/>
    <w:rsid w:val="00414575"/>
    <w:rsid w:val="00415B2C"/>
    <w:rsid w:val="004172B8"/>
    <w:rsid w:val="00417C5F"/>
    <w:rsid w:val="00420645"/>
    <w:rsid w:val="0042183F"/>
    <w:rsid w:val="00421EA0"/>
    <w:rsid w:val="004227AE"/>
    <w:rsid w:val="00422D2F"/>
    <w:rsid w:val="00424730"/>
    <w:rsid w:val="00424DFA"/>
    <w:rsid w:val="004269DB"/>
    <w:rsid w:val="00427917"/>
    <w:rsid w:val="00427A82"/>
    <w:rsid w:val="004306CF"/>
    <w:rsid w:val="00430BC8"/>
    <w:rsid w:val="00431501"/>
    <w:rsid w:val="0043301A"/>
    <w:rsid w:val="00433032"/>
    <w:rsid w:val="0043387B"/>
    <w:rsid w:val="00434105"/>
    <w:rsid w:val="00434EF9"/>
    <w:rsid w:val="00436448"/>
    <w:rsid w:val="00436F98"/>
    <w:rsid w:val="00440500"/>
    <w:rsid w:val="00440ED0"/>
    <w:rsid w:val="0044126B"/>
    <w:rsid w:val="00442AB7"/>
    <w:rsid w:val="00442B54"/>
    <w:rsid w:val="00442C86"/>
    <w:rsid w:val="0044467A"/>
    <w:rsid w:val="0044725F"/>
    <w:rsid w:val="00447390"/>
    <w:rsid w:val="0045010E"/>
    <w:rsid w:val="0045026B"/>
    <w:rsid w:val="0045119E"/>
    <w:rsid w:val="004523F2"/>
    <w:rsid w:val="00452DC6"/>
    <w:rsid w:val="00453D42"/>
    <w:rsid w:val="00454831"/>
    <w:rsid w:val="004548CD"/>
    <w:rsid w:val="00455222"/>
    <w:rsid w:val="004605EA"/>
    <w:rsid w:val="0046082D"/>
    <w:rsid w:val="00460E95"/>
    <w:rsid w:val="00462F52"/>
    <w:rsid w:val="00463DF5"/>
    <w:rsid w:val="00464345"/>
    <w:rsid w:val="00464BB9"/>
    <w:rsid w:val="004654E0"/>
    <w:rsid w:val="00465FAE"/>
    <w:rsid w:val="00466B6E"/>
    <w:rsid w:val="00471168"/>
    <w:rsid w:val="00471BAC"/>
    <w:rsid w:val="00471FED"/>
    <w:rsid w:val="004725C6"/>
    <w:rsid w:val="00472A44"/>
    <w:rsid w:val="0047392E"/>
    <w:rsid w:val="00473980"/>
    <w:rsid w:val="00473BFD"/>
    <w:rsid w:val="00475087"/>
    <w:rsid w:val="00475A2E"/>
    <w:rsid w:val="00475DAF"/>
    <w:rsid w:val="00476C57"/>
    <w:rsid w:val="00476FB8"/>
    <w:rsid w:val="00477C48"/>
    <w:rsid w:val="00481160"/>
    <w:rsid w:val="00481305"/>
    <w:rsid w:val="00481C75"/>
    <w:rsid w:val="00481CBF"/>
    <w:rsid w:val="00481E8B"/>
    <w:rsid w:val="00481F90"/>
    <w:rsid w:val="00482145"/>
    <w:rsid w:val="00482231"/>
    <w:rsid w:val="00482948"/>
    <w:rsid w:val="00482EC0"/>
    <w:rsid w:val="0048316A"/>
    <w:rsid w:val="004833E1"/>
    <w:rsid w:val="00483525"/>
    <w:rsid w:val="004837C5"/>
    <w:rsid w:val="004850C0"/>
    <w:rsid w:val="00485FD5"/>
    <w:rsid w:val="004861EA"/>
    <w:rsid w:val="00486347"/>
    <w:rsid w:val="004878D6"/>
    <w:rsid w:val="004912AF"/>
    <w:rsid w:val="00493D94"/>
    <w:rsid w:val="004940DB"/>
    <w:rsid w:val="00494F80"/>
    <w:rsid w:val="00495302"/>
    <w:rsid w:val="0049682A"/>
    <w:rsid w:val="00496AAC"/>
    <w:rsid w:val="00497FC7"/>
    <w:rsid w:val="004A08A0"/>
    <w:rsid w:val="004A09C0"/>
    <w:rsid w:val="004A1D1F"/>
    <w:rsid w:val="004A1E32"/>
    <w:rsid w:val="004A2A10"/>
    <w:rsid w:val="004A2D0B"/>
    <w:rsid w:val="004A321C"/>
    <w:rsid w:val="004A3AE9"/>
    <w:rsid w:val="004A3FD8"/>
    <w:rsid w:val="004A4CB7"/>
    <w:rsid w:val="004A594E"/>
    <w:rsid w:val="004A70B9"/>
    <w:rsid w:val="004A7D7C"/>
    <w:rsid w:val="004B0092"/>
    <w:rsid w:val="004B0CD9"/>
    <w:rsid w:val="004B10E0"/>
    <w:rsid w:val="004B1529"/>
    <w:rsid w:val="004B1AC6"/>
    <w:rsid w:val="004B389D"/>
    <w:rsid w:val="004B3A8C"/>
    <w:rsid w:val="004B4C0F"/>
    <w:rsid w:val="004B5D5A"/>
    <w:rsid w:val="004B6436"/>
    <w:rsid w:val="004B6A37"/>
    <w:rsid w:val="004B7D2C"/>
    <w:rsid w:val="004C0B31"/>
    <w:rsid w:val="004C15F6"/>
    <w:rsid w:val="004C23C6"/>
    <w:rsid w:val="004C2C6D"/>
    <w:rsid w:val="004C2E1C"/>
    <w:rsid w:val="004C31CD"/>
    <w:rsid w:val="004C3422"/>
    <w:rsid w:val="004C41B4"/>
    <w:rsid w:val="004C5646"/>
    <w:rsid w:val="004C6522"/>
    <w:rsid w:val="004C66FA"/>
    <w:rsid w:val="004D006E"/>
    <w:rsid w:val="004D10EC"/>
    <w:rsid w:val="004D1BEB"/>
    <w:rsid w:val="004D273F"/>
    <w:rsid w:val="004D434F"/>
    <w:rsid w:val="004E0A44"/>
    <w:rsid w:val="004E0E33"/>
    <w:rsid w:val="004E1795"/>
    <w:rsid w:val="004E2105"/>
    <w:rsid w:val="004E3884"/>
    <w:rsid w:val="004E3D0A"/>
    <w:rsid w:val="004E5C1B"/>
    <w:rsid w:val="004E70C1"/>
    <w:rsid w:val="004E7CDE"/>
    <w:rsid w:val="004F08B7"/>
    <w:rsid w:val="004F0B41"/>
    <w:rsid w:val="004F15AE"/>
    <w:rsid w:val="004F2B0E"/>
    <w:rsid w:val="004F4147"/>
    <w:rsid w:val="004F44E1"/>
    <w:rsid w:val="004F47AD"/>
    <w:rsid w:val="004F610E"/>
    <w:rsid w:val="004F7F85"/>
    <w:rsid w:val="005004DD"/>
    <w:rsid w:val="005014C4"/>
    <w:rsid w:val="0050336B"/>
    <w:rsid w:val="00503C90"/>
    <w:rsid w:val="005052B8"/>
    <w:rsid w:val="005053E1"/>
    <w:rsid w:val="005066CF"/>
    <w:rsid w:val="00507882"/>
    <w:rsid w:val="005079D1"/>
    <w:rsid w:val="00507CA9"/>
    <w:rsid w:val="00510785"/>
    <w:rsid w:val="00510A82"/>
    <w:rsid w:val="00511985"/>
    <w:rsid w:val="005140BC"/>
    <w:rsid w:val="00516401"/>
    <w:rsid w:val="00516CBE"/>
    <w:rsid w:val="00521385"/>
    <w:rsid w:val="00521D82"/>
    <w:rsid w:val="00522AFF"/>
    <w:rsid w:val="0052494C"/>
    <w:rsid w:val="005273A5"/>
    <w:rsid w:val="005279FB"/>
    <w:rsid w:val="00527CBE"/>
    <w:rsid w:val="00530DD6"/>
    <w:rsid w:val="005329B7"/>
    <w:rsid w:val="0053313E"/>
    <w:rsid w:val="00533165"/>
    <w:rsid w:val="005336DD"/>
    <w:rsid w:val="005377D5"/>
    <w:rsid w:val="005415DE"/>
    <w:rsid w:val="0054491E"/>
    <w:rsid w:val="00546588"/>
    <w:rsid w:val="00546AEA"/>
    <w:rsid w:val="00546D22"/>
    <w:rsid w:val="005477ED"/>
    <w:rsid w:val="00547844"/>
    <w:rsid w:val="0055068B"/>
    <w:rsid w:val="00550BF3"/>
    <w:rsid w:val="00552130"/>
    <w:rsid w:val="00553278"/>
    <w:rsid w:val="005539FF"/>
    <w:rsid w:val="00553C67"/>
    <w:rsid w:val="0055463C"/>
    <w:rsid w:val="00554F2A"/>
    <w:rsid w:val="00557B36"/>
    <w:rsid w:val="00560CB4"/>
    <w:rsid w:val="00560D03"/>
    <w:rsid w:val="00561ECD"/>
    <w:rsid w:val="00561F57"/>
    <w:rsid w:val="00563708"/>
    <w:rsid w:val="00565264"/>
    <w:rsid w:val="00567563"/>
    <w:rsid w:val="00567728"/>
    <w:rsid w:val="00570431"/>
    <w:rsid w:val="005712FA"/>
    <w:rsid w:val="005713D5"/>
    <w:rsid w:val="005719BE"/>
    <w:rsid w:val="00571FE8"/>
    <w:rsid w:val="00572C8C"/>
    <w:rsid w:val="00572DDD"/>
    <w:rsid w:val="00573036"/>
    <w:rsid w:val="005751DB"/>
    <w:rsid w:val="00575D12"/>
    <w:rsid w:val="00576266"/>
    <w:rsid w:val="00576552"/>
    <w:rsid w:val="005772F3"/>
    <w:rsid w:val="00577767"/>
    <w:rsid w:val="005803B0"/>
    <w:rsid w:val="0058248C"/>
    <w:rsid w:val="00582630"/>
    <w:rsid w:val="00582FCB"/>
    <w:rsid w:val="005834E7"/>
    <w:rsid w:val="005848C9"/>
    <w:rsid w:val="005853D5"/>
    <w:rsid w:val="005862A1"/>
    <w:rsid w:val="005875BB"/>
    <w:rsid w:val="00590060"/>
    <w:rsid w:val="00590FE5"/>
    <w:rsid w:val="00593CD8"/>
    <w:rsid w:val="00594329"/>
    <w:rsid w:val="00595E9E"/>
    <w:rsid w:val="00596595"/>
    <w:rsid w:val="00596864"/>
    <w:rsid w:val="005971A0"/>
    <w:rsid w:val="005A0B47"/>
    <w:rsid w:val="005A1E5E"/>
    <w:rsid w:val="005A2B04"/>
    <w:rsid w:val="005A2D27"/>
    <w:rsid w:val="005A3228"/>
    <w:rsid w:val="005A4136"/>
    <w:rsid w:val="005A4195"/>
    <w:rsid w:val="005A427F"/>
    <w:rsid w:val="005A48BF"/>
    <w:rsid w:val="005A4DC7"/>
    <w:rsid w:val="005A60D5"/>
    <w:rsid w:val="005A68E1"/>
    <w:rsid w:val="005A6B36"/>
    <w:rsid w:val="005A7430"/>
    <w:rsid w:val="005A7932"/>
    <w:rsid w:val="005A7F1E"/>
    <w:rsid w:val="005B209F"/>
    <w:rsid w:val="005B475D"/>
    <w:rsid w:val="005B5710"/>
    <w:rsid w:val="005B7D7B"/>
    <w:rsid w:val="005C0A56"/>
    <w:rsid w:val="005C1245"/>
    <w:rsid w:val="005C182B"/>
    <w:rsid w:val="005C184A"/>
    <w:rsid w:val="005C1D8A"/>
    <w:rsid w:val="005C261C"/>
    <w:rsid w:val="005C318D"/>
    <w:rsid w:val="005C3624"/>
    <w:rsid w:val="005C5AB5"/>
    <w:rsid w:val="005C6460"/>
    <w:rsid w:val="005C6551"/>
    <w:rsid w:val="005D00FF"/>
    <w:rsid w:val="005D0237"/>
    <w:rsid w:val="005D23A5"/>
    <w:rsid w:val="005D34B3"/>
    <w:rsid w:val="005D3F1F"/>
    <w:rsid w:val="005D4B54"/>
    <w:rsid w:val="005D59F4"/>
    <w:rsid w:val="005D64E6"/>
    <w:rsid w:val="005D66CE"/>
    <w:rsid w:val="005D7DBB"/>
    <w:rsid w:val="005E0AE4"/>
    <w:rsid w:val="005E2323"/>
    <w:rsid w:val="005E3CF6"/>
    <w:rsid w:val="005E40C9"/>
    <w:rsid w:val="005E4A8A"/>
    <w:rsid w:val="005E5F67"/>
    <w:rsid w:val="005E7E1F"/>
    <w:rsid w:val="005F078D"/>
    <w:rsid w:val="005F2DE7"/>
    <w:rsid w:val="005F3BFD"/>
    <w:rsid w:val="005F3E7F"/>
    <w:rsid w:val="005F4611"/>
    <w:rsid w:val="005F5BA9"/>
    <w:rsid w:val="00600C7F"/>
    <w:rsid w:val="00601334"/>
    <w:rsid w:val="00602773"/>
    <w:rsid w:val="0060292B"/>
    <w:rsid w:val="00603BE2"/>
    <w:rsid w:val="00604337"/>
    <w:rsid w:val="00604697"/>
    <w:rsid w:val="0060518E"/>
    <w:rsid w:val="00606CF3"/>
    <w:rsid w:val="00606F9F"/>
    <w:rsid w:val="006071D3"/>
    <w:rsid w:val="00607895"/>
    <w:rsid w:val="00612304"/>
    <w:rsid w:val="00613999"/>
    <w:rsid w:val="00613A54"/>
    <w:rsid w:val="00614B5C"/>
    <w:rsid w:val="006177C2"/>
    <w:rsid w:val="00620343"/>
    <w:rsid w:val="0062076B"/>
    <w:rsid w:val="00620993"/>
    <w:rsid w:val="006216FB"/>
    <w:rsid w:val="00622697"/>
    <w:rsid w:val="00623009"/>
    <w:rsid w:val="00623ECE"/>
    <w:rsid w:val="006246DE"/>
    <w:rsid w:val="006258A2"/>
    <w:rsid w:val="006274D2"/>
    <w:rsid w:val="0063061F"/>
    <w:rsid w:val="00630D70"/>
    <w:rsid w:val="0063246B"/>
    <w:rsid w:val="00632DBA"/>
    <w:rsid w:val="00633856"/>
    <w:rsid w:val="0063389C"/>
    <w:rsid w:val="0063709B"/>
    <w:rsid w:val="006373A7"/>
    <w:rsid w:val="00637D73"/>
    <w:rsid w:val="006409B7"/>
    <w:rsid w:val="006416DE"/>
    <w:rsid w:val="00642908"/>
    <w:rsid w:val="00645651"/>
    <w:rsid w:val="00651DCD"/>
    <w:rsid w:val="0065292B"/>
    <w:rsid w:val="006537D0"/>
    <w:rsid w:val="00653DF4"/>
    <w:rsid w:val="00656AA6"/>
    <w:rsid w:val="00656ECE"/>
    <w:rsid w:val="006570BD"/>
    <w:rsid w:val="00660C13"/>
    <w:rsid w:val="00660FA3"/>
    <w:rsid w:val="006611AD"/>
    <w:rsid w:val="00661602"/>
    <w:rsid w:val="00662C37"/>
    <w:rsid w:val="00662F73"/>
    <w:rsid w:val="00663868"/>
    <w:rsid w:val="006646BE"/>
    <w:rsid w:val="006648BE"/>
    <w:rsid w:val="00666C39"/>
    <w:rsid w:val="00667629"/>
    <w:rsid w:val="00667A8D"/>
    <w:rsid w:val="00667CC8"/>
    <w:rsid w:val="00667EFC"/>
    <w:rsid w:val="006705B8"/>
    <w:rsid w:val="00670771"/>
    <w:rsid w:val="006708AB"/>
    <w:rsid w:val="00670F91"/>
    <w:rsid w:val="006711B8"/>
    <w:rsid w:val="006723FB"/>
    <w:rsid w:val="006741D4"/>
    <w:rsid w:val="006752D7"/>
    <w:rsid w:val="006753DF"/>
    <w:rsid w:val="0067575C"/>
    <w:rsid w:val="00676475"/>
    <w:rsid w:val="006830A7"/>
    <w:rsid w:val="00684133"/>
    <w:rsid w:val="006846FA"/>
    <w:rsid w:val="00685208"/>
    <w:rsid w:val="006877EA"/>
    <w:rsid w:val="00687ACF"/>
    <w:rsid w:val="0069091B"/>
    <w:rsid w:val="00690DB6"/>
    <w:rsid w:val="0069144E"/>
    <w:rsid w:val="00692AA4"/>
    <w:rsid w:val="00692BD4"/>
    <w:rsid w:val="00692C47"/>
    <w:rsid w:val="006940C3"/>
    <w:rsid w:val="0069449D"/>
    <w:rsid w:val="00695500"/>
    <w:rsid w:val="0069596A"/>
    <w:rsid w:val="00696451"/>
    <w:rsid w:val="00696604"/>
    <w:rsid w:val="006969DB"/>
    <w:rsid w:val="006978C2"/>
    <w:rsid w:val="00697F28"/>
    <w:rsid w:val="006A04EC"/>
    <w:rsid w:val="006A12AF"/>
    <w:rsid w:val="006A1528"/>
    <w:rsid w:val="006A1AAE"/>
    <w:rsid w:val="006A28B8"/>
    <w:rsid w:val="006A2DFC"/>
    <w:rsid w:val="006A31ED"/>
    <w:rsid w:val="006A4878"/>
    <w:rsid w:val="006A4B8F"/>
    <w:rsid w:val="006A5E5B"/>
    <w:rsid w:val="006A6848"/>
    <w:rsid w:val="006A6F2B"/>
    <w:rsid w:val="006A737D"/>
    <w:rsid w:val="006A7671"/>
    <w:rsid w:val="006B1CCD"/>
    <w:rsid w:val="006B2412"/>
    <w:rsid w:val="006B25FE"/>
    <w:rsid w:val="006B3D35"/>
    <w:rsid w:val="006B50F0"/>
    <w:rsid w:val="006B66C8"/>
    <w:rsid w:val="006B7DFA"/>
    <w:rsid w:val="006C0264"/>
    <w:rsid w:val="006C0595"/>
    <w:rsid w:val="006C16D9"/>
    <w:rsid w:val="006C2189"/>
    <w:rsid w:val="006C30BD"/>
    <w:rsid w:val="006C38C1"/>
    <w:rsid w:val="006C41B9"/>
    <w:rsid w:val="006C5488"/>
    <w:rsid w:val="006C61BD"/>
    <w:rsid w:val="006C7AF3"/>
    <w:rsid w:val="006D1628"/>
    <w:rsid w:val="006D18B0"/>
    <w:rsid w:val="006D3DA3"/>
    <w:rsid w:val="006D428A"/>
    <w:rsid w:val="006D5114"/>
    <w:rsid w:val="006D6112"/>
    <w:rsid w:val="006D69C0"/>
    <w:rsid w:val="006E25BF"/>
    <w:rsid w:val="006E2684"/>
    <w:rsid w:val="006E3814"/>
    <w:rsid w:val="006E638B"/>
    <w:rsid w:val="006E64D0"/>
    <w:rsid w:val="006E6668"/>
    <w:rsid w:val="006E6A3B"/>
    <w:rsid w:val="006E77F8"/>
    <w:rsid w:val="006F0916"/>
    <w:rsid w:val="006F19D8"/>
    <w:rsid w:val="006F1EFB"/>
    <w:rsid w:val="006F4190"/>
    <w:rsid w:val="006F52C4"/>
    <w:rsid w:val="006F5FDD"/>
    <w:rsid w:val="006F7002"/>
    <w:rsid w:val="006F7177"/>
    <w:rsid w:val="006F7CDF"/>
    <w:rsid w:val="00700238"/>
    <w:rsid w:val="00700768"/>
    <w:rsid w:val="00700CF5"/>
    <w:rsid w:val="00701326"/>
    <w:rsid w:val="007028D5"/>
    <w:rsid w:val="007039EA"/>
    <w:rsid w:val="00703A39"/>
    <w:rsid w:val="00705E1F"/>
    <w:rsid w:val="00706AED"/>
    <w:rsid w:val="00706DA3"/>
    <w:rsid w:val="00707DF3"/>
    <w:rsid w:val="00707E27"/>
    <w:rsid w:val="00710BAE"/>
    <w:rsid w:val="00711639"/>
    <w:rsid w:val="0071262F"/>
    <w:rsid w:val="00713FC0"/>
    <w:rsid w:val="00713FE7"/>
    <w:rsid w:val="0071420B"/>
    <w:rsid w:val="007156CE"/>
    <w:rsid w:val="00716CC9"/>
    <w:rsid w:val="00717042"/>
    <w:rsid w:val="0071745E"/>
    <w:rsid w:val="007201E7"/>
    <w:rsid w:val="00721D3E"/>
    <w:rsid w:val="00721FB9"/>
    <w:rsid w:val="00722CDF"/>
    <w:rsid w:val="00723185"/>
    <w:rsid w:val="00723A78"/>
    <w:rsid w:val="00724041"/>
    <w:rsid w:val="00724420"/>
    <w:rsid w:val="007250D8"/>
    <w:rsid w:val="007256F0"/>
    <w:rsid w:val="00725A58"/>
    <w:rsid w:val="007274CA"/>
    <w:rsid w:val="00727CE1"/>
    <w:rsid w:val="00732CBA"/>
    <w:rsid w:val="00733A39"/>
    <w:rsid w:val="00733C1A"/>
    <w:rsid w:val="00733E7F"/>
    <w:rsid w:val="007359AE"/>
    <w:rsid w:val="00735BC8"/>
    <w:rsid w:val="00735C0A"/>
    <w:rsid w:val="007365CF"/>
    <w:rsid w:val="007368E1"/>
    <w:rsid w:val="00737F53"/>
    <w:rsid w:val="00744AA1"/>
    <w:rsid w:val="00745729"/>
    <w:rsid w:val="00747202"/>
    <w:rsid w:val="00750782"/>
    <w:rsid w:val="0075305D"/>
    <w:rsid w:val="00754A4C"/>
    <w:rsid w:val="007552FC"/>
    <w:rsid w:val="00760287"/>
    <w:rsid w:val="00761C71"/>
    <w:rsid w:val="007627DA"/>
    <w:rsid w:val="00762BB3"/>
    <w:rsid w:val="007640E0"/>
    <w:rsid w:val="00764394"/>
    <w:rsid w:val="00764AFE"/>
    <w:rsid w:val="00764CBA"/>
    <w:rsid w:val="00765EE5"/>
    <w:rsid w:val="00766FA1"/>
    <w:rsid w:val="00767078"/>
    <w:rsid w:val="00770ABB"/>
    <w:rsid w:val="00771248"/>
    <w:rsid w:val="0077181A"/>
    <w:rsid w:val="007725D8"/>
    <w:rsid w:val="0077443A"/>
    <w:rsid w:val="00776D60"/>
    <w:rsid w:val="00777619"/>
    <w:rsid w:val="007800FB"/>
    <w:rsid w:val="00780162"/>
    <w:rsid w:val="007805A6"/>
    <w:rsid w:val="0078089E"/>
    <w:rsid w:val="007809AE"/>
    <w:rsid w:val="007809D3"/>
    <w:rsid w:val="00781222"/>
    <w:rsid w:val="00782A0A"/>
    <w:rsid w:val="007831F3"/>
    <w:rsid w:val="007837D6"/>
    <w:rsid w:val="0078419B"/>
    <w:rsid w:val="007847A7"/>
    <w:rsid w:val="00784A7B"/>
    <w:rsid w:val="00785399"/>
    <w:rsid w:val="00787AAA"/>
    <w:rsid w:val="007908C4"/>
    <w:rsid w:val="00790E4C"/>
    <w:rsid w:val="00790F5A"/>
    <w:rsid w:val="007922BB"/>
    <w:rsid w:val="0079281A"/>
    <w:rsid w:val="007936FD"/>
    <w:rsid w:val="00794359"/>
    <w:rsid w:val="007948F4"/>
    <w:rsid w:val="0079585C"/>
    <w:rsid w:val="0079586B"/>
    <w:rsid w:val="00796129"/>
    <w:rsid w:val="007A010D"/>
    <w:rsid w:val="007A3B47"/>
    <w:rsid w:val="007A61AF"/>
    <w:rsid w:val="007A7287"/>
    <w:rsid w:val="007A7600"/>
    <w:rsid w:val="007A7CFC"/>
    <w:rsid w:val="007B04EB"/>
    <w:rsid w:val="007B0F78"/>
    <w:rsid w:val="007B2D4E"/>
    <w:rsid w:val="007B56BC"/>
    <w:rsid w:val="007B5AFD"/>
    <w:rsid w:val="007B71DD"/>
    <w:rsid w:val="007B7C61"/>
    <w:rsid w:val="007B7FDA"/>
    <w:rsid w:val="007C035B"/>
    <w:rsid w:val="007C0BDC"/>
    <w:rsid w:val="007C0C0D"/>
    <w:rsid w:val="007C214D"/>
    <w:rsid w:val="007C24F2"/>
    <w:rsid w:val="007C2D9B"/>
    <w:rsid w:val="007C3583"/>
    <w:rsid w:val="007C4627"/>
    <w:rsid w:val="007C7475"/>
    <w:rsid w:val="007D0E91"/>
    <w:rsid w:val="007D2549"/>
    <w:rsid w:val="007D31F7"/>
    <w:rsid w:val="007D41AE"/>
    <w:rsid w:val="007D4959"/>
    <w:rsid w:val="007D737C"/>
    <w:rsid w:val="007D7526"/>
    <w:rsid w:val="007D7E24"/>
    <w:rsid w:val="007E0B85"/>
    <w:rsid w:val="007E19F9"/>
    <w:rsid w:val="007E2BFA"/>
    <w:rsid w:val="007E33C9"/>
    <w:rsid w:val="007E389E"/>
    <w:rsid w:val="007E5D62"/>
    <w:rsid w:val="007E6EFE"/>
    <w:rsid w:val="007E7A3F"/>
    <w:rsid w:val="007E7CC2"/>
    <w:rsid w:val="007F0090"/>
    <w:rsid w:val="007F040A"/>
    <w:rsid w:val="007F064C"/>
    <w:rsid w:val="007F1995"/>
    <w:rsid w:val="007F22AF"/>
    <w:rsid w:val="007F3DC2"/>
    <w:rsid w:val="007F5468"/>
    <w:rsid w:val="007F5BB4"/>
    <w:rsid w:val="007F5CD7"/>
    <w:rsid w:val="007F66D7"/>
    <w:rsid w:val="007F6A93"/>
    <w:rsid w:val="007F6D35"/>
    <w:rsid w:val="007F7533"/>
    <w:rsid w:val="007F77C0"/>
    <w:rsid w:val="007F7DD0"/>
    <w:rsid w:val="00800F17"/>
    <w:rsid w:val="00801CF0"/>
    <w:rsid w:val="008030BA"/>
    <w:rsid w:val="008042E8"/>
    <w:rsid w:val="00804CE8"/>
    <w:rsid w:val="00804FAF"/>
    <w:rsid w:val="00805F9E"/>
    <w:rsid w:val="00806667"/>
    <w:rsid w:val="008075B0"/>
    <w:rsid w:val="008104E5"/>
    <w:rsid w:val="00811B33"/>
    <w:rsid w:val="00813C4E"/>
    <w:rsid w:val="008140F8"/>
    <w:rsid w:val="00814C4D"/>
    <w:rsid w:val="008161CC"/>
    <w:rsid w:val="00817668"/>
    <w:rsid w:val="00817C0F"/>
    <w:rsid w:val="008213FE"/>
    <w:rsid w:val="008236FB"/>
    <w:rsid w:val="00823BA8"/>
    <w:rsid w:val="00824C68"/>
    <w:rsid w:val="008250F6"/>
    <w:rsid w:val="00825871"/>
    <w:rsid w:val="0082598A"/>
    <w:rsid w:val="00825AF8"/>
    <w:rsid w:val="008268C0"/>
    <w:rsid w:val="00826EDB"/>
    <w:rsid w:val="00827E0B"/>
    <w:rsid w:val="00827E0D"/>
    <w:rsid w:val="00830274"/>
    <w:rsid w:val="00830C03"/>
    <w:rsid w:val="00830FFD"/>
    <w:rsid w:val="008314D8"/>
    <w:rsid w:val="00831CA0"/>
    <w:rsid w:val="00833BE4"/>
    <w:rsid w:val="00834790"/>
    <w:rsid w:val="008360A5"/>
    <w:rsid w:val="00836752"/>
    <w:rsid w:val="008368C1"/>
    <w:rsid w:val="008369B8"/>
    <w:rsid w:val="00837376"/>
    <w:rsid w:val="008374BC"/>
    <w:rsid w:val="00837B1F"/>
    <w:rsid w:val="00840259"/>
    <w:rsid w:val="0084258E"/>
    <w:rsid w:val="008429EA"/>
    <w:rsid w:val="008430FB"/>
    <w:rsid w:val="0084329B"/>
    <w:rsid w:val="00843312"/>
    <w:rsid w:val="00843963"/>
    <w:rsid w:val="00843AD0"/>
    <w:rsid w:val="00843D52"/>
    <w:rsid w:val="00844EF8"/>
    <w:rsid w:val="00845171"/>
    <w:rsid w:val="008463BF"/>
    <w:rsid w:val="00847954"/>
    <w:rsid w:val="00850428"/>
    <w:rsid w:val="00853F10"/>
    <w:rsid w:val="00854CE2"/>
    <w:rsid w:val="00855045"/>
    <w:rsid w:val="00855332"/>
    <w:rsid w:val="00855C21"/>
    <w:rsid w:val="008572B3"/>
    <w:rsid w:val="008575BD"/>
    <w:rsid w:val="00860304"/>
    <w:rsid w:val="00861F2E"/>
    <w:rsid w:val="00863BB9"/>
    <w:rsid w:val="00864538"/>
    <w:rsid w:val="00865680"/>
    <w:rsid w:val="008660D7"/>
    <w:rsid w:val="0086612E"/>
    <w:rsid w:val="0086651B"/>
    <w:rsid w:val="008677DF"/>
    <w:rsid w:val="0086792C"/>
    <w:rsid w:val="00867C2F"/>
    <w:rsid w:val="00867CCF"/>
    <w:rsid w:val="0087089C"/>
    <w:rsid w:val="00870CC0"/>
    <w:rsid w:val="0087234C"/>
    <w:rsid w:val="00874052"/>
    <w:rsid w:val="00874BE4"/>
    <w:rsid w:val="00875531"/>
    <w:rsid w:val="0087576B"/>
    <w:rsid w:val="00875B9E"/>
    <w:rsid w:val="008768B6"/>
    <w:rsid w:val="0087699B"/>
    <w:rsid w:val="00877505"/>
    <w:rsid w:val="0088072D"/>
    <w:rsid w:val="008809CF"/>
    <w:rsid w:val="008829A9"/>
    <w:rsid w:val="0088332F"/>
    <w:rsid w:val="00883908"/>
    <w:rsid w:val="00885BC5"/>
    <w:rsid w:val="00887E6F"/>
    <w:rsid w:val="00890E39"/>
    <w:rsid w:val="00892A8D"/>
    <w:rsid w:val="00894272"/>
    <w:rsid w:val="008958E0"/>
    <w:rsid w:val="00895BA3"/>
    <w:rsid w:val="00896E87"/>
    <w:rsid w:val="008A1647"/>
    <w:rsid w:val="008A19A6"/>
    <w:rsid w:val="008A266E"/>
    <w:rsid w:val="008A2E9C"/>
    <w:rsid w:val="008A58F0"/>
    <w:rsid w:val="008A618A"/>
    <w:rsid w:val="008A620D"/>
    <w:rsid w:val="008B41C9"/>
    <w:rsid w:val="008B5ED9"/>
    <w:rsid w:val="008B795F"/>
    <w:rsid w:val="008C0892"/>
    <w:rsid w:val="008C1C16"/>
    <w:rsid w:val="008C47BB"/>
    <w:rsid w:val="008C50E8"/>
    <w:rsid w:val="008C6DED"/>
    <w:rsid w:val="008C7C9E"/>
    <w:rsid w:val="008D0506"/>
    <w:rsid w:val="008D2822"/>
    <w:rsid w:val="008D368A"/>
    <w:rsid w:val="008D65F7"/>
    <w:rsid w:val="008D6937"/>
    <w:rsid w:val="008D6CEB"/>
    <w:rsid w:val="008D727B"/>
    <w:rsid w:val="008E29E6"/>
    <w:rsid w:val="008E3286"/>
    <w:rsid w:val="008E46D3"/>
    <w:rsid w:val="008E63CC"/>
    <w:rsid w:val="008E665C"/>
    <w:rsid w:val="008E6759"/>
    <w:rsid w:val="008E6BE3"/>
    <w:rsid w:val="008E735B"/>
    <w:rsid w:val="008E75EE"/>
    <w:rsid w:val="008F017F"/>
    <w:rsid w:val="008F0359"/>
    <w:rsid w:val="008F0898"/>
    <w:rsid w:val="008F2999"/>
    <w:rsid w:val="008F3530"/>
    <w:rsid w:val="008F4E03"/>
    <w:rsid w:val="008F7516"/>
    <w:rsid w:val="008F761E"/>
    <w:rsid w:val="008F7B0C"/>
    <w:rsid w:val="0090007B"/>
    <w:rsid w:val="00902619"/>
    <w:rsid w:val="0090433C"/>
    <w:rsid w:val="00905261"/>
    <w:rsid w:val="00905BDE"/>
    <w:rsid w:val="00906C1E"/>
    <w:rsid w:val="009102EC"/>
    <w:rsid w:val="009112D7"/>
    <w:rsid w:val="009116D2"/>
    <w:rsid w:val="009125CF"/>
    <w:rsid w:val="00912E94"/>
    <w:rsid w:val="009143B4"/>
    <w:rsid w:val="0091473F"/>
    <w:rsid w:val="00916D20"/>
    <w:rsid w:val="0092067A"/>
    <w:rsid w:val="00920A2D"/>
    <w:rsid w:val="00920CBD"/>
    <w:rsid w:val="009220B8"/>
    <w:rsid w:val="00922380"/>
    <w:rsid w:val="00922631"/>
    <w:rsid w:val="0092278B"/>
    <w:rsid w:val="0092518A"/>
    <w:rsid w:val="009255BA"/>
    <w:rsid w:val="00925829"/>
    <w:rsid w:val="00925F3E"/>
    <w:rsid w:val="009266B1"/>
    <w:rsid w:val="00926966"/>
    <w:rsid w:val="00927C22"/>
    <w:rsid w:val="00930272"/>
    <w:rsid w:val="00931006"/>
    <w:rsid w:val="0093111F"/>
    <w:rsid w:val="009314D4"/>
    <w:rsid w:val="00933284"/>
    <w:rsid w:val="009357AB"/>
    <w:rsid w:val="0093639A"/>
    <w:rsid w:val="00940551"/>
    <w:rsid w:val="00941CAA"/>
    <w:rsid w:val="00942317"/>
    <w:rsid w:val="00942988"/>
    <w:rsid w:val="00944A09"/>
    <w:rsid w:val="00945797"/>
    <w:rsid w:val="009459A8"/>
    <w:rsid w:val="00945BA1"/>
    <w:rsid w:val="00945F07"/>
    <w:rsid w:val="00946CBA"/>
    <w:rsid w:val="00950A5C"/>
    <w:rsid w:val="00951847"/>
    <w:rsid w:val="00951C80"/>
    <w:rsid w:val="00955436"/>
    <w:rsid w:val="0095616D"/>
    <w:rsid w:val="00956502"/>
    <w:rsid w:val="00956B48"/>
    <w:rsid w:val="009577AC"/>
    <w:rsid w:val="00960273"/>
    <w:rsid w:val="0096143A"/>
    <w:rsid w:val="0096143B"/>
    <w:rsid w:val="0096176A"/>
    <w:rsid w:val="00961EF3"/>
    <w:rsid w:val="00962F6A"/>
    <w:rsid w:val="00966C97"/>
    <w:rsid w:val="00966E41"/>
    <w:rsid w:val="00967E70"/>
    <w:rsid w:val="00971503"/>
    <w:rsid w:val="00971C77"/>
    <w:rsid w:val="00974D90"/>
    <w:rsid w:val="00975DDC"/>
    <w:rsid w:val="0097607E"/>
    <w:rsid w:val="00977CCE"/>
    <w:rsid w:val="00980740"/>
    <w:rsid w:val="009825F1"/>
    <w:rsid w:val="00990619"/>
    <w:rsid w:val="00991AE9"/>
    <w:rsid w:val="00992511"/>
    <w:rsid w:val="00992E10"/>
    <w:rsid w:val="00992F86"/>
    <w:rsid w:val="00996522"/>
    <w:rsid w:val="009A12E2"/>
    <w:rsid w:val="009A5A4C"/>
    <w:rsid w:val="009A6E39"/>
    <w:rsid w:val="009B1480"/>
    <w:rsid w:val="009B28F2"/>
    <w:rsid w:val="009B4125"/>
    <w:rsid w:val="009B41BC"/>
    <w:rsid w:val="009B464B"/>
    <w:rsid w:val="009B4E73"/>
    <w:rsid w:val="009B67B5"/>
    <w:rsid w:val="009B7D0E"/>
    <w:rsid w:val="009B7ED7"/>
    <w:rsid w:val="009C0E43"/>
    <w:rsid w:val="009C1E4F"/>
    <w:rsid w:val="009C288B"/>
    <w:rsid w:val="009C3465"/>
    <w:rsid w:val="009C43E9"/>
    <w:rsid w:val="009C5BD9"/>
    <w:rsid w:val="009D0983"/>
    <w:rsid w:val="009D1483"/>
    <w:rsid w:val="009D4E2E"/>
    <w:rsid w:val="009D67C4"/>
    <w:rsid w:val="009D793E"/>
    <w:rsid w:val="009E0828"/>
    <w:rsid w:val="009E24FF"/>
    <w:rsid w:val="009E35DF"/>
    <w:rsid w:val="009E4CB4"/>
    <w:rsid w:val="009E55A5"/>
    <w:rsid w:val="009E632B"/>
    <w:rsid w:val="009F018E"/>
    <w:rsid w:val="009F0BA0"/>
    <w:rsid w:val="009F1405"/>
    <w:rsid w:val="009F2A87"/>
    <w:rsid w:val="009F3817"/>
    <w:rsid w:val="009F4E8B"/>
    <w:rsid w:val="009F69D7"/>
    <w:rsid w:val="009F77DD"/>
    <w:rsid w:val="009F7FCD"/>
    <w:rsid w:val="00A01D0D"/>
    <w:rsid w:val="00A0451C"/>
    <w:rsid w:val="00A05BA3"/>
    <w:rsid w:val="00A05F9A"/>
    <w:rsid w:val="00A06516"/>
    <w:rsid w:val="00A10CA5"/>
    <w:rsid w:val="00A133F8"/>
    <w:rsid w:val="00A134A2"/>
    <w:rsid w:val="00A15361"/>
    <w:rsid w:val="00A15E3B"/>
    <w:rsid w:val="00A1690C"/>
    <w:rsid w:val="00A17A7A"/>
    <w:rsid w:val="00A17A9B"/>
    <w:rsid w:val="00A17AC9"/>
    <w:rsid w:val="00A17B61"/>
    <w:rsid w:val="00A17C1D"/>
    <w:rsid w:val="00A20615"/>
    <w:rsid w:val="00A2141D"/>
    <w:rsid w:val="00A22A4B"/>
    <w:rsid w:val="00A23D4B"/>
    <w:rsid w:val="00A23E2C"/>
    <w:rsid w:val="00A24070"/>
    <w:rsid w:val="00A24A41"/>
    <w:rsid w:val="00A2543C"/>
    <w:rsid w:val="00A27836"/>
    <w:rsid w:val="00A27F17"/>
    <w:rsid w:val="00A30167"/>
    <w:rsid w:val="00A303E4"/>
    <w:rsid w:val="00A31005"/>
    <w:rsid w:val="00A3118B"/>
    <w:rsid w:val="00A31481"/>
    <w:rsid w:val="00A32DDD"/>
    <w:rsid w:val="00A33610"/>
    <w:rsid w:val="00A3379F"/>
    <w:rsid w:val="00A344E5"/>
    <w:rsid w:val="00A35674"/>
    <w:rsid w:val="00A35E05"/>
    <w:rsid w:val="00A36239"/>
    <w:rsid w:val="00A362D5"/>
    <w:rsid w:val="00A374D9"/>
    <w:rsid w:val="00A4113E"/>
    <w:rsid w:val="00A421A5"/>
    <w:rsid w:val="00A4478F"/>
    <w:rsid w:val="00A47367"/>
    <w:rsid w:val="00A504DC"/>
    <w:rsid w:val="00A51AEF"/>
    <w:rsid w:val="00A521FC"/>
    <w:rsid w:val="00A53CEA"/>
    <w:rsid w:val="00A56FE2"/>
    <w:rsid w:val="00A6000B"/>
    <w:rsid w:val="00A629CA"/>
    <w:rsid w:val="00A63FB4"/>
    <w:rsid w:val="00A652B2"/>
    <w:rsid w:val="00A652D7"/>
    <w:rsid w:val="00A65695"/>
    <w:rsid w:val="00A65D52"/>
    <w:rsid w:val="00A662E9"/>
    <w:rsid w:val="00A6691C"/>
    <w:rsid w:val="00A67085"/>
    <w:rsid w:val="00A67686"/>
    <w:rsid w:val="00A708FE"/>
    <w:rsid w:val="00A71224"/>
    <w:rsid w:val="00A72407"/>
    <w:rsid w:val="00A750EF"/>
    <w:rsid w:val="00A75525"/>
    <w:rsid w:val="00A76779"/>
    <w:rsid w:val="00A7765F"/>
    <w:rsid w:val="00A77AD1"/>
    <w:rsid w:val="00A80F7F"/>
    <w:rsid w:val="00A823D9"/>
    <w:rsid w:val="00A82840"/>
    <w:rsid w:val="00A84091"/>
    <w:rsid w:val="00A84A8C"/>
    <w:rsid w:val="00A84CB0"/>
    <w:rsid w:val="00A86D59"/>
    <w:rsid w:val="00A872ED"/>
    <w:rsid w:val="00A875CE"/>
    <w:rsid w:val="00A903D8"/>
    <w:rsid w:val="00A91D8A"/>
    <w:rsid w:val="00A94966"/>
    <w:rsid w:val="00A9594D"/>
    <w:rsid w:val="00A9658D"/>
    <w:rsid w:val="00A96936"/>
    <w:rsid w:val="00AA01C8"/>
    <w:rsid w:val="00AA1933"/>
    <w:rsid w:val="00AA1F95"/>
    <w:rsid w:val="00AA2CFF"/>
    <w:rsid w:val="00AA389D"/>
    <w:rsid w:val="00AA4C33"/>
    <w:rsid w:val="00AA4E10"/>
    <w:rsid w:val="00AA6D73"/>
    <w:rsid w:val="00AB09B7"/>
    <w:rsid w:val="00AB24BC"/>
    <w:rsid w:val="00AB28D8"/>
    <w:rsid w:val="00AB35D5"/>
    <w:rsid w:val="00AB47E0"/>
    <w:rsid w:val="00AB4A8A"/>
    <w:rsid w:val="00AB5B3A"/>
    <w:rsid w:val="00AB62D0"/>
    <w:rsid w:val="00AC1B20"/>
    <w:rsid w:val="00AC1FA2"/>
    <w:rsid w:val="00AC24C0"/>
    <w:rsid w:val="00AC32DF"/>
    <w:rsid w:val="00AC441B"/>
    <w:rsid w:val="00AC4A96"/>
    <w:rsid w:val="00AC500B"/>
    <w:rsid w:val="00AC559B"/>
    <w:rsid w:val="00AC5D52"/>
    <w:rsid w:val="00AC6A0B"/>
    <w:rsid w:val="00AC6E31"/>
    <w:rsid w:val="00AC7943"/>
    <w:rsid w:val="00AD0011"/>
    <w:rsid w:val="00AD1A75"/>
    <w:rsid w:val="00AD1A85"/>
    <w:rsid w:val="00AD1B63"/>
    <w:rsid w:val="00AD2974"/>
    <w:rsid w:val="00AD2B36"/>
    <w:rsid w:val="00AD2E6A"/>
    <w:rsid w:val="00AD3373"/>
    <w:rsid w:val="00AD3BBD"/>
    <w:rsid w:val="00AD3DA9"/>
    <w:rsid w:val="00AD4289"/>
    <w:rsid w:val="00AD4DB3"/>
    <w:rsid w:val="00AD5182"/>
    <w:rsid w:val="00AD5DAB"/>
    <w:rsid w:val="00AD6D17"/>
    <w:rsid w:val="00AD7255"/>
    <w:rsid w:val="00AD72EE"/>
    <w:rsid w:val="00AD78CD"/>
    <w:rsid w:val="00AE1AF9"/>
    <w:rsid w:val="00AE1E5A"/>
    <w:rsid w:val="00AE3BB7"/>
    <w:rsid w:val="00AE3CCB"/>
    <w:rsid w:val="00AE6154"/>
    <w:rsid w:val="00AE6322"/>
    <w:rsid w:val="00AF0B1F"/>
    <w:rsid w:val="00AF27EC"/>
    <w:rsid w:val="00AF3B55"/>
    <w:rsid w:val="00AF45AF"/>
    <w:rsid w:val="00AF4C14"/>
    <w:rsid w:val="00AF4E57"/>
    <w:rsid w:val="00AF553C"/>
    <w:rsid w:val="00AF5608"/>
    <w:rsid w:val="00AF6A47"/>
    <w:rsid w:val="00B01D37"/>
    <w:rsid w:val="00B03658"/>
    <w:rsid w:val="00B05967"/>
    <w:rsid w:val="00B0713E"/>
    <w:rsid w:val="00B075E2"/>
    <w:rsid w:val="00B102EA"/>
    <w:rsid w:val="00B109F1"/>
    <w:rsid w:val="00B10A26"/>
    <w:rsid w:val="00B113D2"/>
    <w:rsid w:val="00B13C91"/>
    <w:rsid w:val="00B15B09"/>
    <w:rsid w:val="00B15FE5"/>
    <w:rsid w:val="00B20CB5"/>
    <w:rsid w:val="00B226B6"/>
    <w:rsid w:val="00B226C7"/>
    <w:rsid w:val="00B242E6"/>
    <w:rsid w:val="00B245A0"/>
    <w:rsid w:val="00B24F85"/>
    <w:rsid w:val="00B2554C"/>
    <w:rsid w:val="00B25889"/>
    <w:rsid w:val="00B2691E"/>
    <w:rsid w:val="00B32372"/>
    <w:rsid w:val="00B3345A"/>
    <w:rsid w:val="00B34189"/>
    <w:rsid w:val="00B3459B"/>
    <w:rsid w:val="00B36144"/>
    <w:rsid w:val="00B36EC4"/>
    <w:rsid w:val="00B37CC5"/>
    <w:rsid w:val="00B40776"/>
    <w:rsid w:val="00B41E2E"/>
    <w:rsid w:val="00B41E72"/>
    <w:rsid w:val="00B42063"/>
    <w:rsid w:val="00B4227F"/>
    <w:rsid w:val="00B427D4"/>
    <w:rsid w:val="00B43929"/>
    <w:rsid w:val="00B43D03"/>
    <w:rsid w:val="00B44209"/>
    <w:rsid w:val="00B4515F"/>
    <w:rsid w:val="00B45357"/>
    <w:rsid w:val="00B46CC4"/>
    <w:rsid w:val="00B47951"/>
    <w:rsid w:val="00B50F10"/>
    <w:rsid w:val="00B51B83"/>
    <w:rsid w:val="00B53B5D"/>
    <w:rsid w:val="00B54163"/>
    <w:rsid w:val="00B56E51"/>
    <w:rsid w:val="00B5715F"/>
    <w:rsid w:val="00B605A2"/>
    <w:rsid w:val="00B6109E"/>
    <w:rsid w:val="00B62BB8"/>
    <w:rsid w:val="00B6455C"/>
    <w:rsid w:val="00B665F6"/>
    <w:rsid w:val="00B666C0"/>
    <w:rsid w:val="00B668BB"/>
    <w:rsid w:val="00B670ED"/>
    <w:rsid w:val="00B70749"/>
    <w:rsid w:val="00B70DDC"/>
    <w:rsid w:val="00B7164F"/>
    <w:rsid w:val="00B74386"/>
    <w:rsid w:val="00B758E0"/>
    <w:rsid w:val="00B75D13"/>
    <w:rsid w:val="00B760C3"/>
    <w:rsid w:val="00B772C5"/>
    <w:rsid w:val="00B776F8"/>
    <w:rsid w:val="00B82D38"/>
    <w:rsid w:val="00B84378"/>
    <w:rsid w:val="00B851AE"/>
    <w:rsid w:val="00B857CC"/>
    <w:rsid w:val="00B8622F"/>
    <w:rsid w:val="00B86BFA"/>
    <w:rsid w:val="00B872B0"/>
    <w:rsid w:val="00B93113"/>
    <w:rsid w:val="00B94A1F"/>
    <w:rsid w:val="00B95D31"/>
    <w:rsid w:val="00B96766"/>
    <w:rsid w:val="00B975B6"/>
    <w:rsid w:val="00BA0450"/>
    <w:rsid w:val="00BA0C90"/>
    <w:rsid w:val="00BA0F91"/>
    <w:rsid w:val="00BA138F"/>
    <w:rsid w:val="00BA32DE"/>
    <w:rsid w:val="00BA34DA"/>
    <w:rsid w:val="00BA536A"/>
    <w:rsid w:val="00BB006D"/>
    <w:rsid w:val="00BB0283"/>
    <w:rsid w:val="00BB282A"/>
    <w:rsid w:val="00BB434C"/>
    <w:rsid w:val="00BB4DA0"/>
    <w:rsid w:val="00BB559A"/>
    <w:rsid w:val="00BB583B"/>
    <w:rsid w:val="00BB5BB5"/>
    <w:rsid w:val="00BB5C0C"/>
    <w:rsid w:val="00BB6E16"/>
    <w:rsid w:val="00BB7168"/>
    <w:rsid w:val="00BB7522"/>
    <w:rsid w:val="00BB7AF5"/>
    <w:rsid w:val="00BB7B91"/>
    <w:rsid w:val="00BB7F9C"/>
    <w:rsid w:val="00BC04DF"/>
    <w:rsid w:val="00BC1BFD"/>
    <w:rsid w:val="00BC2487"/>
    <w:rsid w:val="00BC37A1"/>
    <w:rsid w:val="00BC4E6D"/>
    <w:rsid w:val="00BC5283"/>
    <w:rsid w:val="00BC712C"/>
    <w:rsid w:val="00BC7AA9"/>
    <w:rsid w:val="00BD0131"/>
    <w:rsid w:val="00BD113C"/>
    <w:rsid w:val="00BD2E5A"/>
    <w:rsid w:val="00BD3DC8"/>
    <w:rsid w:val="00BD4F35"/>
    <w:rsid w:val="00BD7CCF"/>
    <w:rsid w:val="00BD7FF6"/>
    <w:rsid w:val="00BE0461"/>
    <w:rsid w:val="00BE2558"/>
    <w:rsid w:val="00BE362E"/>
    <w:rsid w:val="00BE3B73"/>
    <w:rsid w:val="00BE3D33"/>
    <w:rsid w:val="00BE428F"/>
    <w:rsid w:val="00BE4BE4"/>
    <w:rsid w:val="00BE5373"/>
    <w:rsid w:val="00BE53B4"/>
    <w:rsid w:val="00BE5AC0"/>
    <w:rsid w:val="00BE63CA"/>
    <w:rsid w:val="00BE7489"/>
    <w:rsid w:val="00BE7F7D"/>
    <w:rsid w:val="00BF04E2"/>
    <w:rsid w:val="00BF0A09"/>
    <w:rsid w:val="00BF214C"/>
    <w:rsid w:val="00BF253F"/>
    <w:rsid w:val="00BF3171"/>
    <w:rsid w:val="00BF357B"/>
    <w:rsid w:val="00BF3C09"/>
    <w:rsid w:val="00BF420C"/>
    <w:rsid w:val="00BF4959"/>
    <w:rsid w:val="00BF5129"/>
    <w:rsid w:val="00BF572F"/>
    <w:rsid w:val="00BF5C7A"/>
    <w:rsid w:val="00BF7847"/>
    <w:rsid w:val="00C010E8"/>
    <w:rsid w:val="00C011B8"/>
    <w:rsid w:val="00C026D1"/>
    <w:rsid w:val="00C02895"/>
    <w:rsid w:val="00C02C4B"/>
    <w:rsid w:val="00C050E1"/>
    <w:rsid w:val="00C0562C"/>
    <w:rsid w:val="00C05CDC"/>
    <w:rsid w:val="00C05FEC"/>
    <w:rsid w:val="00C06309"/>
    <w:rsid w:val="00C06484"/>
    <w:rsid w:val="00C066F9"/>
    <w:rsid w:val="00C073BC"/>
    <w:rsid w:val="00C1018A"/>
    <w:rsid w:val="00C10533"/>
    <w:rsid w:val="00C12D8B"/>
    <w:rsid w:val="00C13200"/>
    <w:rsid w:val="00C156DE"/>
    <w:rsid w:val="00C16025"/>
    <w:rsid w:val="00C17836"/>
    <w:rsid w:val="00C17D88"/>
    <w:rsid w:val="00C221D4"/>
    <w:rsid w:val="00C22AC8"/>
    <w:rsid w:val="00C2318C"/>
    <w:rsid w:val="00C23FD6"/>
    <w:rsid w:val="00C25167"/>
    <w:rsid w:val="00C27149"/>
    <w:rsid w:val="00C27B9D"/>
    <w:rsid w:val="00C30886"/>
    <w:rsid w:val="00C31D1A"/>
    <w:rsid w:val="00C31F03"/>
    <w:rsid w:val="00C327DA"/>
    <w:rsid w:val="00C3459E"/>
    <w:rsid w:val="00C35254"/>
    <w:rsid w:val="00C35932"/>
    <w:rsid w:val="00C40856"/>
    <w:rsid w:val="00C414A9"/>
    <w:rsid w:val="00C41DDC"/>
    <w:rsid w:val="00C45D09"/>
    <w:rsid w:val="00C4627E"/>
    <w:rsid w:val="00C46CC4"/>
    <w:rsid w:val="00C50043"/>
    <w:rsid w:val="00C50056"/>
    <w:rsid w:val="00C509F4"/>
    <w:rsid w:val="00C517DB"/>
    <w:rsid w:val="00C55303"/>
    <w:rsid w:val="00C57404"/>
    <w:rsid w:val="00C637E8"/>
    <w:rsid w:val="00C640D5"/>
    <w:rsid w:val="00C642C9"/>
    <w:rsid w:val="00C64C4E"/>
    <w:rsid w:val="00C64D5D"/>
    <w:rsid w:val="00C722B8"/>
    <w:rsid w:val="00C725FC"/>
    <w:rsid w:val="00C72BAD"/>
    <w:rsid w:val="00C737B5"/>
    <w:rsid w:val="00C73CAB"/>
    <w:rsid w:val="00C73FAD"/>
    <w:rsid w:val="00C74490"/>
    <w:rsid w:val="00C75561"/>
    <w:rsid w:val="00C80170"/>
    <w:rsid w:val="00C8099F"/>
    <w:rsid w:val="00C8118F"/>
    <w:rsid w:val="00C82379"/>
    <w:rsid w:val="00C84A7F"/>
    <w:rsid w:val="00C84B92"/>
    <w:rsid w:val="00C84F65"/>
    <w:rsid w:val="00C854C8"/>
    <w:rsid w:val="00C85736"/>
    <w:rsid w:val="00C858F4"/>
    <w:rsid w:val="00C8676C"/>
    <w:rsid w:val="00C867C6"/>
    <w:rsid w:val="00C86A11"/>
    <w:rsid w:val="00C87858"/>
    <w:rsid w:val="00C901B6"/>
    <w:rsid w:val="00C92751"/>
    <w:rsid w:val="00C937A1"/>
    <w:rsid w:val="00C93A15"/>
    <w:rsid w:val="00C93CEA"/>
    <w:rsid w:val="00C946AA"/>
    <w:rsid w:val="00C94703"/>
    <w:rsid w:val="00C96AC2"/>
    <w:rsid w:val="00C97547"/>
    <w:rsid w:val="00C97A4A"/>
    <w:rsid w:val="00CA1FB4"/>
    <w:rsid w:val="00CA27F0"/>
    <w:rsid w:val="00CA285B"/>
    <w:rsid w:val="00CA2C35"/>
    <w:rsid w:val="00CA33D5"/>
    <w:rsid w:val="00CA3A47"/>
    <w:rsid w:val="00CA3D9F"/>
    <w:rsid w:val="00CA4692"/>
    <w:rsid w:val="00CA54D1"/>
    <w:rsid w:val="00CA61B8"/>
    <w:rsid w:val="00CA6EE4"/>
    <w:rsid w:val="00CB02CC"/>
    <w:rsid w:val="00CB0A4C"/>
    <w:rsid w:val="00CB0A75"/>
    <w:rsid w:val="00CB128D"/>
    <w:rsid w:val="00CB14F9"/>
    <w:rsid w:val="00CB349C"/>
    <w:rsid w:val="00CB56E3"/>
    <w:rsid w:val="00CB7572"/>
    <w:rsid w:val="00CB7DF4"/>
    <w:rsid w:val="00CC1010"/>
    <w:rsid w:val="00CC1B1C"/>
    <w:rsid w:val="00CC4387"/>
    <w:rsid w:val="00CC4B58"/>
    <w:rsid w:val="00CC4D2F"/>
    <w:rsid w:val="00CC54EF"/>
    <w:rsid w:val="00CC6296"/>
    <w:rsid w:val="00CC7A44"/>
    <w:rsid w:val="00CC7DC2"/>
    <w:rsid w:val="00CD0325"/>
    <w:rsid w:val="00CD15EB"/>
    <w:rsid w:val="00CD20D6"/>
    <w:rsid w:val="00CD31CB"/>
    <w:rsid w:val="00CD4570"/>
    <w:rsid w:val="00CD4AD4"/>
    <w:rsid w:val="00CD4F4D"/>
    <w:rsid w:val="00CD579D"/>
    <w:rsid w:val="00CD7582"/>
    <w:rsid w:val="00CE05D8"/>
    <w:rsid w:val="00CE09FB"/>
    <w:rsid w:val="00CE455D"/>
    <w:rsid w:val="00CE45B6"/>
    <w:rsid w:val="00CE615B"/>
    <w:rsid w:val="00CE7C8B"/>
    <w:rsid w:val="00CF0B61"/>
    <w:rsid w:val="00CF0C2A"/>
    <w:rsid w:val="00CF123F"/>
    <w:rsid w:val="00CF18EB"/>
    <w:rsid w:val="00CF5082"/>
    <w:rsid w:val="00CF560D"/>
    <w:rsid w:val="00CF63BC"/>
    <w:rsid w:val="00CF6A96"/>
    <w:rsid w:val="00CF777F"/>
    <w:rsid w:val="00CF7BD4"/>
    <w:rsid w:val="00D0301E"/>
    <w:rsid w:val="00D03CD4"/>
    <w:rsid w:val="00D03F2F"/>
    <w:rsid w:val="00D03F76"/>
    <w:rsid w:val="00D04157"/>
    <w:rsid w:val="00D04324"/>
    <w:rsid w:val="00D064AA"/>
    <w:rsid w:val="00D11220"/>
    <w:rsid w:val="00D11B6F"/>
    <w:rsid w:val="00D1210A"/>
    <w:rsid w:val="00D128C7"/>
    <w:rsid w:val="00D13807"/>
    <w:rsid w:val="00D1380C"/>
    <w:rsid w:val="00D16A3C"/>
    <w:rsid w:val="00D17DF7"/>
    <w:rsid w:val="00D21F5F"/>
    <w:rsid w:val="00D225DE"/>
    <w:rsid w:val="00D23124"/>
    <w:rsid w:val="00D25290"/>
    <w:rsid w:val="00D264D1"/>
    <w:rsid w:val="00D26F47"/>
    <w:rsid w:val="00D27209"/>
    <w:rsid w:val="00D27491"/>
    <w:rsid w:val="00D319CE"/>
    <w:rsid w:val="00D350EE"/>
    <w:rsid w:val="00D35C9A"/>
    <w:rsid w:val="00D37046"/>
    <w:rsid w:val="00D41D95"/>
    <w:rsid w:val="00D42370"/>
    <w:rsid w:val="00D438D7"/>
    <w:rsid w:val="00D44282"/>
    <w:rsid w:val="00D442B4"/>
    <w:rsid w:val="00D44D91"/>
    <w:rsid w:val="00D45057"/>
    <w:rsid w:val="00D45F86"/>
    <w:rsid w:val="00D466D3"/>
    <w:rsid w:val="00D47C0B"/>
    <w:rsid w:val="00D47CBB"/>
    <w:rsid w:val="00D5469E"/>
    <w:rsid w:val="00D55847"/>
    <w:rsid w:val="00D55DF0"/>
    <w:rsid w:val="00D567C8"/>
    <w:rsid w:val="00D567DC"/>
    <w:rsid w:val="00D609AA"/>
    <w:rsid w:val="00D61E6D"/>
    <w:rsid w:val="00D62488"/>
    <w:rsid w:val="00D63092"/>
    <w:rsid w:val="00D637BC"/>
    <w:rsid w:val="00D65AFB"/>
    <w:rsid w:val="00D65FA2"/>
    <w:rsid w:val="00D660A6"/>
    <w:rsid w:val="00D671DF"/>
    <w:rsid w:val="00D67E7A"/>
    <w:rsid w:val="00D70A30"/>
    <w:rsid w:val="00D71517"/>
    <w:rsid w:val="00D74FB4"/>
    <w:rsid w:val="00D760E3"/>
    <w:rsid w:val="00D76BAE"/>
    <w:rsid w:val="00D77233"/>
    <w:rsid w:val="00D80BD4"/>
    <w:rsid w:val="00D80C92"/>
    <w:rsid w:val="00D82147"/>
    <w:rsid w:val="00D83867"/>
    <w:rsid w:val="00D8668D"/>
    <w:rsid w:val="00D86D04"/>
    <w:rsid w:val="00D87785"/>
    <w:rsid w:val="00D87EDF"/>
    <w:rsid w:val="00D90436"/>
    <w:rsid w:val="00D909AA"/>
    <w:rsid w:val="00D90AAC"/>
    <w:rsid w:val="00D922D3"/>
    <w:rsid w:val="00D93565"/>
    <w:rsid w:val="00D93743"/>
    <w:rsid w:val="00D93E52"/>
    <w:rsid w:val="00D95371"/>
    <w:rsid w:val="00D9593E"/>
    <w:rsid w:val="00D96064"/>
    <w:rsid w:val="00D9662E"/>
    <w:rsid w:val="00D967CB"/>
    <w:rsid w:val="00D97E71"/>
    <w:rsid w:val="00DA022A"/>
    <w:rsid w:val="00DA0E51"/>
    <w:rsid w:val="00DA15F1"/>
    <w:rsid w:val="00DA26EF"/>
    <w:rsid w:val="00DA2B4F"/>
    <w:rsid w:val="00DA406F"/>
    <w:rsid w:val="00DA44DF"/>
    <w:rsid w:val="00DA5376"/>
    <w:rsid w:val="00DA55A8"/>
    <w:rsid w:val="00DA6832"/>
    <w:rsid w:val="00DA6B4F"/>
    <w:rsid w:val="00DA7E20"/>
    <w:rsid w:val="00DB0A4E"/>
    <w:rsid w:val="00DB1020"/>
    <w:rsid w:val="00DB2C3C"/>
    <w:rsid w:val="00DB3600"/>
    <w:rsid w:val="00DB47A8"/>
    <w:rsid w:val="00DB58FC"/>
    <w:rsid w:val="00DC2AD8"/>
    <w:rsid w:val="00DC374A"/>
    <w:rsid w:val="00DC394F"/>
    <w:rsid w:val="00DC58F8"/>
    <w:rsid w:val="00DC60DE"/>
    <w:rsid w:val="00DC693F"/>
    <w:rsid w:val="00DC72EA"/>
    <w:rsid w:val="00DD04D2"/>
    <w:rsid w:val="00DD0E4D"/>
    <w:rsid w:val="00DD18CA"/>
    <w:rsid w:val="00DD1BE3"/>
    <w:rsid w:val="00DD2517"/>
    <w:rsid w:val="00DD473B"/>
    <w:rsid w:val="00DD561A"/>
    <w:rsid w:val="00DD6048"/>
    <w:rsid w:val="00DE2658"/>
    <w:rsid w:val="00DE58E7"/>
    <w:rsid w:val="00DE638D"/>
    <w:rsid w:val="00DE6ABC"/>
    <w:rsid w:val="00DE7D91"/>
    <w:rsid w:val="00DE7F2D"/>
    <w:rsid w:val="00DF0A3A"/>
    <w:rsid w:val="00DF26AD"/>
    <w:rsid w:val="00DF3738"/>
    <w:rsid w:val="00DF3B0B"/>
    <w:rsid w:val="00DF3C88"/>
    <w:rsid w:val="00DF4EFF"/>
    <w:rsid w:val="00DF7F4C"/>
    <w:rsid w:val="00E022AB"/>
    <w:rsid w:val="00E0353C"/>
    <w:rsid w:val="00E03BFF"/>
    <w:rsid w:val="00E0416B"/>
    <w:rsid w:val="00E047F7"/>
    <w:rsid w:val="00E049E5"/>
    <w:rsid w:val="00E058F2"/>
    <w:rsid w:val="00E0791B"/>
    <w:rsid w:val="00E10ADF"/>
    <w:rsid w:val="00E11031"/>
    <w:rsid w:val="00E12375"/>
    <w:rsid w:val="00E13BDC"/>
    <w:rsid w:val="00E21CD3"/>
    <w:rsid w:val="00E237F4"/>
    <w:rsid w:val="00E24C00"/>
    <w:rsid w:val="00E25230"/>
    <w:rsid w:val="00E2757D"/>
    <w:rsid w:val="00E27969"/>
    <w:rsid w:val="00E301A8"/>
    <w:rsid w:val="00E303B6"/>
    <w:rsid w:val="00E30767"/>
    <w:rsid w:val="00E307B8"/>
    <w:rsid w:val="00E30D8B"/>
    <w:rsid w:val="00E3288D"/>
    <w:rsid w:val="00E328E8"/>
    <w:rsid w:val="00E33FEA"/>
    <w:rsid w:val="00E3557B"/>
    <w:rsid w:val="00E363E7"/>
    <w:rsid w:val="00E36D58"/>
    <w:rsid w:val="00E37312"/>
    <w:rsid w:val="00E37473"/>
    <w:rsid w:val="00E413A4"/>
    <w:rsid w:val="00E417FC"/>
    <w:rsid w:val="00E421C7"/>
    <w:rsid w:val="00E42B9D"/>
    <w:rsid w:val="00E4335B"/>
    <w:rsid w:val="00E44E7A"/>
    <w:rsid w:val="00E455DF"/>
    <w:rsid w:val="00E46945"/>
    <w:rsid w:val="00E46F5A"/>
    <w:rsid w:val="00E4727B"/>
    <w:rsid w:val="00E47F3D"/>
    <w:rsid w:val="00E5053C"/>
    <w:rsid w:val="00E5089E"/>
    <w:rsid w:val="00E50BCC"/>
    <w:rsid w:val="00E50CB2"/>
    <w:rsid w:val="00E53081"/>
    <w:rsid w:val="00E53390"/>
    <w:rsid w:val="00E544FF"/>
    <w:rsid w:val="00E552A2"/>
    <w:rsid w:val="00E573FE"/>
    <w:rsid w:val="00E57816"/>
    <w:rsid w:val="00E57A51"/>
    <w:rsid w:val="00E6063B"/>
    <w:rsid w:val="00E61BF3"/>
    <w:rsid w:val="00E62DE7"/>
    <w:rsid w:val="00E6396F"/>
    <w:rsid w:val="00E63A91"/>
    <w:rsid w:val="00E64113"/>
    <w:rsid w:val="00E65D74"/>
    <w:rsid w:val="00E70FD6"/>
    <w:rsid w:val="00E71B49"/>
    <w:rsid w:val="00E7211A"/>
    <w:rsid w:val="00E7259B"/>
    <w:rsid w:val="00E7282E"/>
    <w:rsid w:val="00E738F1"/>
    <w:rsid w:val="00E75327"/>
    <w:rsid w:val="00E75E8D"/>
    <w:rsid w:val="00E764C8"/>
    <w:rsid w:val="00E802D8"/>
    <w:rsid w:val="00E8311C"/>
    <w:rsid w:val="00E8389B"/>
    <w:rsid w:val="00E83BB7"/>
    <w:rsid w:val="00E841DF"/>
    <w:rsid w:val="00E85DC4"/>
    <w:rsid w:val="00E8716E"/>
    <w:rsid w:val="00E87332"/>
    <w:rsid w:val="00E87BA3"/>
    <w:rsid w:val="00E91067"/>
    <w:rsid w:val="00E9350F"/>
    <w:rsid w:val="00E9365C"/>
    <w:rsid w:val="00E93EFE"/>
    <w:rsid w:val="00E945BF"/>
    <w:rsid w:val="00E952E0"/>
    <w:rsid w:val="00E95793"/>
    <w:rsid w:val="00E95991"/>
    <w:rsid w:val="00E95B12"/>
    <w:rsid w:val="00EA1609"/>
    <w:rsid w:val="00EA1735"/>
    <w:rsid w:val="00EA2CF0"/>
    <w:rsid w:val="00EA350A"/>
    <w:rsid w:val="00EA4AA8"/>
    <w:rsid w:val="00EA5210"/>
    <w:rsid w:val="00EB07D5"/>
    <w:rsid w:val="00EB0D2C"/>
    <w:rsid w:val="00EB115B"/>
    <w:rsid w:val="00EB5DA9"/>
    <w:rsid w:val="00EB6078"/>
    <w:rsid w:val="00EB62D7"/>
    <w:rsid w:val="00EB65F7"/>
    <w:rsid w:val="00EB7970"/>
    <w:rsid w:val="00EC0C21"/>
    <w:rsid w:val="00EC0E2D"/>
    <w:rsid w:val="00EC1269"/>
    <w:rsid w:val="00EC46A0"/>
    <w:rsid w:val="00EC48CD"/>
    <w:rsid w:val="00EC4DC4"/>
    <w:rsid w:val="00EC57AF"/>
    <w:rsid w:val="00EC6939"/>
    <w:rsid w:val="00EC69F3"/>
    <w:rsid w:val="00EC74CC"/>
    <w:rsid w:val="00EC77A5"/>
    <w:rsid w:val="00EC77A9"/>
    <w:rsid w:val="00EC7973"/>
    <w:rsid w:val="00EC7D31"/>
    <w:rsid w:val="00EC7EA3"/>
    <w:rsid w:val="00ED0425"/>
    <w:rsid w:val="00ED096B"/>
    <w:rsid w:val="00ED12DB"/>
    <w:rsid w:val="00ED1BFC"/>
    <w:rsid w:val="00ED1DEE"/>
    <w:rsid w:val="00ED20A9"/>
    <w:rsid w:val="00ED277B"/>
    <w:rsid w:val="00ED290F"/>
    <w:rsid w:val="00ED2CAD"/>
    <w:rsid w:val="00ED387C"/>
    <w:rsid w:val="00ED42A5"/>
    <w:rsid w:val="00ED457E"/>
    <w:rsid w:val="00ED479B"/>
    <w:rsid w:val="00ED4D24"/>
    <w:rsid w:val="00ED6271"/>
    <w:rsid w:val="00EE07F0"/>
    <w:rsid w:val="00EE0C31"/>
    <w:rsid w:val="00EE1BC7"/>
    <w:rsid w:val="00EE1E5F"/>
    <w:rsid w:val="00EE272D"/>
    <w:rsid w:val="00EE3673"/>
    <w:rsid w:val="00EE43A5"/>
    <w:rsid w:val="00EE4902"/>
    <w:rsid w:val="00EE50DB"/>
    <w:rsid w:val="00EE5AF9"/>
    <w:rsid w:val="00EE7689"/>
    <w:rsid w:val="00EE79BB"/>
    <w:rsid w:val="00EE7B45"/>
    <w:rsid w:val="00EF0B87"/>
    <w:rsid w:val="00EF0EBF"/>
    <w:rsid w:val="00EF1089"/>
    <w:rsid w:val="00EF10E7"/>
    <w:rsid w:val="00EF1493"/>
    <w:rsid w:val="00EF2637"/>
    <w:rsid w:val="00EF2735"/>
    <w:rsid w:val="00EF3858"/>
    <w:rsid w:val="00EF3B72"/>
    <w:rsid w:val="00EF488B"/>
    <w:rsid w:val="00EF64E2"/>
    <w:rsid w:val="00F00086"/>
    <w:rsid w:val="00F00436"/>
    <w:rsid w:val="00F0437A"/>
    <w:rsid w:val="00F0462B"/>
    <w:rsid w:val="00F0495D"/>
    <w:rsid w:val="00F04A37"/>
    <w:rsid w:val="00F05C4A"/>
    <w:rsid w:val="00F06208"/>
    <w:rsid w:val="00F065FD"/>
    <w:rsid w:val="00F07D88"/>
    <w:rsid w:val="00F103D6"/>
    <w:rsid w:val="00F10755"/>
    <w:rsid w:val="00F10A9B"/>
    <w:rsid w:val="00F11478"/>
    <w:rsid w:val="00F11E41"/>
    <w:rsid w:val="00F1241F"/>
    <w:rsid w:val="00F125C5"/>
    <w:rsid w:val="00F15364"/>
    <w:rsid w:val="00F2049D"/>
    <w:rsid w:val="00F22D01"/>
    <w:rsid w:val="00F22E13"/>
    <w:rsid w:val="00F238B7"/>
    <w:rsid w:val="00F23D7C"/>
    <w:rsid w:val="00F24053"/>
    <w:rsid w:val="00F24619"/>
    <w:rsid w:val="00F270A4"/>
    <w:rsid w:val="00F27492"/>
    <w:rsid w:val="00F2785B"/>
    <w:rsid w:val="00F30175"/>
    <w:rsid w:val="00F30C3F"/>
    <w:rsid w:val="00F3481C"/>
    <w:rsid w:val="00F35297"/>
    <w:rsid w:val="00F353A7"/>
    <w:rsid w:val="00F35F61"/>
    <w:rsid w:val="00F36CFA"/>
    <w:rsid w:val="00F418B4"/>
    <w:rsid w:val="00F42FF9"/>
    <w:rsid w:val="00F43868"/>
    <w:rsid w:val="00F43C9D"/>
    <w:rsid w:val="00F44467"/>
    <w:rsid w:val="00F44CFC"/>
    <w:rsid w:val="00F4548D"/>
    <w:rsid w:val="00F47350"/>
    <w:rsid w:val="00F50D68"/>
    <w:rsid w:val="00F510AC"/>
    <w:rsid w:val="00F520E5"/>
    <w:rsid w:val="00F52BC3"/>
    <w:rsid w:val="00F54778"/>
    <w:rsid w:val="00F55410"/>
    <w:rsid w:val="00F56EBF"/>
    <w:rsid w:val="00F57126"/>
    <w:rsid w:val="00F60208"/>
    <w:rsid w:val="00F61035"/>
    <w:rsid w:val="00F61193"/>
    <w:rsid w:val="00F6137B"/>
    <w:rsid w:val="00F62281"/>
    <w:rsid w:val="00F6256D"/>
    <w:rsid w:val="00F6260C"/>
    <w:rsid w:val="00F62E79"/>
    <w:rsid w:val="00F64BE1"/>
    <w:rsid w:val="00F65208"/>
    <w:rsid w:val="00F65E41"/>
    <w:rsid w:val="00F65E50"/>
    <w:rsid w:val="00F66ABE"/>
    <w:rsid w:val="00F66B44"/>
    <w:rsid w:val="00F67653"/>
    <w:rsid w:val="00F70565"/>
    <w:rsid w:val="00F70CAC"/>
    <w:rsid w:val="00F710C2"/>
    <w:rsid w:val="00F72205"/>
    <w:rsid w:val="00F728C0"/>
    <w:rsid w:val="00F73816"/>
    <w:rsid w:val="00F73F38"/>
    <w:rsid w:val="00F75242"/>
    <w:rsid w:val="00F761E9"/>
    <w:rsid w:val="00F7682D"/>
    <w:rsid w:val="00F80984"/>
    <w:rsid w:val="00F8155A"/>
    <w:rsid w:val="00F8184B"/>
    <w:rsid w:val="00F82889"/>
    <w:rsid w:val="00F84BA8"/>
    <w:rsid w:val="00F8703B"/>
    <w:rsid w:val="00F87177"/>
    <w:rsid w:val="00F874D7"/>
    <w:rsid w:val="00F87685"/>
    <w:rsid w:val="00F900A3"/>
    <w:rsid w:val="00F929E6"/>
    <w:rsid w:val="00F92E3D"/>
    <w:rsid w:val="00F9344A"/>
    <w:rsid w:val="00F94794"/>
    <w:rsid w:val="00F94B78"/>
    <w:rsid w:val="00F959D8"/>
    <w:rsid w:val="00F96201"/>
    <w:rsid w:val="00F96438"/>
    <w:rsid w:val="00F96485"/>
    <w:rsid w:val="00F97B1F"/>
    <w:rsid w:val="00F97F25"/>
    <w:rsid w:val="00FA013C"/>
    <w:rsid w:val="00FA01BE"/>
    <w:rsid w:val="00FA0B7D"/>
    <w:rsid w:val="00FA1AB5"/>
    <w:rsid w:val="00FA1F94"/>
    <w:rsid w:val="00FA3E87"/>
    <w:rsid w:val="00FA47E2"/>
    <w:rsid w:val="00FA4A41"/>
    <w:rsid w:val="00FA5765"/>
    <w:rsid w:val="00FA67F0"/>
    <w:rsid w:val="00FA7F5B"/>
    <w:rsid w:val="00FB04CA"/>
    <w:rsid w:val="00FB06C0"/>
    <w:rsid w:val="00FB1BEC"/>
    <w:rsid w:val="00FB2D05"/>
    <w:rsid w:val="00FB65DE"/>
    <w:rsid w:val="00FC0610"/>
    <w:rsid w:val="00FC0AD5"/>
    <w:rsid w:val="00FC101C"/>
    <w:rsid w:val="00FC2AB4"/>
    <w:rsid w:val="00FC35C2"/>
    <w:rsid w:val="00FC3BA1"/>
    <w:rsid w:val="00FC4254"/>
    <w:rsid w:val="00FC458A"/>
    <w:rsid w:val="00FC5431"/>
    <w:rsid w:val="00FC5E26"/>
    <w:rsid w:val="00FC6087"/>
    <w:rsid w:val="00FC76E4"/>
    <w:rsid w:val="00FC780D"/>
    <w:rsid w:val="00FD000A"/>
    <w:rsid w:val="00FD0E10"/>
    <w:rsid w:val="00FD18DE"/>
    <w:rsid w:val="00FD3D62"/>
    <w:rsid w:val="00FD432F"/>
    <w:rsid w:val="00FD70BE"/>
    <w:rsid w:val="00FD74B5"/>
    <w:rsid w:val="00FE00CD"/>
    <w:rsid w:val="00FE1FA2"/>
    <w:rsid w:val="00FE3833"/>
    <w:rsid w:val="00FE5939"/>
    <w:rsid w:val="00FE70D7"/>
    <w:rsid w:val="00FE7665"/>
    <w:rsid w:val="00FE7E0E"/>
    <w:rsid w:val="00FF000D"/>
    <w:rsid w:val="00FF28E8"/>
    <w:rsid w:val="00FF4074"/>
    <w:rsid w:val="00FF4504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68C19E1"/>
  <w15:docId w15:val="{F6EA726C-7E17-44DA-B5BC-78A359D8A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2DB9"/>
    <w:pPr>
      <w:spacing w:after="120" w:line="300" w:lineRule="exact"/>
      <w:jc w:val="both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B1509"/>
    <w:pPr>
      <w:keepNext/>
      <w:numPr>
        <w:numId w:val="1"/>
      </w:numPr>
      <w:spacing w:before="240"/>
      <w:outlineLvl w:val="0"/>
    </w:pPr>
    <w:rPr>
      <w:rFonts w:eastAsia="Times New Roman"/>
      <w:b/>
      <w:bCs/>
      <w:kern w:val="32"/>
      <w:sz w:val="30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B1509"/>
    <w:pPr>
      <w:keepNext/>
      <w:numPr>
        <w:ilvl w:val="1"/>
        <w:numId w:val="1"/>
      </w:numPr>
      <w:spacing w:before="240"/>
      <w:outlineLvl w:val="1"/>
    </w:pPr>
    <w:rPr>
      <w:rFonts w:eastAsia="Times New Roman"/>
      <w:b/>
      <w:bCs/>
      <w:i/>
      <w:iCs/>
      <w:sz w:val="30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C97A4A"/>
    <w:pPr>
      <w:keepNext/>
      <w:numPr>
        <w:ilvl w:val="2"/>
        <w:numId w:val="1"/>
      </w:numPr>
      <w:tabs>
        <w:tab w:val="left" w:pos="907"/>
      </w:tabs>
      <w:spacing w:before="240"/>
      <w:ind w:left="907"/>
      <w:outlineLvl w:val="2"/>
    </w:pPr>
    <w:rPr>
      <w:rFonts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BF7847"/>
    <w:pPr>
      <w:keepNext/>
      <w:numPr>
        <w:ilvl w:val="3"/>
        <w:numId w:val="1"/>
      </w:numPr>
      <w:spacing w:before="240"/>
      <w:outlineLvl w:val="3"/>
    </w:pPr>
    <w:rPr>
      <w:rFonts w:eastAsia="Times New Roman"/>
      <w:b/>
      <w:bCs/>
      <w:i/>
      <w:sz w:val="26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2B1509"/>
    <w:pPr>
      <w:numPr>
        <w:ilvl w:val="4"/>
        <w:numId w:val="1"/>
      </w:numPr>
      <w:spacing w:before="240"/>
      <w:outlineLvl w:val="4"/>
    </w:pPr>
    <w:rPr>
      <w:rFonts w:eastAsia="Times New Roman"/>
      <w:b/>
      <w:bCs/>
      <w:iCs/>
      <w:sz w:val="24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2B1509"/>
    <w:pPr>
      <w:numPr>
        <w:ilvl w:val="5"/>
        <w:numId w:val="1"/>
      </w:numPr>
      <w:spacing w:before="240"/>
      <w:outlineLvl w:val="5"/>
    </w:pPr>
    <w:rPr>
      <w:rFonts w:eastAsia="Times New Roman"/>
      <w:b/>
      <w:bCs/>
      <w:i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2B1509"/>
    <w:pPr>
      <w:numPr>
        <w:ilvl w:val="6"/>
        <w:numId w:val="1"/>
      </w:numPr>
      <w:tabs>
        <w:tab w:val="left" w:pos="1531"/>
      </w:tabs>
      <w:spacing w:before="240"/>
      <w:outlineLvl w:val="6"/>
    </w:pPr>
    <w:rPr>
      <w:rFonts w:eastAsia="Times New Roman"/>
      <w:b/>
      <w:szCs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8A19A6"/>
    <w:pPr>
      <w:numPr>
        <w:ilvl w:val="7"/>
        <w:numId w:val="1"/>
      </w:numPr>
      <w:spacing w:before="240" w:after="60"/>
      <w:outlineLvl w:val="7"/>
    </w:pPr>
    <w:rPr>
      <w:rFonts w:eastAsia="Times New Roman"/>
      <w:b/>
      <w:i/>
      <w:iCs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8A19A6"/>
    <w:pPr>
      <w:numPr>
        <w:ilvl w:val="8"/>
        <w:numId w:val="1"/>
      </w:numPr>
      <w:spacing w:before="240" w:after="60"/>
      <w:outlineLvl w:val="8"/>
    </w:pPr>
    <w:rPr>
      <w:rFonts w:eastAsia="Times New Roman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PA">
    <w:name w:val="PA"/>
    <w:basedOn w:val="Standardowy"/>
    <w:uiPriority w:val="99"/>
    <w:qFormat/>
    <w:rsid w:val="00A3118B"/>
    <w:pPr>
      <w:spacing w:before="40" w:after="40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A1">
    <w:name w:val="PA1"/>
    <w:basedOn w:val="Standardowy"/>
    <w:uiPriority w:val="99"/>
    <w:qFormat/>
    <w:rsid w:val="00A3118B"/>
    <w:pPr>
      <w:spacing w:before="40" w:after="40"/>
    </w:pPr>
    <w:rPr>
      <w:rFonts w:ascii="Arial Narrow" w:hAnsi="Arial Narrow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Cambria" w:hAnsi="Cambria"/>
        <w:b/>
        <w:sz w:val="2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</w:tcPr>
    </w:tblStylePr>
    <w:tblStylePr w:type="lastRow">
      <w:pPr>
        <w:wordWrap/>
        <w:spacing w:beforeLines="0" w:beforeAutospacing="0" w:afterLines="0" w:afterAutospacing="0"/>
      </w:pPr>
      <w:rPr>
        <w:rFonts w:ascii="Cambria" w:hAnsi="Cambria"/>
        <w:sz w:val="2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12" w:space="0" w:color="auto"/>
          <w:tl2br w:val="nil"/>
          <w:tr2bl w:val="nil"/>
        </w:tcBorders>
      </w:tcPr>
    </w:tblStylePr>
    <w:tblStylePr w:type="firstCol">
      <w:pPr>
        <w:wordWrap/>
        <w:jc w:val="left"/>
      </w:pPr>
    </w:tblStylePr>
    <w:tblStylePr w:type="lastCol">
      <w:pPr>
        <w:wordWrap/>
        <w:jc w:val="center"/>
      </w:p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BB5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83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B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0A20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001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20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001"/>
    <w:rPr>
      <w:rFonts w:ascii="Arial" w:hAnsi="Arial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B1509"/>
    <w:rPr>
      <w:rFonts w:ascii="Arial" w:eastAsia="Times New Roman" w:hAnsi="Arial"/>
      <w:b/>
      <w:bCs/>
      <w:kern w:val="32"/>
      <w:sz w:val="30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rsid w:val="002B1509"/>
    <w:rPr>
      <w:rFonts w:ascii="Arial" w:eastAsia="Times New Roman" w:hAnsi="Arial"/>
      <w:b/>
      <w:bCs/>
      <w:i/>
      <w:iCs/>
      <w:sz w:val="30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rsid w:val="00C97A4A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BF7847"/>
    <w:rPr>
      <w:rFonts w:ascii="Arial" w:eastAsia="Times New Roman" w:hAnsi="Arial"/>
      <w:b/>
      <w:bCs/>
      <w:i/>
      <w:sz w:val="26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2B1509"/>
    <w:rPr>
      <w:rFonts w:ascii="Arial" w:eastAsia="Times New Roman" w:hAnsi="Arial"/>
      <w:b/>
      <w:bCs/>
      <w:iCs/>
      <w:sz w:val="24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rsid w:val="002B1509"/>
    <w:rPr>
      <w:rFonts w:ascii="Arial" w:eastAsia="Times New Roman" w:hAnsi="Arial"/>
      <w:b/>
      <w:bCs/>
      <w:i/>
      <w:sz w:val="24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rsid w:val="002B1509"/>
    <w:rPr>
      <w:rFonts w:ascii="Arial" w:eastAsia="Times New Roman" w:hAnsi="Arial"/>
      <w:b/>
      <w:sz w:val="22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rsid w:val="008A19A6"/>
    <w:rPr>
      <w:rFonts w:ascii="Arial" w:eastAsia="Times New Roman" w:hAnsi="Arial"/>
      <w:b/>
      <w:i/>
      <w:iCs/>
      <w:sz w:val="22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rsid w:val="008A19A6"/>
    <w:rPr>
      <w:rFonts w:ascii="Arial" w:eastAsia="Times New Roman" w:hAnsi="Arial"/>
      <w:i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F3E7F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E13BDC"/>
    <w:pPr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E13BDC"/>
  </w:style>
  <w:style w:type="paragraph" w:styleId="Spistreci3">
    <w:name w:val="toc 3"/>
    <w:basedOn w:val="Normalny"/>
    <w:next w:val="Normalny"/>
    <w:autoRedefine/>
    <w:uiPriority w:val="39"/>
    <w:unhideWhenUsed/>
    <w:rsid w:val="00E13BDC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E13BDC"/>
    <w:pPr>
      <w:ind w:left="660"/>
    </w:pPr>
  </w:style>
  <w:style w:type="paragraph" w:styleId="Spistreci5">
    <w:name w:val="toc 5"/>
    <w:basedOn w:val="Normalny"/>
    <w:next w:val="Normalny"/>
    <w:autoRedefine/>
    <w:uiPriority w:val="39"/>
    <w:unhideWhenUsed/>
    <w:rsid w:val="00E13BDC"/>
    <w:pPr>
      <w:ind w:left="880"/>
    </w:pPr>
  </w:style>
  <w:style w:type="paragraph" w:styleId="Spistreci6">
    <w:name w:val="toc 6"/>
    <w:basedOn w:val="Normalny"/>
    <w:next w:val="Normalny"/>
    <w:autoRedefine/>
    <w:uiPriority w:val="39"/>
    <w:unhideWhenUsed/>
    <w:rsid w:val="00E13BDC"/>
    <w:pPr>
      <w:ind w:left="1100"/>
    </w:pPr>
  </w:style>
  <w:style w:type="paragraph" w:styleId="Spistreci7">
    <w:name w:val="toc 7"/>
    <w:basedOn w:val="Normalny"/>
    <w:next w:val="Normalny"/>
    <w:autoRedefine/>
    <w:uiPriority w:val="39"/>
    <w:unhideWhenUsed/>
    <w:rsid w:val="00E13BDC"/>
    <w:pPr>
      <w:ind w:left="1320"/>
    </w:pPr>
  </w:style>
  <w:style w:type="paragraph" w:styleId="Spistreci8">
    <w:name w:val="toc 8"/>
    <w:basedOn w:val="Normalny"/>
    <w:next w:val="Normalny"/>
    <w:autoRedefine/>
    <w:uiPriority w:val="39"/>
    <w:unhideWhenUsed/>
    <w:rsid w:val="00E13BDC"/>
    <w:pPr>
      <w:ind w:left="1540"/>
    </w:pPr>
  </w:style>
  <w:style w:type="paragraph" w:styleId="Spistreci9">
    <w:name w:val="toc 9"/>
    <w:basedOn w:val="Normalny"/>
    <w:next w:val="Normalny"/>
    <w:autoRedefine/>
    <w:uiPriority w:val="39"/>
    <w:unhideWhenUsed/>
    <w:rsid w:val="00E13BDC"/>
    <w:pPr>
      <w:ind w:left="1760"/>
    </w:pPr>
  </w:style>
  <w:style w:type="paragraph" w:styleId="Legenda">
    <w:name w:val="caption"/>
    <w:basedOn w:val="Normalny"/>
    <w:next w:val="Normalny"/>
    <w:link w:val="LegendaZnak"/>
    <w:unhideWhenUsed/>
    <w:qFormat/>
    <w:rsid w:val="00B758E0"/>
    <w:pPr>
      <w:spacing w:before="120"/>
      <w:jc w:val="left"/>
    </w:pPr>
    <w:rPr>
      <w:b/>
      <w:bCs/>
      <w:sz w:val="20"/>
      <w:szCs w:val="20"/>
    </w:rPr>
  </w:style>
  <w:style w:type="paragraph" w:customStyle="1" w:styleId="Tabela-tekst">
    <w:name w:val="Tabela-tekst"/>
    <w:basedOn w:val="Normalny"/>
    <w:link w:val="Tabela-tekstZnak"/>
    <w:qFormat/>
    <w:rsid w:val="00A53CEA"/>
    <w:pPr>
      <w:spacing w:before="40" w:after="40" w:line="240" w:lineRule="auto"/>
    </w:pPr>
    <w:rPr>
      <w:rFonts w:ascii="Arial Narrow" w:hAnsi="Arial Narrow" w:cs="Arial"/>
      <w:sz w:val="20"/>
      <w:szCs w:val="20"/>
    </w:rPr>
  </w:style>
  <w:style w:type="paragraph" w:styleId="Spisilustracji">
    <w:name w:val="table of figures"/>
    <w:basedOn w:val="Normalny"/>
    <w:next w:val="Normalny"/>
    <w:uiPriority w:val="99"/>
    <w:unhideWhenUsed/>
    <w:rsid w:val="001013E4"/>
  </w:style>
  <w:style w:type="character" w:customStyle="1" w:styleId="Tabela-tekstZnak">
    <w:name w:val="Tabela-tekst Znak"/>
    <w:basedOn w:val="Domylnaczcionkaakapitu"/>
    <w:link w:val="Tabela-tekst"/>
    <w:rsid w:val="00A53CEA"/>
    <w:rPr>
      <w:rFonts w:ascii="Arial Narrow" w:hAnsi="Arial Narrow" w:cs="Arial"/>
      <w:lang w:eastAsia="en-US"/>
    </w:rPr>
  </w:style>
  <w:style w:type="paragraph" w:customStyle="1" w:styleId="Default">
    <w:name w:val="Default"/>
    <w:rsid w:val="00356171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rsid w:val="00356171"/>
    <w:pPr>
      <w:ind w:left="720"/>
      <w:contextualSpacing/>
    </w:pPr>
  </w:style>
  <w:style w:type="character" w:customStyle="1" w:styleId="LegendaZnak">
    <w:name w:val="Legenda Znak"/>
    <w:basedOn w:val="Domylnaczcionkaakapitu"/>
    <w:link w:val="Legenda"/>
    <w:rsid w:val="009F4E8B"/>
    <w:rPr>
      <w:rFonts w:ascii="Arial" w:hAnsi="Arial"/>
      <w:b/>
      <w:bCs/>
      <w:lang w:eastAsia="en-US"/>
    </w:rPr>
  </w:style>
  <w:style w:type="character" w:customStyle="1" w:styleId="h1">
    <w:name w:val="h1"/>
    <w:basedOn w:val="Domylnaczcionkaakapitu"/>
    <w:rsid w:val="009F4E8B"/>
  </w:style>
  <w:style w:type="paragraph" w:customStyle="1" w:styleId="Obrazek">
    <w:name w:val="Obrazek"/>
    <w:basedOn w:val="Normalny"/>
    <w:qFormat/>
    <w:rsid w:val="001C6429"/>
    <w:pPr>
      <w:keepNext/>
      <w:keepLines/>
      <w:spacing w:before="80" w:after="0" w:line="240" w:lineRule="auto"/>
      <w:jc w:val="left"/>
    </w:pPr>
    <w:rPr>
      <w:rFonts w:ascii="Arial Narrow" w:hAnsi="Arial Narrow"/>
    </w:rPr>
  </w:style>
  <w:style w:type="character" w:styleId="Tekstzastpczy">
    <w:name w:val="Placeholder Text"/>
    <w:basedOn w:val="Domylnaczcionkaakapitu"/>
    <w:uiPriority w:val="99"/>
    <w:semiHidden/>
    <w:rsid w:val="007F0090"/>
    <w:rPr>
      <w:color w:val="808080"/>
    </w:rPr>
  </w:style>
  <w:style w:type="character" w:styleId="Odwoaniedokomentarza">
    <w:name w:val="annotation reference"/>
    <w:uiPriority w:val="99"/>
    <w:semiHidden/>
    <w:unhideWhenUsed/>
    <w:rsid w:val="00B269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9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91E"/>
    <w:rPr>
      <w:rFonts w:ascii="Arial" w:hAnsi="Arial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2E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2E13"/>
    <w:rPr>
      <w:rFonts w:ascii="Arial" w:hAnsi="Arial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2E13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8A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8A"/>
    <w:rPr>
      <w:rFonts w:ascii="Arial" w:hAnsi="Arial"/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32D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82145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image" Target="media/image9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header" Target="header1.xml"/><Relationship Id="rId19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Wzory\Projekty_wzory\ZL_nr_formatka_projektowa\ZL_nr_Opisy_techniczne\Szablon_tekst&#243;w_PA_16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D8940-D097-4AA0-8BC5-9CF18D0A7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Szablon_tekstów_PA_16</Template>
  <TotalTime>4</TotalTime>
  <Pages>35</Pages>
  <Words>7325</Words>
  <Characters>43951</Characters>
  <Application>Microsoft Office Word</Application>
  <DocSecurity>0</DocSecurity>
  <Lines>366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PWr</Company>
  <LinksUpToDate>false</LinksUpToDate>
  <CharactersWithSpaces>51174</CharactersWithSpaces>
  <SharedDoc>false</SharedDoc>
  <HLinks>
    <vt:vector size="108" baseType="variant">
      <vt:variant>
        <vt:i4>1572918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_Toc247103397</vt:lpwstr>
      </vt:variant>
      <vt:variant>
        <vt:i4>1572918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_Toc247103396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_Toc247103395</vt:lpwstr>
      </vt:variant>
      <vt:variant>
        <vt:i4>1572918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_Toc247103394</vt:lpwstr>
      </vt:variant>
      <vt:variant>
        <vt:i4>1572918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_Toc247103393</vt:lpwstr>
      </vt:variant>
      <vt:variant>
        <vt:i4>1572918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_Toc247103392</vt:lpwstr>
      </vt:variant>
      <vt:variant>
        <vt:i4>1572918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_Toc247103391</vt:lpwstr>
      </vt:variant>
      <vt:variant>
        <vt:i4>1572918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_Toc247103390</vt:lpwstr>
      </vt:variant>
      <vt:variant>
        <vt:i4>1638454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_Toc247103389</vt:lpwstr>
      </vt:variant>
      <vt:variant>
        <vt:i4>1638454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_Toc247103388</vt:lpwstr>
      </vt:variant>
      <vt:variant>
        <vt:i4>1638454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_Toc247103387</vt:lpwstr>
      </vt:variant>
      <vt:variant>
        <vt:i4>1638454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_Toc247103386</vt:lpwstr>
      </vt:variant>
      <vt:variant>
        <vt:i4>1638454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_Toc247103385</vt:lpwstr>
      </vt:variant>
      <vt:variant>
        <vt:i4>1638454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_Toc247103384</vt:lpwstr>
      </vt:variant>
      <vt:variant>
        <vt:i4>1638454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_Toc247103383</vt:lpwstr>
      </vt:variant>
      <vt:variant>
        <vt:i4>1638454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_Toc247103382</vt:lpwstr>
      </vt:variant>
      <vt:variant>
        <vt:i4>1638454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_Toc247103381</vt:lpwstr>
      </vt:variant>
      <vt:variant>
        <vt:i4>1638454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_Toc247103380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 Pawelec</dc:creator>
  <cp:keywords/>
  <dc:description/>
  <cp:lastModifiedBy>Mikołaj Pawelec</cp:lastModifiedBy>
  <cp:revision>6</cp:revision>
  <cp:lastPrinted>2020-07-01T12:58:00Z</cp:lastPrinted>
  <dcterms:created xsi:type="dcterms:W3CDTF">2020-07-01T12:32:00Z</dcterms:created>
  <dcterms:modified xsi:type="dcterms:W3CDTF">2020-07-01T13:00:00Z</dcterms:modified>
</cp:coreProperties>
</file>